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A0D" w:rsidRPr="00AB1657" w:rsidRDefault="00CD4D9E" w:rsidP="007B2A0D">
      <w:bookmarkStart w:id="0" w:name="_GoBack"/>
      <w:bookmarkEnd w:id="0"/>
      <w:r>
        <w:tab/>
      </w:r>
    </w:p>
    <w:p w:rsidR="007B2A0D" w:rsidRDefault="007B2A0D" w:rsidP="007B2A0D"/>
    <w:p w:rsidR="007B2A0D" w:rsidRDefault="007B2A0D" w:rsidP="007B2A0D"/>
    <w:p w:rsidR="007B2A0D" w:rsidRDefault="007B2A0D" w:rsidP="007B2A0D"/>
    <w:p w:rsidR="00AB1657" w:rsidRPr="005A1BAA" w:rsidRDefault="00126A54" w:rsidP="007E1807">
      <w:pPr>
        <w:pStyle w:val="Title"/>
        <w:pBdr>
          <w:top w:val="single" w:sz="48" w:space="0" w:color="F08B06"/>
        </w:pBdr>
        <w:jc w:val="right"/>
        <w:outlineLvl w:val="0"/>
        <w:rPr>
          <w:rFonts w:asciiTheme="majorHAnsi" w:hAnsiTheme="majorHAnsi"/>
          <w:b/>
          <w:sz w:val="44"/>
          <w:szCs w:val="44"/>
        </w:rPr>
      </w:pPr>
      <w:r w:rsidRPr="007E1807">
        <w:rPr>
          <w:rFonts w:asciiTheme="majorHAnsi" w:hAnsiTheme="majorHAnsi"/>
          <w:b/>
          <w:noProof/>
          <w:color w:val="000000" w:themeColor="text1"/>
          <w:sz w:val="56"/>
          <w:szCs w:val="44"/>
        </w:rPr>
        <w:drawing>
          <wp:anchor distT="0" distB="0" distL="114300" distR="114300" simplePos="0" relativeHeight="251619328" behindDoc="1" locked="0" layoutInCell="1" allowOverlap="1">
            <wp:simplePos x="0" y="0"/>
            <wp:positionH relativeFrom="column">
              <wp:posOffset>-1536065</wp:posOffset>
            </wp:positionH>
            <wp:positionV relativeFrom="paragraph">
              <wp:posOffset>311150</wp:posOffset>
            </wp:positionV>
            <wp:extent cx="1563624" cy="1563624"/>
            <wp:effectExtent l="0" t="0" r="0" b="0"/>
            <wp:wrapNone/>
            <wp:docPr id="11" name="Picture 11" descr="C:\Users\lelegard\AppData\Local\Microsoft\Windows\INetCache\Content.Word\tsduck-extension-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elegard\AppData\Local\Microsoft\Windows\INetCache\Content.Word\tsduck-extension-51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3624" cy="1563624"/>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D92D1E" w:rsidRPr="007E1807">
        <w:rPr>
          <w:rFonts w:asciiTheme="majorHAnsi" w:hAnsiTheme="majorHAnsi"/>
          <w:b/>
          <w:color w:val="000000" w:themeColor="text1"/>
          <w:sz w:val="56"/>
          <w:szCs w:val="44"/>
        </w:rPr>
        <w:t>TSDuck</w:t>
      </w:r>
      <w:proofErr w:type="spellEnd"/>
      <w:r w:rsidR="00D92D1E" w:rsidRPr="007E1807">
        <w:rPr>
          <w:rFonts w:asciiTheme="majorHAnsi" w:hAnsiTheme="majorHAnsi"/>
          <w:b/>
          <w:color w:val="000000" w:themeColor="text1"/>
          <w:sz w:val="56"/>
          <w:szCs w:val="44"/>
        </w:rPr>
        <w:t xml:space="preserve"> </w:t>
      </w:r>
      <w:r w:rsidR="0069246D" w:rsidRPr="007E1807">
        <w:rPr>
          <w:rFonts w:asciiTheme="majorHAnsi" w:hAnsiTheme="majorHAnsi"/>
          <w:b/>
          <w:color w:val="000000" w:themeColor="text1"/>
          <w:sz w:val="56"/>
          <w:szCs w:val="44"/>
        </w:rPr>
        <w:t>Foo Extension</w:t>
      </w:r>
      <w:r w:rsidR="005A1BAA" w:rsidRPr="005A1BAA">
        <w:rPr>
          <w:rFonts w:asciiTheme="majorHAnsi" w:hAnsiTheme="majorHAnsi"/>
          <w:b/>
          <w:sz w:val="44"/>
          <w:szCs w:val="44"/>
        </w:rPr>
        <w:br/>
      </w:r>
      <w:r w:rsidR="00AB1657" w:rsidRPr="005A1BAA">
        <w:rPr>
          <w:rFonts w:asciiTheme="majorHAnsi" w:hAnsiTheme="majorHAnsi"/>
          <w:b/>
          <w:sz w:val="44"/>
          <w:szCs w:val="44"/>
        </w:rPr>
        <w:t>User’s Guide</w:t>
      </w:r>
    </w:p>
    <w:p w:rsidR="005A1BAA" w:rsidRPr="005A1BAA" w:rsidRDefault="00AB1657" w:rsidP="005A1BAA">
      <w:pPr>
        <w:pStyle w:val="Title"/>
        <w:jc w:val="right"/>
        <w:rPr>
          <w:rFonts w:asciiTheme="majorHAnsi" w:hAnsiTheme="majorHAnsi"/>
          <w:sz w:val="32"/>
          <w:szCs w:val="32"/>
        </w:rPr>
      </w:pPr>
      <w:r w:rsidRPr="005A1BAA">
        <w:rPr>
          <w:rFonts w:asciiTheme="majorHAnsi" w:hAnsiTheme="majorHAnsi"/>
          <w:sz w:val="32"/>
          <w:szCs w:val="32"/>
        </w:rPr>
        <w:t xml:space="preserve">Version </w:t>
      </w:r>
      <w:r w:rsidR="00A10103" w:rsidRPr="005A1BAA">
        <w:rPr>
          <w:rFonts w:asciiTheme="majorHAnsi" w:hAnsiTheme="majorHAnsi"/>
        </w:rPr>
        <w:fldChar w:fldCharType="begin"/>
      </w:r>
      <w:r w:rsidR="00A10103" w:rsidRPr="005A1BAA">
        <w:rPr>
          <w:rFonts w:asciiTheme="majorHAnsi" w:hAnsiTheme="majorHAnsi"/>
        </w:rPr>
        <w:instrText xml:space="preserve"> DOCPROPERTY "Version"  \* MERGEFORMAT </w:instrText>
      </w:r>
      <w:r w:rsidR="00A10103" w:rsidRPr="005A1BAA">
        <w:rPr>
          <w:rFonts w:asciiTheme="majorHAnsi" w:hAnsiTheme="majorHAnsi"/>
        </w:rPr>
        <w:fldChar w:fldCharType="separate"/>
      </w:r>
      <w:r w:rsidR="00C65600" w:rsidRPr="00C65600">
        <w:rPr>
          <w:rFonts w:asciiTheme="majorHAnsi" w:hAnsiTheme="majorHAnsi"/>
          <w:sz w:val="32"/>
          <w:szCs w:val="32"/>
        </w:rPr>
        <w:t>3.19-1400</w:t>
      </w:r>
      <w:r w:rsidR="00A10103" w:rsidRPr="005A1BAA">
        <w:rPr>
          <w:rFonts w:asciiTheme="majorHAnsi" w:hAnsiTheme="majorHAnsi"/>
          <w:sz w:val="32"/>
          <w:szCs w:val="32"/>
        </w:rPr>
        <w:fldChar w:fldCharType="end"/>
      </w:r>
      <w:r w:rsidR="005A1BAA" w:rsidRPr="005A1BAA">
        <w:rPr>
          <w:rFonts w:asciiTheme="majorHAnsi" w:hAnsiTheme="majorHAnsi"/>
          <w:sz w:val="32"/>
          <w:szCs w:val="32"/>
        </w:rPr>
        <w:br/>
      </w:r>
      <w:r w:rsidR="005A1BAA" w:rsidRPr="005A1BAA">
        <w:rPr>
          <w:rFonts w:asciiTheme="majorHAnsi" w:hAnsiTheme="majorHAnsi"/>
          <w:sz w:val="32"/>
          <w:szCs w:val="32"/>
        </w:rPr>
        <w:fldChar w:fldCharType="begin"/>
      </w:r>
      <w:r w:rsidR="005A1BAA" w:rsidRPr="005A1BAA">
        <w:rPr>
          <w:rFonts w:asciiTheme="majorHAnsi" w:hAnsiTheme="majorHAnsi"/>
          <w:sz w:val="32"/>
          <w:szCs w:val="32"/>
        </w:rPr>
        <w:instrText xml:space="preserve"> DOCPROPERTY  RevisionDate  \* MERGEFORMAT </w:instrText>
      </w:r>
      <w:r w:rsidR="005A1BAA" w:rsidRPr="005A1BAA">
        <w:rPr>
          <w:rFonts w:asciiTheme="majorHAnsi" w:hAnsiTheme="majorHAnsi"/>
          <w:sz w:val="32"/>
          <w:szCs w:val="32"/>
        </w:rPr>
        <w:fldChar w:fldCharType="separate"/>
      </w:r>
      <w:r w:rsidR="00C65600">
        <w:rPr>
          <w:rFonts w:asciiTheme="majorHAnsi" w:hAnsiTheme="majorHAnsi"/>
          <w:sz w:val="32"/>
          <w:szCs w:val="32"/>
        </w:rPr>
        <w:t>August 2019</w:t>
      </w:r>
      <w:r w:rsidR="005A1BAA" w:rsidRPr="005A1BAA">
        <w:rPr>
          <w:rFonts w:asciiTheme="majorHAnsi" w:hAnsiTheme="majorHAnsi"/>
          <w:sz w:val="32"/>
          <w:szCs w:val="32"/>
        </w:rPr>
        <w:fldChar w:fldCharType="end"/>
      </w:r>
    </w:p>
    <w:p w:rsidR="000B1A75" w:rsidRPr="005A1BAA" w:rsidRDefault="000B1A75">
      <w:pPr>
        <w:rPr>
          <w:rFonts w:asciiTheme="majorHAnsi" w:hAnsiTheme="majorHAnsi"/>
          <w:sz w:val="32"/>
          <w:szCs w:val="32"/>
        </w:rPr>
        <w:sectPr w:rsidR="000B1A75" w:rsidRPr="005A1BAA" w:rsidSect="0090412B">
          <w:headerReference w:type="even" r:id="rId9"/>
          <w:type w:val="continuous"/>
          <w:pgSz w:w="11907" w:h="16840" w:code="9"/>
          <w:pgMar w:top="1440" w:right="1440" w:bottom="1440" w:left="3261" w:header="720" w:footer="720" w:gutter="0"/>
          <w:cols w:space="720"/>
          <w:titlePg/>
        </w:sectPr>
      </w:pPr>
    </w:p>
    <w:p w:rsidR="00E86E81" w:rsidRPr="00E233F7" w:rsidRDefault="00E86E81" w:rsidP="00E233F7">
      <w:pPr>
        <w:pStyle w:val="TableOfContents"/>
      </w:pPr>
      <w:r>
        <w:lastRenderedPageBreak/>
        <w:t>License</w:t>
      </w:r>
    </w:p>
    <w:p w:rsidR="0069246D" w:rsidRDefault="009F1E04" w:rsidP="00C8476B">
      <w:r>
        <w:t xml:space="preserve">The Foo extension to </w:t>
      </w:r>
      <w:proofErr w:type="spellStart"/>
      <w:r w:rsidR="00C8476B">
        <w:t>TSDuck</w:t>
      </w:r>
      <w:proofErr w:type="spellEnd"/>
      <w:r w:rsidR="00C8476B">
        <w:t xml:space="preserve"> is released under the terms of the license which is commonly referred to as "BSD 2-Clause License" or "Simplified BSD License" or "FreeBSD License".</w:t>
      </w:r>
    </w:p>
    <w:p w:rsidR="00C8476B" w:rsidRDefault="00C8476B" w:rsidP="00C8476B">
      <w:r>
        <w:t>See http://opensource.org/licenses/BSD-2-Clause.</w:t>
      </w:r>
    </w:p>
    <w:p w:rsidR="0069246D" w:rsidRDefault="0069246D" w:rsidP="00C8476B"/>
    <w:p w:rsidR="00C8476B" w:rsidRDefault="00C8476B" w:rsidP="00C8476B">
      <w:r>
        <w:t>Copyright (c)</w:t>
      </w:r>
      <w:r w:rsidR="00E3221D">
        <w:t xml:space="preserve"> </w:t>
      </w:r>
      <w:r w:rsidR="00CA3663">
        <w:fldChar w:fldCharType="begin"/>
      </w:r>
      <w:r w:rsidR="00CA3663">
        <w:instrText xml:space="preserve"> DOCPROPERTY </w:instrText>
      </w:r>
      <w:r w:rsidR="00CA3663">
        <w:instrText xml:space="preserve"> DateOfCopyright  \* MERGEFORMAT </w:instrText>
      </w:r>
      <w:r w:rsidR="00CA3663">
        <w:fldChar w:fldCharType="separate"/>
      </w:r>
      <w:r w:rsidR="00C65600">
        <w:t>2019</w:t>
      </w:r>
      <w:r w:rsidR="00CA3663">
        <w:fldChar w:fldCharType="end"/>
      </w:r>
      <w:r>
        <w:t xml:space="preserve">, </w:t>
      </w:r>
      <w:proofErr w:type="gramStart"/>
      <w:r w:rsidR="009F1E04">
        <w:t>The</w:t>
      </w:r>
      <w:proofErr w:type="gramEnd"/>
      <w:r w:rsidR="009F1E04">
        <w:t xml:space="preserve"> Foo Company</w:t>
      </w:r>
    </w:p>
    <w:p w:rsidR="00C8476B" w:rsidRDefault="00C8476B" w:rsidP="00C8476B">
      <w:r>
        <w:t>All rights reserved.</w:t>
      </w:r>
    </w:p>
    <w:p w:rsidR="00C8476B" w:rsidRDefault="00C8476B" w:rsidP="00C8476B">
      <w:r>
        <w:t>Redistribution and use in source and binary forms, with or without modification, are permitted provided that the following conditions are met:</w:t>
      </w:r>
    </w:p>
    <w:p w:rsidR="00C8476B" w:rsidRDefault="00C8476B" w:rsidP="00935921">
      <w:pPr>
        <w:pStyle w:val="ListParagraph"/>
        <w:numPr>
          <w:ilvl w:val="0"/>
          <w:numId w:val="10"/>
        </w:numPr>
      </w:pPr>
      <w:r>
        <w:t xml:space="preserve">Redistributions of source code must retain the above copyright notice, this list of conditions and the following disclaimer. </w:t>
      </w:r>
    </w:p>
    <w:p w:rsidR="00C8476B" w:rsidRDefault="00C8476B" w:rsidP="00935921">
      <w:pPr>
        <w:pStyle w:val="ListParagraph"/>
        <w:numPr>
          <w:ilvl w:val="0"/>
          <w:numId w:val="10"/>
        </w:numPr>
      </w:pPr>
      <w:r>
        <w:t>Redistributions in binary form must reproduce the above copyright notice, this list of conditions and the following disclaimer in the documentation and/or other materials provided with the distribution.</w:t>
      </w:r>
    </w:p>
    <w:p w:rsidR="00C8476B" w:rsidRDefault="00C8476B" w:rsidP="00C8476B">
      <w: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8476B" w:rsidRDefault="00C8476B" w:rsidP="00A971BF">
      <w:r>
        <w:br w:type="page"/>
      </w:r>
    </w:p>
    <w:p w:rsidR="000B1A75" w:rsidRDefault="000B1A75" w:rsidP="00E233F7">
      <w:pPr>
        <w:pStyle w:val="TableOfContents"/>
        <w:outlineLvl w:val="0"/>
      </w:pPr>
      <w:r>
        <w:lastRenderedPageBreak/>
        <w:t>Contents</w:t>
      </w:r>
    </w:p>
    <w:p w:rsidR="00C65600" w:rsidRDefault="00D57DD4">
      <w:pPr>
        <w:pStyle w:val="TOC1"/>
        <w:rPr>
          <w:rFonts w:asciiTheme="minorHAnsi" w:eastAsiaTheme="minorEastAsia" w:hAnsiTheme="minorHAnsi" w:cstheme="minorBidi"/>
          <w:b w:val="0"/>
          <w:bCs w:val="0"/>
          <w:smallCaps w:val="0"/>
          <w:color w:val="auto"/>
          <w:szCs w:val="22"/>
        </w:rPr>
      </w:pPr>
      <w:r>
        <w:fldChar w:fldCharType="begin"/>
      </w:r>
      <w:r w:rsidR="009A54DD">
        <w:instrText xml:space="preserve"> TOC \o "1-5</w:instrText>
      </w:r>
      <w:r w:rsidR="00C73CFB">
        <w:instrText>" \h \z \t "Titre 3;3;Titre 4;4</w:instrText>
      </w:r>
      <w:r w:rsidR="009A54DD">
        <w:instrText>;Titre 5;5</w:instrText>
      </w:r>
      <w:r w:rsidR="00C73CFB">
        <w:instrText xml:space="preserve">;Appendix 3;3;Appendix 4;4" </w:instrText>
      </w:r>
      <w:r>
        <w:fldChar w:fldCharType="separate"/>
      </w:r>
      <w:hyperlink w:anchor="_Toc18498313" w:history="1">
        <w:r w:rsidR="00C65600" w:rsidRPr="00227B74">
          <w:rPr>
            <w:rStyle w:val="Hyperlink"/>
          </w:rPr>
          <w:t>1</w:t>
        </w:r>
        <w:r w:rsidR="00C65600">
          <w:rPr>
            <w:rFonts w:asciiTheme="minorHAnsi" w:eastAsiaTheme="minorEastAsia" w:hAnsiTheme="minorHAnsi" w:cstheme="minorBidi"/>
            <w:b w:val="0"/>
            <w:bCs w:val="0"/>
            <w:smallCaps w:val="0"/>
            <w:color w:val="auto"/>
            <w:szCs w:val="22"/>
          </w:rPr>
          <w:tab/>
        </w:r>
        <w:r w:rsidR="00C65600" w:rsidRPr="00227B74">
          <w:rPr>
            <w:rStyle w:val="Hyperlink"/>
            <w:lang w:val="en-GB"/>
          </w:rPr>
          <w:t>The “Foo” Extension to TSDuck</w:t>
        </w:r>
        <w:r w:rsidR="00C65600">
          <w:rPr>
            <w:webHidden/>
          </w:rPr>
          <w:tab/>
        </w:r>
        <w:r w:rsidR="00C65600">
          <w:rPr>
            <w:webHidden/>
          </w:rPr>
          <w:fldChar w:fldCharType="begin"/>
        </w:r>
        <w:r w:rsidR="00C65600">
          <w:rPr>
            <w:webHidden/>
          </w:rPr>
          <w:instrText xml:space="preserve"> PAGEREF _Toc18498313 \h </w:instrText>
        </w:r>
        <w:r w:rsidR="00C65600">
          <w:rPr>
            <w:webHidden/>
          </w:rPr>
        </w:r>
        <w:r w:rsidR="00C65600">
          <w:rPr>
            <w:webHidden/>
          </w:rPr>
          <w:fldChar w:fldCharType="separate"/>
        </w:r>
        <w:r w:rsidR="00C65600">
          <w:rPr>
            <w:webHidden/>
          </w:rPr>
          <w:t>4</w:t>
        </w:r>
        <w:r w:rsidR="00C65600">
          <w:rPr>
            <w:webHidden/>
          </w:rPr>
          <w:fldChar w:fldCharType="end"/>
        </w:r>
      </w:hyperlink>
    </w:p>
    <w:p w:rsidR="00C65600" w:rsidRDefault="00C65600">
      <w:pPr>
        <w:pStyle w:val="TOC2"/>
        <w:rPr>
          <w:rFonts w:asciiTheme="minorHAnsi" w:eastAsiaTheme="minorEastAsia" w:hAnsiTheme="minorHAnsi" w:cstheme="minorBidi"/>
          <w:smallCaps w:val="0"/>
          <w:sz w:val="22"/>
          <w:szCs w:val="22"/>
        </w:rPr>
      </w:pPr>
      <w:hyperlink w:anchor="_Toc18498314" w:history="1">
        <w:r w:rsidRPr="00227B74">
          <w:rPr>
            <w:rStyle w:val="Hyperlink"/>
          </w:rPr>
          <w:t>1.1</w:t>
        </w:r>
        <w:r>
          <w:rPr>
            <w:rFonts w:asciiTheme="minorHAnsi" w:eastAsiaTheme="minorEastAsia" w:hAnsiTheme="minorHAnsi" w:cstheme="minorBidi"/>
            <w:smallCaps w:val="0"/>
            <w:sz w:val="22"/>
            <w:szCs w:val="22"/>
          </w:rPr>
          <w:tab/>
        </w:r>
        <w:r w:rsidRPr="00227B74">
          <w:rPr>
            <w:rStyle w:val="Hyperlink"/>
          </w:rPr>
          <w:t>Purpose</w:t>
        </w:r>
        <w:r>
          <w:rPr>
            <w:webHidden/>
          </w:rPr>
          <w:tab/>
        </w:r>
        <w:r>
          <w:rPr>
            <w:webHidden/>
          </w:rPr>
          <w:fldChar w:fldCharType="begin"/>
        </w:r>
        <w:r>
          <w:rPr>
            <w:webHidden/>
          </w:rPr>
          <w:instrText xml:space="preserve"> PAGEREF _Toc18498314 \h </w:instrText>
        </w:r>
        <w:r>
          <w:rPr>
            <w:webHidden/>
          </w:rPr>
        </w:r>
        <w:r>
          <w:rPr>
            <w:webHidden/>
          </w:rPr>
          <w:fldChar w:fldCharType="separate"/>
        </w:r>
        <w:r>
          <w:rPr>
            <w:webHidden/>
          </w:rPr>
          <w:t>4</w:t>
        </w:r>
        <w:r>
          <w:rPr>
            <w:webHidden/>
          </w:rPr>
          <w:fldChar w:fldCharType="end"/>
        </w:r>
      </w:hyperlink>
    </w:p>
    <w:p w:rsidR="00C65600" w:rsidRDefault="00C65600">
      <w:pPr>
        <w:pStyle w:val="TOC2"/>
        <w:rPr>
          <w:rFonts w:asciiTheme="minorHAnsi" w:eastAsiaTheme="minorEastAsia" w:hAnsiTheme="minorHAnsi" w:cstheme="minorBidi"/>
          <w:smallCaps w:val="0"/>
          <w:sz w:val="22"/>
          <w:szCs w:val="22"/>
        </w:rPr>
      </w:pPr>
      <w:hyperlink w:anchor="_Toc18498315" w:history="1">
        <w:r w:rsidRPr="00227B74">
          <w:rPr>
            <w:rStyle w:val="Hyperlink"/>
          </w:rPr>
          <w:t>1.2</w:t>
        </w:r>
        <w:r>
          <w:rPr>
            <w:rFonts w:asciiTheme="minorHAnsi" w:eastAsiaTheme="minorEastAsia" w:hAnsiTheme="minorHAnsi" w:cstheme="minorBidi"/>
            <w:smallCaps w:val="0"/>
            <w:sz w:val="22"/>
            <w:szCs w:val="22"/>
          </w:rPr>
          <w:tab/>
        </w:r>
        <w:r w:rsidRPr="00227B74">
          <w:rPr>
            <w:rStyle w:val="Hyperlink"/>
          </w:rPr>
          <w:t>Overview</w:t>
        </w:r>
        <w:r>
          <w:rPr>
            <w:webHidden/>
          </w:rPr>
          <w:tab/>
        </w:r>
        <w:r>
          <w:rPr>
            <w:webHidden/>
          </w:rPr>
          <w:fldChar w:fldCharType="begin"/>
        </w:r>
        <w:r>
          <w:rPr>
            <w:webHidden/>
          </w:rPr>
          <w:instrText xml:space="preserve"> PAGEREF _Toc18498315 \h </w:instrText>
        </w:r>
        <w:r>
          <w:rPr>
            <w:webHidden/>
          </w:rPr>
        </w:r>
        <w:r>
          <w:rPr>
            <w:webHidden/>
          </w:rPr>
          <w:fldChar w:fldCharType="separate"/>
        </w:r>
        <w:r>
          <w:rPr>
            <w:webHidden/>
          </w:rPr>
          <w:t>4</w:t>
        </w:r>
        <w:r>
          <w:rPr>
            <w:webHidden/>
          </w:rPr>
          <w:fldChar w:fldCharType="end"/>
        </w:r>
      </w:hyperlink>
    </w:p>
    <w:p w:rsidR="00C65600" w:rsidRDefault="00C65600">
      <w:pPr>
        <w:pStyle w:val="TOC1"/>
        <w:rPr>
          <w:rFonts w:asciiTheme="minorHAnsi" w:eastAsiaTheme="minorEastAsia" w:hAnsiTheme="minorHAnsi" w:cstheme="minorBidi"/>
          <w:b w:val="0"/>
          <w:bCs w:val="0"/>
          <w:smallCaps w:val="0"/>
          <w:color w:val="auto"/>
          <w:szCs w:val="22"/>
        </w:rPr>
      </w:pPr>
      <w:hyperlink w:anchor="_Toc18498316" w:history="1">
        <w:r w:rsidRPr="00227B74">
          <w:rPr>
            <w:rStyle w:val="Hyperlink"/>
          </w:rPr>
          <w:t>2</w:t>
        </w:r>
        <w:r>
          <w:rPr>
            <w:rFonts w:asciiTheme="minorHAnsi" w:eastAsiaTheme="minorEastAsia" w:hAnsiTheme="minorHAnsi" w:cstheme="minorBidi"/>
            <w:b w:val="0"/>
            <w:bCs w:val="0"/>
            <w:smallCaps w:val="0"/>
            <w:color w:val="auto"/>
            <w:szCs w:val="22"/>
          </w:rPr>
          <w:tab/>
        </w:r>
        <w:r w:rsidRPr="00227B74">
          <w:rPr>
            <w:rStyle w:val="Hyperlink"/>
          </w:rPr>
          <w:t>Command-Line Utilities</w:t>
        </w:r>
        <w:r>
          <w:rPr>
            <w:webHidden/>
          </w:rPr>
          <w:tab/>
        </w:r>
        <w:r>
          <w:rPr>
            <w:webHidden/>
          </w:rPr>
          <w:fldChar w:fldCharType="begin"/>
        </w:r>
        <w:r>
          <w:rPr>
            <w:webHidden/>
          </w:rPr>
          <w:instrText xml:space="preserve"> PAGEREF _Toc18498316 \h </w:instrText>
        </w:r>
        <w:r>
          <w:rPr>
            <w:webHidden/>
          </w:rPr>
        </w:r>
        <w:r>
          <w:rPr>
            <w:webHidden/>
          </w:rPr>
          <w:fldChar w:fldCharType="separate"/>
        </w:r>
        <w:r>
          <w:rPr>
            <w:webHidden/>
          </w:rPr>
          <w:t>5</w:t>
        </w:r>
        <w:r>
          <w:rPr>
            <w:webHidden/>
          </w:rPr>
          <w:fldChar w:fldCharType="end"/>
        </w:r>
      </w:hyperlink>
    </w:p>
    <w:p w:rsidR="00C65600" w:rsidRDefault="00C65600">
      <w:pPr>
        <w:pStyle w:val="TOC2"/>
        <w:rPr>
          <w:rFonts w:asciiTheme="minorHAnsi" w:eastAsiaTheme="minorEastAsia" w:hAnsiTheme="minorHAnsi" w:cstheme="minorBidi"/>
          <w:smallCaps w:val="0"/>
          <w:sz w:val="22"/>
          <w:szCs w:val="22"/>
        </w:rPr>
      </w:pPr>
      <w:hyperlink w:anchor="_Toc18498317" w:history="1">
        <w:r w:rsidRPr="00227B74">
          <w:rPr>
            <w:rStyle w:val="Hyperlink"/>
            <w:rFonts w:ascii="Symbol" w:hAnsi="Symbol"/>
          </w:rPr>
          <w:t></w:t>
        </w:r>
        <w:r>
          <w:rPr>
            <w:rFonts w:asciiTheme="minorHAnsi" w:eastAsiaTheme="minorEastAsia" w:hAnsiTheme="minorHAnsi" w:cstheme="minorBidi"/>
            <w:smallCaps w:val="0"/>
            <w:sz w:val="22"/>
            <w:szCs w:val="22"/>
          </w:rPr>
          <w:tab/>
        </w:r>
        <w:r w:rsidRPr="00227B74">
          <w:rPr>
            <w:rStyle w:val="Hyperlink"/>
          </w:rPr>
          <w:t>footool</w:t>
        </w:r>
        <w:r>
          <w:rPr>
            <w:webHidden/>
          </w:rPr>
          <w:tab/>
        </w:r>
        <w:r>
          <w:rPr>
            <w:webHidden/>
          </w:rPr>
          <w:fldChar w:fldCharType="begin"/>
        </w:r>
        <w:r>
          <w:rPr>
            <w:webHidden/>
          </w:rPr>
          <w:instrText xml:space="preserve"> PAGEREF _Toc18498317 \h </w:instrText>
        </w:r>
        <w:r>
          <w:rPr>
            <w:webHidden/>
          </w:rPr>
        </w:r>
        <w:r>
          <w:rPr>
            <w:webHidden/>
          </w:rPr>
          <w:fldChar w:fldCharType="separate"/>
        </w:r>
        <w:r>
          <w:rPr>
            <w:webHidden/>
          </w:rPr>
          <w:t>6</w:t>
        </w:r>
        <w:r>
          <w:rPr>
            <w:webHidden/>
          </w:rPr>
          <w:fldChar w:fldCharType="end"/>
        </w:r>
      </w:hyperlink>
    </w:p>
    <w:p w:rsidR="00C65600" w:rsidRDefault="00C65600">
      <w:pPr>
        <w:pStyle w:val="TOC1"/>
        <w:rPr>
          <w:rFonts w:asciiTheme="minorHAnsi" w:eastAsiaTheme="minorEastAsia" w:hAnsiTheme="minorHAnsi" w:cstheme="minorBidi"/>
          <w:b w:val="0"/>
          <w:bCs w:val="0"/>
          <w:smallCaps w:val="0"/>
          <w:color w:val="auto"/>
          <w:szCs w:val="22"/>
        </w:rPr>
      </w:pPr>
      <w:hyperlink w:anchor="_Toc18498318" w:history="1">
        <w:r w:rsidRPr="00227B74">
          <w:rPr>
            <w:rStyle w:val="Hyperlink"/>
          </w:rPr>
          <w:t>3</w:t>
        </w:r>
        <w:r>
          <w:rPr>
            <w:rFonts w:asciiTheme="minorHAnsi" w:eastAsiaTheme="minorEastAsia" w:hAnsiTheme="minorHAnsi" w:cstheme="minorBidi"/>
            <w:b w:val="0"/>
            <w:bCs w:val="0"/>
            <w:smallCaps w:val="0"/>
            <w:color w:val="auto"/>
            <w:szCs w:val="22"/>
          </w:rPr>
          <w:tab/>
        </w:r>
        <w:r w:rsidRPr="00227B74">
          <w:rPr>
            <w:rStyle w:val="Hyperlink"/>
          </w:rPr>
          <w:t>TSP Plugins</w:t>
        </w:r>
        <w:r>
          <w:rPr>
            <w:webHidden/>
          </w:rPr>
          <w:tab/>
        </w:r>
        <w:r>
          <w:rPr>
            <w:webHidden/>
          </w:rPr>
          <w:fldChar w:fldCharType="begin"/>
        </w:r>
        <w:r>
          <w:rPr>
            <w:webHidden/>
          </w:rPr>
          <w:instrText xml:space="preserve"> PAGEREF _Toc18498318 \h </w:instrText>
        </w:r>
        <w:r>
          <w:rPr>
            <w:webHidden/>
          </w:rPr>
        </w:r>
        <w:r>
          <w:rPr>
            <w:webHidden/>
          </w:rPr>
          <w:fldChar w:fldCharType="separate"/>
        </w:r>
        <w:r>
          <w:rPr>
            <w:webHidden/>
          </w:rPr>
          <w:t>7</w:t>
        </w:r>
        <w:r>
          <w:rPr>
            <w:webHidden/>
          </w:rPr>
          <w:fldChar w:fldCharType="end"/>
        </w:r>
      </w:hyperlink>
    </w:p>
    <w:p w:rsidR="00C65600" w:rsidRDefault="00C65600">
      <w:pPr>
        <w:pStyle w:val="TOC2"/>
        <w:rPr>
          <w:rFonts w:asciiTheme="minorHAnsi" w:eastAsiaTheme="minorEastAsia" w:hAnsiTheme="minorHAnsi" w:cstheme="minorBidi"/>
          <w:smallCaps w:val="0"/>
          <w:sz w:val="22"/>
          <w:szCs w:val="22"/>
        </w:rPr>
      </w:pPr>
      <w:hyperlink w:anchor="_Toc18498319" w:history="1">
        <w:r w:rsidRPr="00227B74">
          <w:rPr>
            <w:rStyle w:val="Hyperlink"/>
            <w:rFonts w:ascii="Symbol" w:hAnsi="Symbol"/>
          </w:rPr>
          <w:t></w:t>
        </w:r>
        <w:r>
          <w:rPr>
            <w:rFonts w:asciiTheme="minorHAnsi" w:eastAsiaTheme="minorEastAsia" w:hAnsiTheme="minorHAnsi" w:cstheme="minorBidi"/>
            <w:smallCaps w:val="0"/>
            <w:sz w:val="22"/>
            <w:szCs w:val="22"/>
          </w:rPr>
          <w:tab/>
        </w:r>
        <w:r w:rsidRPr="00227B74">
          <w:rPr>
            <w:rStyle w:val="Hyperlink"/>
          </w:rPr>
          <w:t>foot</w:t>
        </w:r>
        <w:r>
          <w:rPr>
            <w:webHidden/>
          </w:rPr>
          <w:tab/>
        </w:r>
        <w:r>
          <w:rPr>
            <w:webHidden/>
          </w:rPr>
          <w:fldChar w:fldCharType="begin"/>
        </w:r>
        <w:r>
          <w:rPr>
            <w:webHidden/>
          </w:rPr>
          <w:instrText xml:space="preserve"> PAGEREF _Toc18498319 \h </w:instrText>
        </w:r>
        <w:r>
          <w:rPr>
            <w:webHidden/>
          </w:rPr>
        </w:r>
        <w:r>
          <w:rPr>
            <w:webHidden/>
          </w:rPr>
          <w:fldChar w:fldCharType="separate"/>
        </w:r>
        <w:r>
          <w:rPr>
            <w:webHidden/>
          </w:rPr>
          <w:t>8</w:t>
        </w:r>
        <w:r>
          <w:rPr>
            <w:webHidden/>
          </w:rPr>
          <w:fldChar w:fldCharType="end"/>
        </w:r>
      </w:hyperlink>
    </w:p>
    <w:p w:rsidR="00C65600" w:rsidRDefault="00C65600">
      <w:pPr>
        <w:pStyle w:val="TOC1"/>
        <w:tabs>
          <w:tab w:val="left" w:pos="1560"/>
        </w:tabs>
        <w:rPr>
          <w:rFonts w:asciiTheme="minorHAnsi" w:eastAsiaTheme="minorEastAsia" w:hAnsiTheme="minorHAnsi" w:cstheme="minorBidi"/>
          <w:b w:val="0"/>
          <w:bCs w:val="0"/>
          <w:smallCaps w:val="0"/>
          <w:color w:val="auto"/>
          <w:szCs w:val="22"/>
        </w:rPr>
      </w:pPr>
      <w:hyperlink w:anchor="_Toc18498320" w:history="1">
        <w:r w:rsidRPr="00227B74">
          <w:rPr>
            <w:rStyle w:val="Hyperlink"/>
            <w:lang w:val="en-GB"/>
          </w:rPr>
          <w:t>Appendix A</w:t>
        </w:r>
        <w:r>
          <w:rPr>
            <w:rFonts w:asciiTheme="minorHAnsi" w:eastAsiaTheme="minorEastAsia" w:hAnsiTheme="minorHAnsi" w:cstheme="minorBidi"/>
            <w:b w:val="0"/>
            <w:bCs w:val="0"/>
            <w:smallCaps w:val="0"/>
            <w:color w:val="auto"/>
            <w:szCs w:val="22"/>
          </w:rPr>
          <w:tab/>
        </w:r>
        <w:r w:rsidRPr="00227B74">
          <w:rPr>
            <w:rStyle w:val="Hyperlink"/>
            <w:lang w:val="en-GB"/>
          </w:rPr>
          <w:t xml:space="preserve">PSI/SI XML </w:t>
        </w:r>
        <w:r w:rsidRPr="00227B74">
          <w:rPr>
            <w:rStyle w:val="Hyperlink"/>
          </w:rPr>
          <w:t>Reference</w:t>
        </w:r>
        <w:r w:rsidRPr="00227B74">
          <w:rPr>
            <w:rStyle w:val="Hyperlink"/>
            <w:lang w:val="en-GB"/>
          </w:rPr>
          <w:t xml:space="preserve"> Model</w:t>
        </w:r>
        <w:r>
          <w:rPr>
            <w:webHidden/>
          </w:rPr>
          <w:tab/>
        </w:r>
        <w:r>
          <w:rPr>
            <w:webHidden/>
          </w:rPr>
          <w:fldChar w:fldCharType="begin"/>
        </w:r>
        <w:r>
          <w:rPr>
            <w:webHidden/>
          </w:rPr>
          <w:instrText xml:space="preserve"> PAGEREF _Toc18498320 \h </w:instrText>
        </w:r>
        <w:r>
          <w:rPr>
            <w:webHidden/>
          </w:rPr>
        </w:r>
        <w:r>
          <w:rPr>
            <w:webHidden/>
          </w:rPr>
          <w:fldChar w:fldCharType="separate"/>
        </w:r>
        <w:r>
          <w:rPr>
            <w:webHidden/>
          </w:rPr>
          <w:t>9</w:t>
        </w:r>
        <w:r>
          <w:rPr>
            <w:webHidden/>
          </w:rPr>
          <w:fldChar w:fldCharType="end"/>
        </w:r>
      </w:hyperlink>
    </w:p>
    <w:p w:rsidR="00C65600" w:rsidRDefault="00C65600">
      <w:pPr>
        <w:pStyle w:val="TOC2"/>
        <w:rPr>
          <w:rFonts w:asciiTheme="minorHAnsi" w:eastAsiaTheme="minorEastAsia" w:hAnsiTheme="minorHAnsi" w:cstheme="minorBidi"/>
          <w:smallCaps w:val="0"/>
          <w:sz w:val="22"/>
          <w:szCs w:val="22"/>
        </w:rPr>
      </w:pPr>
      <w:hyperlink w:anchor="_Toc18498321" w:history="1">
        <w:r w:rsidRPr="00227B74">
          <w:rPr>
            <w:rStyle w:val="Hyperlink"/>
          </w:rPr>
          <w:t>A.1</w:t>
        </w:r>
        <w:r>
          <w:rPr>
            <w:rFonts w:asciiTheme="minorHAnsi" w:eastAsiaTheme="minorEastAsia" w:hAnsiTheme="minorHAnsi" w:cstheme="minorBidi"/>
            <w:smallCaps w:val="0"/>
            <w:sz w:val="22"/>
            <w:szCs w:val="22"/>
          </w:rPr>
          <w:tab/>
        </w:r>
        <w:r w:rsidRPr="00227B74">
          <w:rPr>
            <w:rStyle w:val="Hyperlink"/>
          </w:rPr>
          <w:t>Tables</w:t>
        </w:r>
        <w:r>
          <w:rPr>
            <w:webHidden/>
          </w:rPr>
          <w:tab/>
        </w:r>
        <w:r>
          <w:rPr>
            <w:webHidden/>
          </w:rPr>
          <w:fldChar w:fldCharType="begin"/>
        </w:r>
        <w:r>
          <w:rPr>
            <w:webHidden/>
          </w:rPr>
          <w:instrText xml:space="preserve"> PAGEREF _Toc18498321 \h </w:instrText>
        </w:r>
        <w:r>
          <w:rPr>
            <w:webHidden/>
          </w:rPr>
        </w:r>
        <w:r>
          <w:rPr>
            <w:webHidden/>
          </w:rPr>
          <w:fldChar w:fldCharType="separate"/>
        </w:r>
        <w:r>
          <w:rPr>
            <w:webHidden/>
          </w:rPr>
          <w:t>9</w:t>
        </w:r>
        <w:r>
          <w:rPr>
            <w:webHidden/>
          </w:rPr>
          <w:fldChar w:fldCharType="end"/>
        </w:r>
      </w:hyperlink>
    </w:p>
    <w:p w:rsidR="00C65600" w:rsidRDefault="00C65600">
      <w:pPr>
        <w:pStyle w:val="TOC3"/>
        <w:rPr>
          <w:rFonts w:asciiTheme="minorHAnsi" w:eastAsiaTheme="minorEastAsia" w:hAnsiTheme="minorHAnsi" w:cstheme="minorBidi"/>
          <w:iCs w:val="0"/>
          <w:sz w:val="22"/>
          <w:szCs w:val="22"/>
        </w:rPr>
      </w:pPr>
      <w:hyperlink w:anchor="_Toc18498322" w:history="1">
        <w:r w:rsidRPr="00227B74">
          <w:rPr>
            <w:rStyle w:val="Hyperlink"/>
          </w:rPr>
          <w:t>A.1.1</w:t>
        </w:r>
        <w:r>
          <w:rPr>
            <w:rFonts w:asciiTheme="minorHAnsi" w:eastAsiaTheme="minorEastAsia" w:hAnsiTheme="minorHAnsi" w:cstheme="minorBidi"/>
            <w:iCs w:val="0"/>
            <w:sz w:val="22"/>
            <w:szCs w:val="22"/>
          </w:rPr>
          <w:tab/>
        </w:r>
        <w:r w:rsidRPr="00227B74">
          <w:rPr>
            <w:rStyle w:val="Hyperlink"/>
          </w:rPr>
          <w:t>Foo Table (FOOT)</w:t>
        </w:r>
        <w:r>
          <w:rPr>
            <w:webHidden/>
          </w:rPr>
          <w:tab/>
        </w:r>
        <w:r>
          <w:rPr>
            <w:webHidden/>
          </w:rPr>
          <w:fldChar w:fldCharType="begin"/>
        </w:r>
        <w:r>
          <w:rPr>
            <w:webHidden/>
          </w:rPr>
          <w:instrText xml:space="preserve"> PAGEREF _Toc18498322 \h </w:instrText>
        </w:r>
        <w:r>
          <w:rPr>
            <w:webHidden/>
          </w:rPr>
        </w:r>
        <w:r>
          <w:rPr>
            <w:webHidden/>
          </w:rPr>
          <w:fldChar w:fldCharType="separate"/>
        </w:r>
        <w:r>
          <w:rPr>
            <w:webHidden/>
          </w:rPr>
          <w:t>9</w:t>
        </w:r>
        <w:r>
          <w:rPr>
            <w:webHidden/>
          </w:rPr>
          <w:fldChar w:fldCharType="end"/>
        </w:r>
      </w:hyperlink>
    </w:p>
    <w:p w:rsidR="00C65600" w:rsidRDefault="00C65600">
      <w:pPr>
        <w:pStyle w:val="TOC2"/>
        <w:rPr>
          <w:rFonts w:asciiTheme="minorHAnsi" w:eastAsiaTheme="minorEastAsia" w:hAnsiTheme="minorHAnsi" w:cstheme="minorBidi"/>
          <w:smallCaps w:val="0"/>
          <w:sz w:val="22"/>
          <w:szCs w:val="22"/>
        </w:rPr>
      </w:pPr>
      <w:hyperlink w:anchor="_Toc18498323" w:history="1">
        <w:r w:rsidRPr="00227B74">
          <w:rPr>
            <w:rStyle w:val="Hyperlink"/>
          </w:rPr>
          <w:t>A.2</w:t>
        </w:r>
        <w:r>
          <w:rPr>
            <w:rFonts w:asciiTheme="minorHAnsi" w:eastAsiaTheme="minorEastAsia" w:hAnsiTheme="minorHAnsi" w:cstheme="minorBidi"/>
            <w:smallCaps w:val="0"/>
            <w:sz w:val="22"/>
            <w:szCs w:val="22"/>
          </w:rPr>
          <w:tab/>
        </w:r>
        <w:r w:rsidRPr="00227B74">
          <w:rPr>
            <w:rStyle w:val="Hyperlink"/>
          </w:rPr>
          <w:t>Descriptors</w:t>
        </w:r>
        <w:r>
          <w:rPr>
            <w:webHidden/>
          </w:rPr>
          <w:tab/>
        </w:r>
        <w:r>
          <w:rPr>
            <w:webHidden/>
          </w:rPr>
          <w:fldChar w:fldCharType="begin"/>
        </w:r>
        <w:r>
          <w:rPr>
            <w:webHidden/>
          </w:rPr>
          <w:instrText xml:space="preserve"> PAGEREF _Toc18498323 \h </w:instrText>
        </w:r>
        <w:r>
          <w:rPr>
            <w:webHidden/>
          </w:rPr>
        </w:r>
        <w:r>
          <w:rPr>
            <w:webHidden/>
          </w:rPr>
          <w:fldChar w:fldCharType="separate"/>
        </w:r>
        <w:r>
          <w:rPr>
            <w:webHidden/>
          </w:rPr>
          <w:t>9</w:t>
        </w:r>
        <w:r>
          <w:rPr>
            <w:webHidden/>
          </w:rPr>
          <w:fldChar w:fldCharType="end"/>
        </w:r>
      </w:hyperlink>
    </w:p>
    <w:p w:rsidR="00C65600" w:rsidRDefault="00C65600">
      <w:pPr>
        <w:pStyle w:val="TOC3"/>
        <w:rPr>
          <w:rFonts w:asciiTheme="minorHAnsi" w:eastAsiaTheme="minorEastAsia" w:hAnsiTheme="minorHAnsi" w:cstheme="minorBidi"/>
          <w:iCs w:val="0"/>
          <w:sz w:val="22"/>
          <w:szCs w:val="22"/>
        </w:rPr>
      </w:pPr>
      <w:hyperlink w:anchor="_Toc18498324" w:history="1">
        <w:r w:rsidRPr="00227B74">
          <w:rPr>
            <w:rStyle w:val="Hyperlink"/>
          </w:rPr>
          <w:t>A.2.1</w:t>
        </w:r>
        <w:r>
          <w:rPr>
            <w:rFonts w:asciiTheme="minorHAnsi" w:eastAsiaTheme="minorEastAsia" w:hAnsiTheme="minorHAnsi" w:cstheme="minorBidi"/>
            <w:iCs w:val="0"/>
            <w:sz w:val="22"/>
            <w:szCs w:val="22"/>
          </w:rPr>
          <w:tab/>
        </w:r>
        <w:r w:rsidRPr="00227B74">
          <w:rPr>
            <w:rStyle w:val="Hyperlink"/>
          </w:rPr>
          <w:t>foo_descriptor</w:t>
        </w:r>
        <w:r>
          <w:rPr>
            <w:webHidden/>
          </w:rPr>
          <w:tab/>
        </w:r>
        <w:r>
          <w:rPr>
            <w:webHidden/>
          </w:rPr>
          <w:fldChar w:fldCharType="begin"/>
        </w:r>
        <w:r>
          <w:rPr>
            <w:webHidden/>
          </w:rPr>
          <w:instrText xml:space="preserve"> PAGEREF _Toc18498324 \h </w:instrText>
        </w:r>
        <w:r>
          <w:rPr>
            <w:webHidden/>
          </w:rPr>
        </w:r>
        <w:r>
          <w:rPr>
            <w:webHidden/>
          </w:rPr>
          <w:fldChar w:fldCharType="separate"/>
        </w:r>
        <w:r>
          <w:rPr>
            <w:webHidden/>
          </w:rPr>
          <w:t>9</w:t>
        </w:r>
        <w:r>
          <w:rPr>
            <w:webHidden/>
          </w:rPr>
          <w:fldChar w:fldCharType="end"/>
        </w:r>
      </w:hyperlink>
    </w:p>
    <w:p w:rsidR="000B1A75" w:rsidRDefault="00D57DD4" w:rsidP="000B1A75">
      <w:pPr>
        <w:pStyle w:val="TableofFigures"/>
        <w:tabs>
          <w:tab w:val="right" w:leader="dot" w:pos="9017"/>
        </w:tabs>
      </w:pPr>
      <w:r>
        <w:rPr>
          <w:noProof/>
        </w:rPr>
        <w:fldChar w:fldCharType="end"/>
      </w:r>
    </w:p>
    <w:p w:rsidR="000B1A75" w:rsidRPr="00F13629" w:rsidRDefault="000B1A75">
      <w:pPr>
        <w:rPr>
          <w:lang w:val="en-GB"/>
        </w:rPr>
        <w:sectPr w:rsidR="000B1A75" w:rsidRPr="00F13629" w:rsidSect="0090412B">
          <w:headerReference w:type="even" r:id="rId10"/>
          <w:headerReference w:type="default" r:id="rId11"/>
          <w:footerReference w:type="even" r:id="rId12"/>
          <w:footerReference w:type="default" r:id="rId13"/>
          <w:pgSz w:w="11907" w:h="16840" w:code="9"/>
          <w:pgMar w:top="1440" w:right="1440" w:bottom="1440" w:left="1440" w:header="720" w:footer="720" w:gutter="0"/>
          <w:cols w:space="720"/>
        </w:sectPr>
      </w:pPr>
    </w:p>
    <w:p w:rsidR="00FD7C53" w:rsidRDefault="00827671" w:rsidP="00E86E81">
      <w:pPr>
        <w:pStyle w:val="Heading1"/>
        <w:rPr>
          <w:lang w:val="en-GB"/>
        </w:rPr>
      </w:pPr>
      <w:bookmarkStart w:id="1" w:name="_Ref196905922"/>
      <w:bookmarkStart w:id="2" w:name="_Ref105926402"/>
      <w:bookmarkStart w:id="3" w:name="_Toc105929219"/>
      <w:bookmarkStart w:id="4" w:name="_Ref105926165"/>
      <w:bookmarkStart w:id="5" w:name="_Toc105929244"/>
      <w:bookmarkStart w:id="6" w:name="_Toc18498313"/>
      <w:r>
        <w:rPr>
          <w:lang w:val="en-GB"/>
        </w:rPr>
        <w:lastRenderedPageBreak/>
        <w:t xml:space="preserve">The “Foo” Extension </w:t>
      </w:r>
      <w:bookmarkEnd w:id="1"/>
      <w:r>
        <w:rPr>
          <w:lang w:val="en-GB"/>
        </w:rPr>
        <w:t xml:space="preserve">to </w:t>
      </w:r>
      <w:proofErr w:type="spellStart"/>
      <w:r>
        <w:rPr>
          <w:lang w:val="en-GB"/>
        </w:rPr>
        <w:t>TSDuck</w:t>
      </w:r>
      <w:bookmarkEnd w:id="6"/>
      <w:proofErr w:type="spellEnd"/>
    </w:p>
    <w:p w:rsidR="00FD7C53" w:rsidRDefault="00FD7C53" w:rsidP="00E86E81">
      <w:pPr>
        <w:pStyle w:val="Heading2"/>
      </w:pPr>
      <w:bookmarkStart w:id="7" w:name="_Toc459139106"/>
      <w:bookmarkStart w:id="8" w:name="_Toc461860830"/>
      <w:bookmarkStart w:id="9" w:name="_Toc105929212"/>
      <w:bookmarkStart w:id="10" w:name="_Toc157506340"/>
      <w:bookmarkStart w:id="11" w:name="_Toc18498314"/>
      <w:r>
        <w:t>Purpose</w:t>
      </w:r>
      <w:bookmarkEnd w:id="7"/>
      <w:bookmarkEnd w:id="8"/>
      <w:bookmarkEnd w:id="9"/>
      <w:bookmarkEnd w:id="10"/>
      <w:bookmarkEnd w:id="11"/>
    </w:p>
    <w:p w:rsidR="00FD7C53" w:rsidRDefault="00827671" w:rsidP="00FD7C53">
      <w:r>
        <w:t xml:space="preserve">The sample Foo extension to </w:t>
      </w:r>
      <w:proofErr w:type="spellStart"/>
      <w:r>
        <w:t>TSDuck</w:t>
      </w:r>
      <w:proofErr w:type="spellEnd"/>
      <w:r>
        <w:t xml:space="preserve"> is a code template for other more useful extensions.</w:t>
      </w:r>
    </w:p>
    <w:p w:rsidR="00827671" w:rsidRDefault="00827671" w:rsidP="00827671">
      <w:pPr>
        <w:pStyle w:val="Heading2"/>
      </w:pPr>
      <w:bookmarkStart w:id="12" w:name="_Toc18498315"/>
      <w:r>
        <w:t>Overview</w:t>
      </w:r>
      <w:bookmarkEnd w:id="12"/>
    </w:p>
    <w:p w:rsidR="00827671" w:rsidRDefault="00827671" w:rsidP="00827671">
      <w:r w:rsidRPr="00827671">
        <w:t xml:space="preserve">The Foo extension can be found in the subdirectory </w:t>
      </w:r>
      <w:r w:rsidRPr="00827671">
        <w:rPr>
          <w:rStyle w:val="StyleConsolas"/>
        </w:rPr>
        <w:t>sample/sample-extension</w:t>
      </w:r>
      <w:r>
        <w:t xml:space="preserve"> of</w:t>
      </w:r>
      <w:r w:rsidRPr="00827671">
        <w:t xml:space="preserve"> the </w:t>
      </w:r>
      <w:proofErr w:type="spellStart"/>
      <w:r w:rsidRPr="00827671">
        <w:t>TSDuck</w:t>
      </w:r>
      <w:proofErr w:type="spellEnd"/>
      <w:r w:rsidRPr="00827671">
        <w:t xml:space="preserve"> source tree</w:t>
      </w:r>
      <w:r>
        <w:t xml:space="preserve">. Templates are available for all possibilities of </w:t>
      </w:r>
      <w:proofErr w:type="spellStart"/>
      <w:r>
        <w:t>TSDuck</w:t>
      </w:r>
      <w:proofErr w:type="spellEnd"/>
      <w:r>
        <w:t xml:space="preserve"> extensions:</w:t>
      </w:r>
    </w:p>
    <w:p w:rsidR="00827671" w:rsidRDefault="00827671" w:rsidP="00396240">
      <w:pPr>
        <w:pStyle w:val="ListParagraph"/>
        <w:numPr>
          <w:ilvl w:val="0"/>
          <w:numId w:val="32"/>
        </w:numPr>
      </w:pPr>
      <w:r>
        <w:t xml:space="preserve">Handling of a third-party table named "Foo Table" or FOOT. The table can be manipulated in XML, analyzed and displayed with the standard </w:t>
      </w:r>
      <w:proofErr w:type="spellStart"/>
      <w:r>
        <w:t>TSDuck</w:t>
      </w:r>
      <w:proofErr w:type="spellEnd"/>
      <w:r>
        <w:t xml:space="preserve"> tools.</w:t>
      </w:r>
    </w:p>
    <w:p w:rsidR="00827671" w:rsidRDefault="00827671" w:rsidP="00827671">
      <w:pPr>
        <w:pStyle w:val="ListParagraph"/>
        <w:numPr>
          <w:ilvl w:val="0"/>
          <w:numId w:val="32"/>
        </w:numPr>
      </w:pPr>
      <w:r>
        <w:t xml:space="preserve">Handling of a third-party descriptor named </w:t>
      </w:r>
      <w:proofErr w:type="spellStart"/>
      <w:r w:rsidRPr="00827671">
        <w:rPr>
          <w:i/>
        </w:rPr>
        <w:t>foo_descriptor</w:t>
      </w:r>
      <w:proofErr w:type="spellEnd"/>
      <w:r>
        <w:t xml:space="preserve">. The descriptor can be manipulated in XML, analyzed and displayed with the standard </w:t>
      </w:r>
      <w:proofErr w:type="spellStart"/>
      <w:r>
        <w:t>TSDuck</w:t>
      </w:r>
      <w:proofErr w:type="spellEnd"/>
      <w:r>
        <w:t xml:space="preserve"> tools.</w:t>
      </w:r>
    </w:p>
    <w:p w:rsidR="00827671" w:rsidRDefault="00827671" w:rsidP="00DB4592">
      <w:pPr>
        <w:pStyle w:val="ListParagraph"/>
        <w:numPr>
          <w:ilvl w:val="0"/>
          <w:numId w:val="32"/>
        </w:numPr>
      </w:pPr>
      <w:r>
        <w:t xml:space="preserve">Handling a third-party Conditional Access System named "Foo CAS". The ECM's, EMM's and private parts of the </w:t>
      </w:r>
      <w:proofErr w:type="spellStart"/>
      <w:r>
        <w:t>CA_descriptor</w:t>
      </w:r>
      <w:proofErr w:type="spellEnd"/>
      <w:r>
        <w:t xml:space="preserve"> are correctly analyzed and displayed with the standard </w:t>
      </w:r>
      <w:proofErr w:type="spellStart"/>
      <w:r>
        <w:t>TSDuck</w:t>
      </w:r>
      <w:proofErr w:type="spellEnd"/>
      <w:r>
        <w:t xml:space="preserve"> tools.</w:t>
      </w:r>
    </w:p>
    <w:p w:rsidR="00827671" w:rsidRDefault="00827671" w:rsidP="00827671">
      <w:pPr>
        <w:pStyle w:val="ListParagraph"/>
        <w:numPr>
          <w:ilvl w:val="0"/>
          <w:numId w:val="32"/>
        </w:numPr>
      </w:pPr>
      <w:r>
        <w:t xml:space="preserve">Some additional plugins for </w:t>
      </w:r>
      <w:r w:rsidRPr="00827671">
        <w:rPr>
          <w:i/>
        </w:rPr>
        <w:t>tsp</w:t>
      </w:r>
      <w:r>
        <w:t>. In this extension, there is one which manipulates the Foo Table on the fly.</w:t>
      </w:r>
    </w:p>
    <w:p w:rsidR="00827671" w:rsidRDefault="00827671" w:rsidP="00827671">
      <w:pPr>
        <w:pStyle w:val="ListParagraph"/>
        <w:numPr>
          <w:ilvl w:val="0"/>
          <w:numId w:val="32"/>
        </w:numPr>
      </w:pPr>
      <w:r>
        <w:t>Some additional utilities. Here, there is one which does not do much (just to illustrate how to do that).</w:t>
      </w:r>
    </w:p>
    <w:p w:rsidR="00827671" w:rsidRDefault="00827671" w:rsidP="009E621B">
      <w:pPr>
        <w:pStyle w:val="ListParagraph"/>
        <w:numPr>
          <w:ilvl w:val="0"/>
          <w:numId w:val="32"/>
        </w:numPr>
      </w:pPr>
      <w:r>
        <w:t>Provide scripts to build standard installers (</w:t>
      </w:r>
      <w:r w:rsidRPr="00827671">
        <w:rPr>
          <w:rStyle w:val="StyleConsolas"/>
        </w:rPr>
        <w:t>.exe</w:t>
      </w:r>
      <w:r>
        <w:t xml:space="preserve"> on Windows, </w:t>
      </w:r>
      <w:r w:rsidRPr="00827671">
        <w:rPr>
          <w:rStyle w:val="StyleConsolas"/>
        </w:rPr>
        <w:t>.rpm</w:t>
      </w:r>
      <w:r>
        <w:t xml:space="preserve"> and </w:t>
      </w:r>
      <w:r w:rsidRPr="00827671">
        <w:rPr>
          <w:rStyle w:val="StyleConsolas"/>
        </w:rPr>
        <w:t>.deb</w:t>
      </w:r>
      <w:r>
        <w:t xml:space="preserve"> on Linux). The installers install the extension on top of a matching version of </w:t>
      </w:r>
      <w:proofErr w:type="spellStart"/>
      <w:r>
        <w:t>TSDuck</w:t>
      </w:r>
      <w:proofErr w:type="spellEnd"/>
      <w:r>
        <w:t>.</w:t>
      </w:r>
    </w:p>
    <w:p w:rsidR="00827671" w:rsidRDefault="00827671" w:rsidP="009E621B">
      <w:pPr>
        <w:pStyle w:val="ListParagraph"/>
        <w:numPr>
          <w:ilvl w:val="0"/>
          <w:numId w:val="32"/>
        </w:numPr>
      </w:pPr>
      <w:r>
        <w:t>Documentation template (this document).</w:t>
      </w:r>
    </w:p>
    <w:p w:rsidR="007C4F8A" w:rsidRPr="007C4F8A" w:rsidRDefault="007C4F8A" w:rsidP="007C4F8A">
      <w:pPr>
        <w:pStyle w:val="ListParagraph"/>
        <w:numPr>
          <w:ilvl w:val="0"/>
          <w:numId w:val="32"/>
        </w:numPr>
        <w:rPr>
          <w:lang w:val="en-GB"/>
        </w:rPr>
        <w:sectPr w:rsidR="007C4F8A" w:rsidRPr="007C4F8A" w:rsidSect="0090412B">
          <w:headerReference w:type="even" r:id="rId14"/>
          <w:headerReference w:type="default" r:id="rId15"/>
          <w:footerReference w:type="even" r:id="rId16"/>
          <w:footerReference w:type="default" r:id="rId17"/>
          <w:pgSz w:w="11907" w:h="16840" w:code="9"/>
          <w:pgMar w:top="1440" w:right="1440" w:bottom="1440" w:left="1440" w:header="720" w:footer="720" w:gutter="0"/>
          <w:cols w:space="720"/>
        </w:sectPr>
      </w:pPr>
    </w:p>
    <w:p w:rsidR="00A771C4" w:rsidRDefault="00583567" w:rsidP="00E86E81">
      <w:pPr>
        <w:pStyle w:val="Heading1"/>
      </w:pPr>
      <w:bookmarkStart w:id="13" w:name="_Toc157506339"/>
      <w:bookmarkStart w:id="14" w:name="_Ref196905926"/>
      <w:bookmarkStart w:id="15" w:name="_Toc18498316"/>
      <w:r>
        <w:lastRenderedPageBreak/>
        <w:t>Command-Line</w:t>
      </w:r>
      <w:r w:rsidR="00A771C4">
        <w:t xml:space="preserve"> Utilities</w:t>
      </w:r>
      <w:bookmarkEnd w:id="13"/>
      <w:bookmarkEnd w:id="14"/>
      <w:bookmarkEnd w:id="15"/>
    </w:p>
    <w:p w:rsidR="00583567" w:rsidRDefault="00583567" w:rsidP="00583567">
      <w:pPr>
        <w:rPr>
          <w:lang w:val="en-GB"/>
        </w:rPr>
      </w:pPr>
      <w:r>
        <w:rPr>
          <w:lang w:val="en-GB"/>
        </w:rPr>
        <w:t xml:space="preserve">This chapter contains the reference documentation of all command-line utilities which are defined by the sample “Foo” extension to </w:t>
      </w:r>
      <w:proofErr w:type="spellStart"/>
      <w:r>
        <w:rPr>
          <w:lang w:val="en-GB"/>
        </w:rPr>
        <w:t>TSDuck</w:t>
      </w:r>
      <w:proofErr w:type="spellEnd"/>
      <w:r>
        <w:rPr>
          <w:lang w:val="en-GB"/>
        </w:rPr>
        <w:t>.</w:t>
      </w:r>
    </w:p>
    <w:p w:rsidR="00583567" w:rsidRPr="009F4EDF" w:rsidRDefault="00583567" w:rsidP="00583567">
      <w:pPr>
        <w:rPr>
          <w:i/>
          <w:lang w:val="en-GB"/>
        </w:rPr>
      </w:pPr>
      <w:r>
        <w:rPr>
          <w:lang w:val="en-GB"/>
        </w:rPr>
        <w:t xml:space="preserve">All conventions from </w:t>
      </w:r>
      <w:proofErr w:type="spellStart"/>
      <w:r>
        <w:rPr>
          <w:lang w:val="en-GB"/>
        </w:rPr>
        <w:t>TSDuck</w:t>
      </w:r>
      <w:proofErr w:type="spellEnd"/>
      <w:r>
        <w:rPr>
          <w:lang w:val="en-GB"/>
        </w:rPr>
        <w:t xml:space="preserve"> command-line utilities equally apply to extension: integer format, predefined common options, partial command line redirection, etc.</w:t>
      </w:r>
    </w:p>
    <w:p w:rsidR="002B6D0C" w:rsidRPr="00E233F7" w:rsidRDefault="002B6D0C" w:rsidP="00E233F7">
      <w:pPr>
        <w:pStyle w:val="Caption"/>
      </w:pPr>
      <w:bookmarkStart w:id="16" w:name="_Ref127164344"/>
      <w:bookmarkStart w:id="17" w:name="_Toc18329797"/>
      <w:r w:rsidRPr="00E233F7">
        <w:t xml:space="preserve">Table </w:t>
      </w:r>
      <w:r w:rsidR="00BB603E" w:rsidRPr="00E233F7">
        <w:fldChar w:fldCharType="begin"/>
      </w:r>
      <w:r w:rsidR="00BB603E" w:rsidRPr="00E233F7">
        <w:instrText xml:space="preserve"> SEQ Tableau \* ARABIC </w:instrText>
      </w:r>
      <w:r w:rsidR="00BB603E" w:rsidRPr="00E233F7">
        <w:fldChar w:fldCharType="separate"/>
      </w:r>
      <w:r w:rsidR="00C65600">
        <w:rPr>
          <w:noProof/>
        </w:rPr>
        <w:t>1</w:t>
      </w:r>
      <w:r w:rsidR="00BB603E" w:rsidRPr="00E233F7">
        <w:fldChar w:fldCharType="end"/>
      </w:r>
      <w:bookmarkEnd w:id="16"/>
      <w:r w:rsidRPr="00E233F7">
        <w:t xml:space="preserve">: </w:t>
      </w:r>
      <w:r w:rsidR="00583567">
        <w:t xml:space="preserve">Command-line </w:t>
      </w:r>
      <w:r w:rsidRPr="00E233F7">
        <w:t>utilities</w:t>
      </w:r>
      <w:bookmarkEnd w:id="17"/>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1461"/>
        <w:gridCol w:w="7636"/>
      </w:tblGrid>
      <w:tr w:rsidR="00911034" w:rsidTr="007E5D99">
        <w:trPr>
          <w:tblHeader/>
        </w:trPr>
        <w:tc>
          <w:tcPr>
            <w:tcW w:w="1461" w:type="dxa"/>
            <w:shd w:val="clear" w:color="auto" w:fill="2ECC71"/>
          </w:tcPr>
          <w:p w:rsidR="00911034" w:rsidRDefault="00911034" w:rsidP="009C300E">
            <w:pPr>
              <w:pStyle w:val="TableTitle"/>
            </w:pPr>
            <w:r>
              <w:t>Utility</w:t>
            </w:r>
          </w:p>
        </w:tc>
        <w:tc>
          <w:tcPr>
            <w:tcW w:w="7636" w:type="dxa"/>
            <w:shd w:val="clear" w:color="auto" w:fill="2ECC71"/>
          </w:tcPr>
          <w:p w:rsidR="00911034" w:rsidRDefault="00911034" w:rsidP="009C300E">
            <w:pPr>
              <w:pStyle w:val="TableTitle"/>
            </w:pPr>
            <w:r>
              <w:t>Description</w:t>
            </w:r>
          </w:p>
        </w:tc>
      </w:tr>
      <w:tr w:rsidR="00300F44" w:rsidTr="007E5D99">
        <w:tc>
          <w:tcPr>
            <w:tcW w:w="1461" w:type="dxa"/>
          </w:tcPr>
          <w:p w:rsidR="00300F44" w:rsidRDefault="00583567">
            <w:pPr>
              <w:pStyle w:val="TableContent"/>
              <w:rPr>
                <w:rFonts w:ascii="Consolas" w:hAnsi="Consolas"/>
              </w:rPr>
            </w:pPr>
            <w:proofErr w:type="spellStart"/>
            <w:r>
              <w:rPr>
                <w:rFonts w:ascii="Consolas" w:hAnsi="Consolas"/>
              </w:rPr>
              <w:t>footool</w:t>
            </w:r>
            <w:proofErr w:type="spellEnd"/>
          </w:p>
        </w:tc>
        <w:tc>
          <w:tcPr>
            <w:tcW w:w="7636" w:type="dxa"/>
          </w:tcPr>
          <w:p w:rsidR="00300F44" w:rsidRDefault="00583567">
            <w:pPr>
              <w:pStyle w:val="TableContent"/>
            </w:pPr>
            <w:r>
              <w:t>Sample useless utility which can be used as source code template</w:t>
            </w:r>
            <w:r w:rsidR="00300F44">
              <w:t>.</w:t>
            </w:r>
          </w:p>
        </w:tc>
      </w:tr>
    </w:tbl>
    <w:p w:rsidR="007C4F8A" w:rsidRPr="00F13629" w:rsidRDefault="007F1992" w:rsidP="007F1992">
      <w:pPr>
        <w:spacing w:before="0"/>
        <w:jc w:val="left"/>
        <w:rPr>
          <w:lang w:val="en-GB"/>
        </w:rPr>
        <w:sectPr w:rsidR="007C4F8A" w:rsidRPr="00F13629" w:rsidSect="0090412B">
          <w:headerReference w:type="even" r:id="rId18"/>
          <w:headerReference w:type="default" r:id="rId19"/>
          <w:footerReference w:type="even" r:id="rId20"/>
          <w:footerReference w:type="default" r:id="rId21"/>
          <w:pgSz w:w="11907" w:h="16840" w:code="9"/>
          <w:pgMar w:top="1440" w:right="1440" w:bottom="1440" w:left="1440" w:header="720" w:footer="720" w:gutter="0"/>
          <w:cols w:space="720"/>
        </w:sectPr>
      </w:pPr>
      <w:r>
        <w:rPr>
          <w:lang w:val="en-GB"/>
        </w:rPr>
        <w:br w:type="page"/>
      </w:r>
    </w:p>
    <w:p w:rsidR="00A771C4" w:rsidRDefault="00583567" w:rsidP="00985575">
      <w:pPr>
        <w:pStyle w:val="ReferenceSectionTitle"/>
      </w:pPr>
      <w:bookmarkStart w:id="18" w:name="_Toc18498317"/>
      <w:proofErr w:type="spellStart"/>
      <w:r>
        <w:lastRenderedPageBreak/>
        <w:t>footool</w:t>
      </w:r>
      <w:bookmarkEnd w:id="18"/>
      <w:proofErr w:type="spellEnd"/>
    </w:p>
    <w:p w:rsidR="00985575" w:rsidRPr="00985575" w:rsidRDefault="00583567" w:rsidP="00E233F7">
      <w:pPr>
        <w:pStyle w:val="UsageTitle"/>
      </w:pPr>
      <w:proofErr w:type="spellStart"/>
      <w:r>
        <w:t>Sample</w:t>
      </w:r>
      <w:proofErr w:type="spellEnd"/>
      <w:r>
        <w:t xml:space="preserve"> </w:t>
      </w:r>
      <w:proofErr w:type="spellStart"/>
      <w:r>
        <w:t>useless</w:t>
      </w:r>
      <w:proofErr w:type="spellEnd"/>
      <w:r>
        <w:t xml:space="preserve"> utility</w:t>
      </w:r>
    </w:p>
    <w:p w:rsidR="00A771C4" w:rsidRDefault="00A771C4">
      <w:pPr>
        <w:rPr>
          <w:lang w:val="en-GB"/>
        </w:rPr>
      </w:pPr>
      <w:r>
        <w:rPr>
          <w:lang w:val="en-GB"/>
        </w:rPr>
        <w:t xml:space="preserve">This utility </w:t>
      </w:r>
      <w:r w:rsidR="00583567">
        <w:rPr>
          <w:lang w:val="en-GB"/>
        </w:rPr>
        <w:t>is mostly useless. Its source code and build environment can be used as templates for utilities in other extensions.</w:t>
      </w:r>
    </w:p>
    <w:p w:rsidR="00A771C4" w:rsidRPr="0010024C" w:rsidRDefault="00BD19C2" w:rsidP="00E233F7">
      <w:pPr>
        <w:pStyle w:val="UsageTitle"/>
        <w:rPr>
          <w:lang w:val="en-US"/>
        </w:rPr>
      </w:pPr>
      <w:r>
        <w:rPr>
          <w:lang w:val="en-US"/>
        </w:rPr>
        <w:t>Usage</w:t>
      </w:r>
    </w:p>
    <w:p w:rsidR="00A771C4" w:rsidRDefault="00583567">
      <w:pPr>
        <w:pStyle w:val="UsageSyntax"/>
        <w:rPr>
          <w:lang w:val="en-GB"/>
        </w:rPr>
      </w:pPr>
      <w:r>
        <w:rPr>
          <w:lang w:val="en-GB"/>
        </w:rPr>
        <w:t>footool</w:t>
      </w:r>
      <w:r w:rsidR="00A771C4">
        <w:rPr>
          <w:lang w:val="en-GB"/>
        </w:rPr>
        <w:t xml:space="preserve"> [</w:t>
      </w:r>
      <w:r w:rsidR="00A771C4">
        <w:rPr>
          <w:i/>
          <w:iCs/>
          <w:lang w:val="en-GB"/>
        </w:rPr>
        <w:t>options</w:t>
      </w:r>
      <w:r w:rsidR="00A771C4">
        <w:rPr>
          <w:lang w:val="en-GB"/>
        </w:rPr>
        <w:t>] [</w:t>
      </w:r>
      <w:r w:rsidR="00A771C4">
        <w:rPr>
          <w:i/>
          <w:iCs/>
          <w:lang w:val="en-GB"/>
        </w:rPr>
        <w:t>input-file</w:t>
      </w:r>
      <w:r>
        <w:rPr>
          <w:i/>
          <w:iCs/>
          <w:lang w:val="en-GB"/>
        </w:rPr>
        <w:t xml:space="preserve"> ...</w:t>
      </w:r>
      <w:r w:rsidR="00A771C4">
        <w:rPr>
          <w:lang w:val="en-GB"/>
        </w:rPr>
        <w:t>]</w:t>
      </w:r>
    </w:p>
    <w:p w:rsidR="00A771C4" w:rsidRPr="0010024C" w:rsidRDefault="00A771C4" w:rsidP="00E233F7">
      <w:pPr>
        <w:pStyle w:val="UsageTitle"/>
        <w:rPr>
          <w:lang w:val="en-US"/>
        </w:rPr>
      </w:pPr>
      <w:r w:rsidRPr="0010024C">
        <w:rPr>
          <w:lang w:val="en-US"/>
        </w:rPr>
        <w:t>Input file</w:t>
      </w:r>
      <w:r w:rsidR="00583567">
        <w:rPr>
          <w:lang w:val="en-US"/>
        </w:rPr>
        <w:t>s</w:t>
      </w:r>
    </w:p>
    <w:p w:rsidR="00A771C4" w:rsidRDefault="00583567">
      <w:pPr>
        <w:pStyle w:val="NormalShifted"/>
      </w:pPr>
      <w:r>
        <w:t>A list of input files</w:t>
      </w:r>
      <w:r w:rsidR="00A771C4">
        <w:t>. If omi</w:t>
      </w:r>
      <w:r w:rsidR="00B243B1">
        <w:t>t</w:t>
      </w:r>
      <w:r w:rsidR="00A771C4">
        <w:t>ted, standard input is used.</w:t>
      </w:r>
    </w:p>
    <w:p w:rsidR="00A771C4" w:rsidRPr="0010024C" w:rsidRDefault="00BD19C2" w:rsidP="00E233F7">
      <w:pPr>
        <w:pStyle w:val="UsageTitle"/>
        <w:rPr>
          <w:lang w:val="en-US"/>
        </w:rPr>
      </w:pPr>
      <w:r>
        <w:rPr>
          <w:lang w:val="en-US"/>
        </w:rPr>
        <w:t>Options</w:t>
      </w:r>
    </w:p>
    <w:p w:rsidR="00284B59" w:rsidRDefault="00284B59">
      <w:pPr>
        <w:pStyle w:val="OptionName"/>
      </w:pPr>
      <w:r>
        <w:t>-a</w:t>
      </w:r>
      <w:r>
        <w:br/>
        <w:t>--all</w:t>
      </w:r>
    </w:p>
    <w:p w:rsidR="00284B59" w:rsidRPr="00284B59" w:rsidRDefault="00583567" w:rsidP="00583567">
      <w:pPr>
        <w:pStyle w:val="OptionDescription"/>
      </w:pPr>
      <w:r>
        <w:rPr>
          <w:lang w:eastAsia="fr-FR"/>
        </w:rPr>
        <w:t>Does not mean anything, this is just a sample option</w:t>
      </w:r>
      <w:r w:rsidR="00284B59">
        <w:t>.</w:t>
      </w:r>
    </w:p>
    <w:p w:rsidR="00A94C37" w:rsidRPr="0010024C" w:rsidRDefault="00A94C37" w:rsidP="00A94C37">
      <w:pPr>
        <w:pStyle w:val="UsageTitle"/>
        <w:rPr>
          <w:lang w:val="en-US"/>
        </w:rPr>
      </w:pPr>
      <w:r>
        <w:rPr>
          <w:lang w:val="en-US"/>
        </w:rPr>
        <w:t xml:space="preserve">Generic common command </w:t>
      </w:r>
      <w:r w:rsidRPr="0010024C">
        <w:rPr>
          <w:lang w:val="en-US"/>
        </w:rPr>
        <w:t>options</w:t>
      </w:r>
    </w:p>
    <w:p w:rsidR="00096DEB" w:rsidRPr="00CF0FFB" w:rsidRDefault="00096DEB" w:rsidP="00096DEB">
      <w:pPr>
        <w:ind w:left="284"/>
        <w:rPr>
          <w:lang w:val="en-GB"/>
        </w:rPr>
      </w:pPr>
      <w:r w:rsidRPr="00CF0FFB">
        <w:rPr>
          <w:lang w:val="en-GB"/>
        </w:rPr>
        <w:t xml:space="preserve">The following options are implicitly defined in all </w:t>
      </w:r>
      <w:r>
        <w:rPr>
          <w:lang w:val="en-GB"/>
        </w:rPr>
        <w:t>commands</w:t>
      </w:r>
      <w:r w:rsidRPr="00CF0FFB">
        <w:rPr>
          <w:lang w:val="en-GB"/>
        </w:rPr>
        <w:t>.</w:t>
      </w:r>
    </w:p>
    <w:p w:rsidR="00A94C37" w:rsidRDefault="00A94C37" w:rsidP="00A94C37">
      <w:pPr>
        <w:pStyle w:val="OptionName"/>
      </w:pPr>
      <w:r>
        <w:t>--</w:t>
      </w:r>
      <w:proofErr w:type="gramStart"/>
      <w:r>
        <w:t>debug[</w:t>
      </w:r>
      <w:proofErr w:type="gramEnd"/>
      <w:r>
        <w:t>=</w:t>
      </w:r>
      <w:r w:rsidRPr="00A6771E">
        <w:rPr>
          <w:rStyle w:val="StyleOptionNameItaliqueCar"/>
        </w:rPr>
        <w:t>N</w:t>
      </w:r>
      <w:r>
        <w:t>]</w:t>
      </w:r>
    </w:p>
    <w:p w:rsidR="00A94C37" w:rsidRDefault="00A94C37" w:rsidP="00A94C37">
      <w:pPr>
        <w:pStyle w:val="OptionDescription"/>
      </w:pPr>
      <w:r>
        <w:t xml:space="preserve">Produce verbose debug output. Specify an optional debug level </w:t>
      </w:r>
      <w:r>
        <w:rPr>
          <w:i/>
          <w:iCs/>
        </w:rPr>
        <w:t>N</w:t>
      </w:r>
      <w:r>
        <w:t xml:space="preserve"> (1 by default).</w:t>
      </w:r>
    </w:p>
    <w:p w:rsidR="00A94C37" w:rsidRDefault="00A94C37" w:rsidP="00A94C37">
      <w:pPr>
        <w:pStyle w:val="OptionName"/>
      </w:pPr>
      <w:r>
        <w:t>--help</w:t>
      </w:r>
    </w:p>
    <w:p w:rsidR="00A94C37" w:rsidRDefault="00A94C37" w:rsidP="00A94C37">
      <w:pPr>
        <w:pStyle w:val="OptionDescription"/>
      </w:pPr>
      <w:r>
        <w:t>Display command help text.</w:t>
      </w:r>
    </w:p>
    <w:p w:rsidR="00A94C37" w:rsidRPr="00EE3259" w:rsidRDefault="00A94C37" w:rsidP="00A94C37">
      <w:pPr>
        <w:pStyle w:val="OptionName"/>
        <w:rPr>
          <w:lang w:val="fr-FR"/>
        </w:rPr>
      </w:pPr>
      <w:r w:rsidRPr="00EE3259">
        <w:rPr>
          <w:lang w:val="fr-FR"/>
        </w:rPr>
        <w:t>--</w:t>
      </w:r>
      <w:proofErr w:type="spellStart"/>
      <w:r w:rsidRPr="00EE3259">
        <w:rPr>
          <w:lang w:val="fr-FR"/>
        </w:rPr>
        <w:t>verbose</w:t>
      </w:r>
      <w:proofErr w:type="spellEnd"/>
    </w:p>
    <w:p w:rsidR="00A94C37" w:rsidRPr="00EE3259" w:rsidRDefault="00A94C37" w:rsidP="00A94C37">
      <w:pPr>
        <w:pStyle w:val="OptionDescription"/>
        <w:rPr>
          <w:lang w:val="fr-FR"/>
        </w:rPr>
      </w:pPr>
      <w:proofErr w:type="spellStart"/>
      <w:r w:rsidRPr="00EE3259">
        <w:rPr>
          <w:lang w:val="fr-FR"/>
        </w:rPr>
        <w:t>Produce</w:t>
      </w:r>
      <w:proofErr w:type="spellEnd"/>
      <w:r w:rsidRPr="00EE3259">
        <w:rPr>
          <w:lang w:val="fr-FR"/>
        </w:rPr>
        <w:t xml:space="preserve"> </w:t>
      </w:r>
      <w:proofErr w:type="spellStart"/>
      <w:r w:rsidRPr="00EE3259">
        <w:rPr>
          <w:lang w:val="fr-FR"/>
        </w:rPr>
        <w:t>verbose</w:t>
      </w:r>
      <w:proofErr w:type="spellEnd"/>
      <w:r w:rsidRPr="00EE3259">
        <w:rPr>
          <w:lang w:val="fr-FR"/>
        </w:rPr>
        <w:t xml:space="preserve"> messages.</w:t>
      </w:r>
    </w:p>
    <w:p w:rsidR="00A94C37" w:rsidRDefault="00A94C37" w:rsidP="00A94C37">
      <w:pPr>
        <w:pStyle w:val="OptionName"/>
      </w:pPr>
      <w:r>
        <w:t>--version</w:t>
      </w:r>
    </w:p>
    <w:p w:rsidR="00A94C37" w:rsidRDefault="00A94C37" w:rsidP="00A94C37">
      <w:pPr>
        <w:pStyle w:val="OptionDescription"/>
      </w:pPr>
      <w:r>
        <w:t>Display the version number.</w:t>
      </w:r>
    </w:p>
    <w:p w:rsidR="00AA2520" w:rsidRDefault="00AA2520" w:rsidP="001D560C">
      <w:pPr>
        <w:pStyle w:val="OptionDescription"/>
        <w:sectPr w:rsidR="00AA2520" w:rsidSect="0090412B">
          <w:headerReference w:type="even" r:id="rId22"/>
          <w:headerReference w:type="default" r:id="rId23"/>
          <w:pgSz w:w="11907" w:h="16840" w:code="9"/>
          <w:pgMar w:top="1440" w:right="1440" w:bottom="1440" w:left="1440" w:header="720" w:footer="720" w:gutter="0"/>
          <w:cols w:space="720"/>
        </w:sectPr>
      </w:pPr>
    </w:p>
    <w:p w:rsidR="00A771C4" w:rsidRDefault="00FF1216" w:rsidP="00E86E81">
      <w:pPr>
        <w:pStyle w:val="Heading1"/>
      </w:pPr>
      <w:bookmarkStart w:id="19" w:name="_Ref218669309"/>
      <w:bookmarkStart w:id="20" w:name="_Toc18498318"/>
      <w:r>
        <w:lastRenderedPageBreak/>
        <w:t>TSP Plugins</w:t>
      </w:r>
      <w:bookmarkEnd w:id="19"/>
      <w:bookmarkEnd w:id="20"/>
    </w:p>
    <w:p w:rsidR="00FF1216" w:rsidRPr="009F4EDF" w:rsidRDefault="00FF1216">
      <w:pPr>
        <w:rPr>
          <w:i/>
          <w:lang w:val="en-GB"/>
        </w:rPr>
      </w:pPr>
      <w:r>
        <w:rPr>
          <w:lang w:val="en-GB"/>
        </w:rPr>
        <w:t xml:space="preserve">This chapter contains the reference documentation of all plugins for </w:t>
      </w:r>
      <w:r>
        <w:rPr>
          <w:i/>
          <w:lang w:val="en-GB"/>
        </w:rPr>
        <w:t>tsp</w:t>
      </w:r>
      <w:r w:rsidR="001D6229">
        <w:rPr>
          <w:lang w:val="en-GB"/>
        </w:rPr>
        <w:t xml:space="preserve"> which are defined by the sample “Foo” extension to </w:t>
      </w:r>
      <w:proofErr w:type="spellStart"/>
      <w:r w:rsidR="001D6229">
        <w:rPr>
          <w:lang w:val="en-GB"/>
        </w:rPr>
        <w:t>TSDuck</w:t>
      </w:r>
      <w:proofErr w:type="spellEnd"/>
      <w:r w:rsidR="001D6229">
        <w:rPr>
          <w:lang w:val="en-GB"/>
        </w:rPr>
        <w:t>.</w:t>
      </w:r>
    </w:p>
    <w:p w:rsidR="002B6D0C" w:rsidRPr="00E233F7" w:rsidRDefault="002B6D0C" w:rsidP="00E233F7">
      <w:pPr>
        <w:pStyle w:val="Caption"/>
      </w:pPr>
      <w:bookmarkStart w:id="21" w:name="_Ref127164900"/>
      <w:bookmarkStart w:id="22" w:name="_Toc18329798"/>
      <w:r w:rsidRPr="00E233F7">
        <w:t xml:space="preserve">Table </w:t>
      </w:r>
      <w:r w:rsidR="00BB603E" w:rsidRPr="00E233F7">
        <w:fldChar w:fldCharType="begin"/>
      </w:r>
      <w:r w:rsidR="00BB603E" w:rsidRPr="00E233F7">
        <w:instrText xml:space="preserve"> SEQ Tableau \* ARABIC </w:instrText>
      </w:r>
      <w:r w:rsidR="00BB603E" w:rsidRPr="00E233F7">
        <w:fldChar w:fldCharType="separate"/>
      </w:r>
      <w:r w:rsidR="00C65600">
        <w:rPr>
          <w:noProof/>
        </w:rPr>
        <w:t>2</w:t>
      </w:r>
      <w:r w:rsidR="00BB603E" w:rsidRPr="00E233F7">
        <w:fldChar w:fldCharType="end"/>
      </w:r>
      <w:bookmarkEnd w:id="21"/>
      <w:r w:rsidRPr="00E233F7">
        <w:t xml:space="preserve">: </w:t>
      </w:r>
      <w:r w:rsidR="001B02F9" w:rsidRPr="00E233F7">
        <w:t>tsp</w:t>
      </w:r>
      <w:r w:rsidRPr="00E233F7">
        <w:t xml:space="preserve"> plugins</w:t>
      </w:r>
      <w:bookmarkEnd w:id="22"/>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260"/>
        <w:gridCol w:w="6570"/>
      </w:tblGrid>
      <w:tr w:rsidR="00911034" w:rsidTr="00454451">
        <w:trPr>
          <w:tblHeader/>
        </w:trPr>
        <w:tc>
          <w:tcPr>
            <w:tcW w:w="1260" w:type="dxa"/>
            <w:shd w:val="clear" w:color="auto" w:fill="2ECC71"/>
          </w:tcPr>
          <w:p w:rsidR="00911034" w:rsidRDefault="00911034" w:rsidP="009C300E">
            <w:pPr>
              <w:pStyle w:val="TableTitle"/>
              <w:rPr>
                <w:lang w:val="fr-FR"/>
              </w:rPr>
            </w:pPr>
            <w:bookmarkStart w:id="23" w:name="_Ref127069449"/>
            <w:r>
              <w:rPr>
                <w:lang w:val="fr-FR"/>
              </w:rPr>
              <w:t>Plugin</w:t>
            </w:r>
          </w:p>
        </w:tc>
        <w:tc>
          <w:tcPr>
            <w:tcW w:w="1260" w:type="dxa"/>
            <w:shd w:val="clear" w:color="auto" w:fill="2ECC71"/>
          </w:tcPr>
          <w:p w:rsidR="00911034" w:rsidRDefault="00911034" w:rsidP="009C300E">
            <w:pPr>
              <w:pStyle w:val="TableTitle"/>
              <w:rPr>
                <w:lang w:val="fr-FR"/>
              </w:rPr>
            </w:pPr>
            <w:r>
              <w:rPr>
                <w:lang w:val="fr-FR"/>
              </w:rPr>
              <w:t>Type</w:t>
            </w:r>
          </w:p>
        </w:tc>
        <w:tc>
          <w:tcPr>
            <w:tcW w:w="6570" w:type="dxa"/>
            <w:shd w:val="clear" w:color="auto" w:fill="2ECC71"/>
          </w:tcPr>
          <w:p w:rsidR="00911034" w:rsidRDefault="00911034" w:rsidP="009C300E">
            <w:pPr>
              <w:pStyle w:val="TableTitle"/>
              <w:rPr>
                <w:lang w:val="en-GB"/>
              </w:rPr>
            </w:pPr>
            <w:r>
              <w:rPr>
                <w:lang w:val="en-GB"/>
              </w:rPr>
              <w:t>Description</w:t>
            </w:r>
          </w:p>
        </w:tc>
      </w:tr>
      <w:tr w:rsidR="001F0A1B" w:rsidTr="00454451">
        <w:tc>
          <w:tcPr>
            <w:tcW w:w="1260" w:type="dxa"/>
          </w:tcPr>
          <w:p w:rsidR="001F0A1B" w:rsidRDefault="009C04E0">
            <w:pPr>
              <w:pStyle w:val="TableContent"/>
              <w:rPr>
                <w:rFonts w:ascii="Consolas" w:hAnsi="Consolas"/>
              </w:rPr>
            </w:pPr>
            <w:r>
              <w:rPr>
                <w:rFonts w:ascii="Consolas" w:hAnsi="Consolas"/>
              </w:rPr>
              <w:t>f</w:t>
            </w:r>
            <w:r w:rsidR="00630134">
              <w:rPr>
                <w:rFonts w:ascii="Consolas" w:hAnsi="Consolas"/>
              </w:rPr>
              <w:t>oo</w:t>
            </w:r>
            <w:r w:rsidR="001F0A1B">
              <w:rPr>
                <w:rFonts w:ascii="Consolas" w:hAnsi="Consolas"/>
              </w:rPr>
              <w:t>t</w:t>
            </w:r>
          </w:p>
        </w:tc>
        <w:tc>
          <w:tcPr>
            <w:tcW w:w="1260" w:type="dxa"/>
          </w:tcPr>
          <w:p w:rsidR="001F0A1B" w:rsidRDefault="0079300A">
            <w:pPr>
              <w:pStyle w:val="TableCentered"/>
            </w:pPr>
            <w:r>
              <w:t>p</w:t>
            </w:r>
            <w:r w:rsidR="001F0A1B">
              <w:t>acket</w:t>
            </w:r>
          </w:p>
        </w:tc>
        <w:tc>
          <w:tcPr>
            <w:tcW w:w="6570" w:type="dxa"/>
          </w:tcPr>
          <w:p w:rsidR="001F0A1B" w:rsidRDefault="001F0A1B">
            <w:pPr>
              <w:pStyle w:val="TableContent"/>
            </w:pPr>
            <w:r w:rsidRPr="00B22E97">
              <w:t xml:space="preserve">Perform various transformations on the </w:t>
            </w:r>
            <w:r w:rsidR="00630134">
              <w:t>FOO</w:t>
            </w:r>
            <w:r>
              <w:t>T</w:t>
            </w:r>
            <w:r w:rsidR="00630134">
              <w:t xml:space="preserve"> (Foo Table)</w:t>
            </w:r>
          </w:p>
        </w:tc>
      </w:tr>
      <w:bookmarkEnd w:id="23"/>
    </w:tbl>
    <w:p w:rsidR="00675D08" w:rsidRDefault="00675D08">
      <w:pPr>
        <w:spacing w:before="0"/>
        <w:jc w:val="left"/>
        <w:rPr>
          <w:rFonts w:ascii="Consolas" w:hAnsi="Consolas" w:cs="Consolas"/>
          <w:noProof/>
          <w:lang w:val="en-GB"/>
        </w:rPr>
      </w:pPr>
    </w:p>
    <w:p w:rsidR="00911034" w:rsidRDefault="00911034">
      <w:pPr>
        <w:pStyle w:val="UsageSyntax"/>
        <w:rPr>
          <w:lang w:val="en-GB"/>
        </w:rPr>
        <w:sectPr w:rsidR="00911034" w:rsidSect="0090412B">
          <w:headerReference w:type="even" r:id="rId24"/>
          <w:headerReference w:type="default" r:id="rId25"/>
          <w:pgSz w:w="11907" w:h="16840" w:code="9"/>
          <w:pgMar w:top="1440" w:right="1440" w:bottom="1440" w:left="1440" w:header="720" w:footer="720" w:gutter="0"/>
          <w:cols w:space="720"/>
        </w:sectPr>
      </w:pPr>
    </w:p>
    <w:p w:rsidR="007702EE" w:rsidRDefault="00630134" w:rsidP="00A545B1">
      <w:pPr>
        <w:pStyle w:val="ReferenceSectionTitle"/>
      </w:pPr>
      <w:bookmarkStart w:id="24" w:name="_Ref127173331"/>
      <w:bookmarkStart w:id="25" w:name="_Toc157506376"/>
      <w:bookmarkStart w:id="26" w:name="_Ref175468360"/>
      <w:bookmarkStart w:id="27" w:name="_Ref127173416"/>
      <w:bookmarkStart w:id="28" w:name="_Toc157506360"/>
      <w:bookmarkStart w:id="29" w:name="_Ref127173585"/>
      <w:bookmarkStart w:id="30" w:name="_Toc157506359"/>
      <w:bookmarkStart w:id="31" w:name="_Ref127173716"/>
      <w:bookmarkStart w:id="32" w:name="_Toc157506358"/>
      <w:bookmarkStart w:id="33" w:name="_Ref192475918"/>
      <w:bookmarkStart w:id="34" w:name="_Toc192480533"/>
      <w:bookmarkStart w:id="35" w:name="_Toc18498319"/>
      <w:r>
        <w:lastRenderedPageBreak/>
        <w:t>foo</w:t>
      </w:r>
      <w:r w:rsidR="007702EE">
        <w:t>t</w:t>
      </w:r>
      <w:bookmarkEnd w:id="35"/>
    </w:p>
    <w:p w:rsidR="007702EE" w:rsidRPr="0010024C" w:rsidRDefault="005A7556" w:rsidP="00E233F7">
      <w:pPr>
        <w:pStyle w:val="UsageTitle"/>
        <w:rPr>
          <w:lang w:val="en-US"/>
        </w:rPr>
      </w:pPr>
      <w:r>
        <w:rPr>
          <w:lang w:val="en-US"/>
        </w:rPr>
        <w:t>Perform v</w:t>
      </w:r>
      <w:r w:rsidR="007702EE" w:rsidRPr="0010024C">
        <w:rPr>
          <w:lang w:val="en-US"/>
        </w:rPr>
        <w:t xml:space="preserve">arious </w:t>
      </w:r>
      <w:r>
        <w:rPr>
          <w:lang w:val="en-US"/>
        </w:rPr>
        <w:t>t</w:t>
      </w:r>
      <w:r w:rsidR="007702EE" w:rsidRPr="0010024C">
        <w:rPr>
          <w:lang w:val="en-US"/>
        </w:rPr>
        <w:t xml:space="preserve">ransformations on </w:t>
      </w:r>
      <w:r w:rsidR="000F3C67">
        <w:rPr>
          <w:lang w:val="en-US"/>
        </w:rPr>
        <w:t>a</w:t>
      </w:r>
      <w:r w:rsidR="007702EE" w:rsidRPr="0010024C">
        <w:rPr>
          <w:lang w:val="en-US"/>
        </w:rPr>
        <w:t xml:space="preserve"> </w:t>
      </w:r>
      <w:r>
        <w:rPr>
          <w:lang w:val="en-US"/>
        </w:rPr>
        <w:t>FOO</w:t>
      </w:r>
      <w:r w:rsidR="007702EE" w:rsidRPr="0010024C">
        <w:rPr>
          <w:lang w:val="en-US"/>
        </w:rPr>
        <w:t xml:space="preserve">T </w:t>
      </w:r>
    </w:p>
    <w:p w:rsidR="007702EE" w:rsidRDefault="007702EE" w:rsidP="007702EE">
      <w:r>
        <w:t xml:space="preserve">This plugin performs various transformations on </w:t>
      </w:r>
      <w:r w:rsidR="005A7556">
        <w:t>a FOOT (Foo Table)</w:t>
      </w:r>
      <w:r>
        <w:t>.</w:t>
      </w:r>
    </w:p>
    <w:p w:rsidR="007702EE" w:rsidRPr="009C04E0" w:rsidRDefault="00BD19C2" w:rsidP="00E233F7">
      <w:pPr>
        <w:pStyle w:val="UsageTitle"/>
        <w:rPr>
          <w:lang w:val="en-US"/>
        </w:rPr>
      </w:pPr>
      <w:r w:rsidRPr="009C04E0">
        <w:rPr>
          <w:lang w:val="en-US"/>
        </w:rPr>
        <w:t>Usage</w:t>
      </w:r>
    </w:p>
    <w:p w:rsidR="007702EE" w:rsidRPr="009C04E0" w:rsidRDefault="007702EE" w:rsidP="007702EE">
      <w:pPr>
        <w:pStyle w:val="UsageSyntax"/>
        <w:rPr>
          <w:lang w:val="en-US"/>
        </w:rPr>
      </w:pPr>
      <w:r w:rsidRPr="009C04E0">
        <w:rPr>
          <w:lang w:val="en-US"/>
        </w:rPr>
        <w:t xml:space="preserve">tsp -P </w:t>
      </w:r>
      <w:r w:rsidR="003C4CB0" w:rsidRPr="009C04E0">
        <w:rPr>
          <w:lang w:val="en-US"/>
        </w:rPr>
        <w:t>foo</w:t>
      </w:r>
      <w:r w:rsidRPr="009C04E0">
        <w:rPr>
          <w:lang w:val="en-US"/>
        </w:rPr>
        <w:t>t [</w:t>
      </w:r>
      <w:r w:rsidRPr="009C04E0">
        <w:rPr>
          <w:i/>
          <w:lang w:val="en-US"/>
        </w:rPr>
        <w:t>options</w:t>
      </w:r>
      <w:r w:rsidRPr="009C04E0">
        <w:rPr>
          <w:lang w:val="en-US"/>
        </w:rPr>
        <w:t>]</w:t>
      </w:r>
    </w:p>
    <w:p w:rsidR="007702EE" w:rsidRPr="0010024C" w:rsidRDefault="00BD19C2" w:rsidP="00E233F7">
      <w:pPr>
        <w:pStyle w:val="UsageTitle"/>
        <w:rPr>
          <w:lang w:val="en-US"/>
        </w:rPr>
      </w:pPr>
      <w:r>
        <w:rPr>
          <w:lang w:val="en-US"/>
        </w:rPr>
        <w:t>Options</w:t>
      </w:r>
    </w:p>
    <w:p w:rsidR="008569B8" w:rsidRDefault="008569B8" w:rsidP="008569B8">
      <w:pPr>
        <w:pStyle w:val="OptionName"/>
      </w:pPr>
      <w:r>
        <w:t xml:space="preserve">--bitrate </w:t>
      </w:r>
      <w:r w:rsidRPr="00FF5857">
        <w:rPr>
          <w:b w:val="0"/>
          <w:i/>
        </w:rPr>
        <w:t>value</w:t>
      </w:r>
    </w:p>
    <w:p w:rsidR="00486709" w:rsidRDefault="008569B8" w:rsidP="008569B8">
      <w:pPr>
        <w:pStyle w:val="OptionDescription"/>
      </w:pPr>
      <w:r>
        <w:t xml:space="preserve">Specifies the bitrate in bits / second of the PID containing the </w:t>
      </w:r>
      <w:r w:rsidR="00AD661C">
        <w:t>FOO</w:t>
      </w:r>
      <w:r w:rsidR="00486709">
        <w:t>T if a new one is created.</w:t>
      </w:r>
    </w:p>
    <w:p w:rsidR="008569B8" w:rsidRDefault="008569B8" w:rsidP="008569B8">
      <w:pPr>
        <w:pStyle w:val="OptionDescription"/>
      </w:pPr>
      <w:r>
        <w:t>The default is 3,000 b/s.</w:t>
      </w:r>
    </w:p>
    <w:p w:rsidR="00046D29" w:rsidRDefault="00046D29" w:rsidP="00046D29">
      <w:pPr>
        <w:pStyle w:val="OptionName"/>
      </w:pPr>
      <w:r>
        <w:t>-c</w:t>
      </w:r>
      <w:r>
        <w:br/>
        <w:t>--create</w:t>
      </w:r>
    </w:p>
    <w:p w:rsidR="00046D29" w:rsidRDefault="00AD661C" w:rsidP="00046D29">
      <w:pPr>
        <w:pStyle w:val="OptionDescription"/>
      </w:pPr>
      <w:r>
        <w:t>Create a new empty FOO</w:t>
      </w:r>
      <w:r w:rsidR="00046D29">
        <w:t>T if none was received after one second.</w:t>
      </w:r>
    </w:p>
    <w:p w:rsidR="00046D29" w:rsidRDefault="00046D29" w:rsidP="00046D29">
      <w:pPr>
        <w:pStyle w:val="OptionDescription"/>
      </w:pPr>
      <w:r>
        <w:t xml:space="preserve">This is equivalent to </w:t>
      </w:r>
      <w:r w:rsidRPr="00031B5C">
        <w:rPr>
          <w:rFonts w:ascii="Consolas" w:hAnsi="Consolas" w:cs="Consolas"/>
        </w:rPr>
        <w:t>--create-after</w:t>
      </w:r>
      <w:r>
        <w:rPr>
          <w:rFonts w:ascii="Consolas" w:hAnsi="Consolas" w:cs="Consolas"/>
        </w:rPr>
        <w:t xml:space="preserve"> </w:t>
      </w:r>
      <w:r w:rsidRPr="00031B5C">
        <w:rPr>
          <w:rFonts w:ascii="Consolas" w:hAnsi="Consolas" w:cs="Consolas"/>
        </w:rPr>
        <w:t>1000</w:t>
      </w:r>
      <w:r>
        <w:t>.</w:t>
      </w:r>
    </w:p>
    <w:p w:rsidR="00046D29" w:rsidRDefault="00046D29" w:rsidP="00046D29">
      <w:pPr>
        <w:pStyle w:val="OptionName"/>
      </w:pPr>
      <w:r>
        <w:t>--</w:t>
      </w:r>
      <w:proofErr w:type="gramStart"/>
      <w:r>
        <w:t>create-</w:t>
      </w:r>
      <w:proofErr w:type="gramEnd"/>
      <w:r>
        <w:t xml:space="preserve">after </w:t>
      </w:r>
      <w:r w:rsidRPr="00FF5857">
        <w:rPr>
          <w:b w:val="0"/>
          <w:i/>
        </w:rPr>
        <w:t>milliseconds</w:t>
      </w:r>
    </w:p>
    <w:p w:rsidR="00046D29" w:rsidRDefault="00AD661C" w:rsidP="00046D29">
      <w:pPr>
        <w:pStyle w:val="OptionDescription"/>
      </w:pPr>
      <w:r>
        <w:t>Create a new empty FOO</w:t>
      </w:r>
      <w:r w:rsidR="00046D29">
        <w:t xml:space="preserve">T if none was received after the specified number of milliseconds. If an actual </w:t>
      </w:r>
      <w:r>
        <w:t>FOO</w:t>
      </w:r>
      <w:r w:rsidR="00046D29">
        <w:t>T is received later, it will be used as the base for transformations instead of the empty one.</w:t>
      </w:r>
    </w:p>
    <w:p w:rsidR="00AD661C" w:rsidRDefault="00AD661C" w:rsidP="00AD661C">
      <w:pPr>
        <w:pStyle w:val="OptionName"/>
      </w:pPr>
      <w:r>
        <w:t>-</w:t>
      </w:r>
      <w:proofErr w:type="spellStart"/>
      <w:proofErr w:type="gramStart"/>
      <w:r>
        <w:t>i</w:t>
      </w:r>
      <w:proofErr w:type="spellEnd"/>
      <w:proofErr w:type="gramEnd"/>
      <w:r>
        <w:t xml:space="preserve"> </w:t>
      </w:r>
      <w:r w:rsidRPr="00AD661C">
        <w:rPr>
          <w:b w:val="0"/>
          <w:i/>
        </w:rPr>
        <w:t>value</w:t>
      </w:r>
      <w:r>
        <w:br/>
        <w:t xml:space="preserve">--id </w:t>
      </w:r>
      <w:r w:rsidRPr="00AD661C">
        <w:rPr>
          <w:b w:val="0"/>
          <w:i/>
        </w:rPr>
        <w:t>value</w:t>
      </w:r>
    </w:p>
    <w:p w:rsidR="00AD661C" w:rsidRDefault="00AD661C" w:rsidP="00AD661C">
      <w:pPr>
        <w:pStyle w:val="OptionDescription"/>
      </w:pPr>
      <w:r>
        <w:rPr>
          <w:lang w:eastAsia="fr-FR"/>
        </w:rPr>
        <w:t xml:space="preserve">Modify the </w:t>
      </w:r>
      <w:proofErr w:type="spellStart"/>
      <w:r w:rsidRPr="00AD661C">
        <w:rPr>
          <w:i/>
          <w:lang w:eastAsia="fr-FR"/>
        </w:rPr>
        <w:t>foo_id</w:t>
      </w:r>
      <w:proofErr w:type="spellEnd"/>
      <w:r>
        <w:rPr>
          <w:lang w:eastAsia="fr-FR"/>
        </w:rPr>
        <w:t xml:space="preserve"> </w:t>
      </w:r>
      <w:r w:rsidR="00C544E3">
        <w:rPr>
          <w:lang w:eastAsia="fr-FR"/>
        </w:rPr>
        <w:t xml:space="preserve">field </w:t>
      </w:r>
      <w:r>
        <w:rPr>
          <w:lang w:eastAsia="fr-FR"/>
        </w:rPr>
        <w:t>in the FOOT with the specified value</w:t>
      </w:r>
      <w:r>
        <w:t>.</w:t>
      </w:r>
    </w:p>
    <w:p w:rsidR="007702EE" w:rsidRDefault="007702EE" w:rsidP="007702EE">
      <w:pPr>
        <w:pStyle w:val="OptionName"/>
      </w:pPr>
      <w:r>
        <w:t>--increment-version</w:t>
      </w:r>
    </w:p>
    <w:p w:rsidR="007702EE" w:rsidRDefault="007702EE" w:rsidP="007702EE">
      <w:pPr>
        <w:pStyle w:val="OptionDescription"/>
      </w:pPr>
      <w:r>
        <w:t>Increm</w:t>
      </w:r>
      <w:r w:rsidR="00A46403">
        <w:t>ent the version number of the FOO</w:t>
      </w:r>
      <w:r>
        <w:t>T.</w:t>
      </w:r>
    </w:p>
    <w:p w:rsidR="00BB1E64" w:rsidRPr="00847C27" w:rsidRDefault="00BB1E64" w:rsidP="00BB1E64">
      <w:pPr>
        <w:pStyle w:val="OptionName"/>
        <w:rPr>
          <w:i/>
        </w:rPr>
      </w:pPr>
      <w:r>
        <w:t xml:space="preserve">--inter-packet </w:t>
      </w:r>
      <w:r w:rsidRPr="00FF5857">
        <w:rPr>
          <w:b w:val="0"/>
          <w:i/>
        </w:rPr>
        <w:t>value</w:t>
      </w:r>
    </w:p>
    <w:p w:rsidR="00BB1E64" w:rsidRDefault="00BB1E64" w:rsidP="00BB1E64">
      <w:pPr>
        <w:pStyle w:val="OptionDescription"/>
      </w:pPr>
      <w:r>
        <w:t xml:space="preserve">When a new </w:t>
      </w:r>
      <w:r w:rsidR="00A46403">
        <w:t>FOO</w:t>
      </w:r>
      <w:r>
        <w:t xml:space="preserve">T is created and </w:t>
      </w:r>
      <w:r w:rsidRPr="00E9583A">
        <w:rPr>
          <w:rFonts w:ascii="Consolas" w:hAnsi="Consolas" w:cs="Consolas"/>
        </w:rPr>
        <w:t>--bitrate</w:t>
      </w:r>
      <w:r>
        <w:t xml:space="preserve"> is not present, this option specifies the packet interval for the </w:t>
      </w:r>
      <w:r w:rsidR="00A46403">
        <w:t>FOO</w:t>
      </w:r>
      <w:r>
        <w:t>T PID, that is to say the number of TS packets in the transport between two packets of the PID.</w:t>
      </w:r>
    </w:p>
    <w:p w:rsidR="00BB1E64" w:rsidRDefault="00BB1E64" w:rsidP="00BB1E64">
      <w:pPr>
        <w:pStyle w:val="OptionDescription"/>
      </w:pPr>
      <w:r>
        <w:t xml:space="preserve">Use instead of </w:t>
      </w:r>
      <w:r>
        <w:rPr>
          <w:rFonts w:ascii="Consolas" w:hAnsi="Consolas" w:cs="Consolas"/>
        </w:rPr>
        <w:noBreakHyphen/>
      </w:r>
      <w:r>
        <w:rPr>
          <w:rFonts w:ascii="Consolas" w:hAnsi="Consolas" w:cs="Consolas"/>
        </w:rPr>
        <w:noBreakHyphen/>
      </w:r>
      <w:r w:rsidRPr="00E9583A">
        <w:rPr>
          <w:rFonts w:ascii="Consolas" w:hAnsi="Consolas" w:cs="Consolas"/>
        </w:rPr>
        <w:t>bitrate</w:t>
      </w:r>
      <w:r>
        <w:t xml:space="preserve"> if the global bitrate of the TS cannot be determined.</w:t>
      </w:r>
    </w:p>
    <w:p w:rsidR="00C544E3" w:rsidRDefault="00C544E3" w:rsidP="00C544E3">
      <w:pPr>
        <w:pStyle w:val="OptionName"/>
      </w:pPr>
      <w:r>
        <w:t>-</w:t>
      </w:r>
      <w:proofErr w:type="gramStart"/>
      <w:r>
        <w:t>n</w:t>
      </w:r>
      <w:proofErr w:type="gramEnd"/>
      <w:r>
        <w:t xml:space="preserve"> </w:t>
      </w:r>
      <w:r w:rsidRPr="00AD661C">
        <w:rPr>
          <w:b w:val="0"/>
          <w:i/>
        </w:rPr>
        <w:t>value</w:t>
      </w:r>
      <w:r>
        <w:br/>
        <w:t xml:space="preserve">--name </w:t>
      </w:r>
      <w:r w:rsidRPr="00AD661C">
        <w:rPr>
          <w:b w:val="0"/>
          <w:i/>
        </w:rPr>
        <w:t>value</w:t>
      </w:r>
    </w:p>
    <w:p w:rsidR="00C544E3" w:rsidRDefault="00C544E3" w:rsidP="00C544E3">
      <w:pPr>
        <w:pStyle w:val="OptionDescription"/>
      </w:pPr>
      <w:r>
        <w:rPr>
          <w:lang w:eastAsia="fr-FR"/>
        </w:rPr>
        <w:t xml:space="preserve">Modify the </w:t>
      </w:r>
      <w:r>
        <w:rPr>
          <w:i/>
          <w:lang w:eastAsia="fr-FR"/>
        </w:rPr>
        <w:t xml:space="preserve">name </w:t>
      </w:r>
      <w:r>
        <w:rPr>
          <w:lang w:eastAsia="fr-FR"/>
        </w:rPr>
        <w:t>field in the FOOT with the specified value</w:t>
      </w:r>
      <w:r>
        <w:t>.</w:t>
      </w:r>
    </w:p>
    <w:p w:rsidR="0075463C" w:rsidRDefault="0075463C" w:rsidP="0075463C">
      <w:pPr>
        <w:pStyle w:val="StyleOptionNameItalique"/>
      </w:pPr>
      <w:r w:rsidRPr="005A6807">
        <w:rPr>
          <w:i w:val="0"/>
        </w:rPr>
        <w:t>-</w:t>
      </w:r>
      <w:proofErr w:type="gramStart"/>
      <w:r w:rsidRPr="005A6807">
        <w:rPr>
          <w:i w:val="0"/>
        </w:rPr>
        <w:t>v</w:t>
      </w:r>
      <w:proofErr w:type="gramEnd"/>
      <w:r w:rsidRPr="005A6807">
        <w:rPr>
          <w:i w:val="0"/>
        </w:rPr>
        <w:t xml:space="preserve"> </w:t>
      </w:r>
      <w:r w:rsidRPr="0071006E">
        <w:rPr>
          <w:b w:val="0"/>
        </w:rPr>
        <w:t>value</w:t>
      </w:r>
      <w:r>
        <w:br/>
      </w:r>
      <w:r w:rsidRPr="005A6807">
        <w:rPr>
          <w:i w:val="0"/>
        </w:rPr>
        <w:t xml:space="preserve">--new-version </w:t>
      </w:r>
      <w:r w:rsidRPr="0071006E">
        <w:rPr>
          <w:b w:val="0"/>
        </w:rPr>
        <w:t>value</w:t>
      </w:r>
    </w:p>
    <w:p w:rsidR="0075463C" w:rsidRDefault="0075463C" w:rsidP="0075463C">
      <w:pPr>
        <w:pStyle w:val="OptionDescription"/>
      </w:pPr>
      <w:r>
        <w:t>Specify a new</w:t>
      </w:r>
      <w:r w:rsidR="00A46403">
        <w:t xml:space="preserve"> value for the version of the FOO</w:t>
      </w:r>
      <w:r>
        <w:t>T.</w:t>
      </w:r>
    </w:p>
    <w:p w:rsidR="00A46403" w:rsidRPr="00A46403" w:rsidRDefault="00A46403" w:rsidP="00A46403">
      <w:pPr>
        <w:pStyle w:val="OptionName"/>
        <w:rPr>
          <w:b w:val="0"/>
          <w:i/>
          <w:lang w:eastAsia="fr-FR"/>
        </w:rPr>
      </w:pPr>
      <w:r>
        <w:rPr>
          <w:lang w:eastAsia="fr-FR"/>
        </w:rPr>
        <w:t>-</w:t>
      </w:r>
      <w:proofErr w:type="gramStart"/>
      <w:r>
        <w:rPr>
          <w:lang w:eastAsia="fr-FR"/>
        </w:rPr>
        <w:t>p</w:t>
      </w:r>
      <w:proofErr w:type="gramEnd"/>
      <w:r>
        <w:rPr>
          <w:lang w:eastAsia="fr-FR"/>
        </w:rPr>
        <w:t xml:space="preserve"> </w:t>
      </w:r>
      <w:r w:rsidRPr="00A46403">
        <w:rPr>
          <w:b w:val="0"/>
          <w:i/>
          <w:lang w:eastAsia="fr-FR"/>
        </w:rPr>
        <w:t>value</w:t>
      </w:r>
      <w:r>
        <w:rPr>
          <w:lang w:eastAsia="fr-FR"/>
        </w:rPr>
        <w:br/>
        <w:t>--</w:t>
      </w:r>
      <w:proofErr w:type="spellStart"/>
      <w:r>
        <w:rPr>
          <w:lang w:eastAsia="fr-FR"/>
        </w:rPr>
        <w:t>pid</w:t>
      </w:r>
      <w:proofErr w:type="spellEnd"/>
      <w:r>
        <w:rPr>
          <w:lang w:eastAsia="fr-FR"/>
        </w:rPr>
        <w:t xml:space="preserve"> </w:t>
      </w:r>
      <w:r w:rsidRPr="00A46403">
        <w:rPr>
          <w:b w:val="0"/>
          <w:i/>
          <w:lang w:eastAsia="fr-FR"/>
        </w:rPr>
        <w:t>value</w:t>
      </w:r>
    </w:p>
    <w:p w:rsidR="00A46403" w:rsidRDefault="00A46403" w:rsidP="00A46403">
      <w:pPr>
        <w:pStyle w:val="OptionDescription"/>
      </w:pPr>
      <w:r>
        <w:rPr>
          <w:lang w:eastAsia="fr-FR"/>
        </w:rPr>
        <w:t>Specify the PID on which the FOOT is expected. This option is required.</w:t>
      </w:r>
    </w:p>
    <w:p w:rsidR="006E4C0C" w:rsidRPr="00CF0FFB" w:rsidRDefault="006E4C0C" w:rsidP="006E4C0C">
      <w:pPr>
        <w:pStyle w:val="UsageTitle"/>
        <w:rPr>
          <w:lang w:val="en-US" w:eastAsia="fr-FR"/>
        </w:rPr>
      </w:pPr>
      <w:r w:rsidRPr="00CF0FFB">
        <w:rPr>
          <w:lang w:val="en-US" w:eastAsia="fr-FR"/>
        </w:rPr>
        <w:t xml:space="preserve">Generic </w:t>
      </w:r>
      <w:r>
        <w:rPr>
          <w:lang w:val="en-US" w:eastAsia="fr-FR"/>
        </w:rPr>
        <w:t xml:space="preserve">packet processing </w:t>
      </w:r>
      <w:r w:rsidRPr="00CF0FFB">
        <w:rPr>
          <w:lang w:val="en-US" w:eastAsia="fr-FR"/>
        </w:rPr>
        <w:t>plugin options</w:t>
      </w:r>
    </w:p>
    <w:p w:rsidR="006E4C0C" w:rsidRPr="00CF0FFB" w:rsidRDefault="006E4C0C" w:rsidP="006E4C0C">
      <w:pPr>
        <w:ind w:left="284"/>
        <w:rPr>
          <w:lang w:val="en-GB"/>
        </w:rPr>
      </w:pPr>
      <w:r w:rsidRPr="00CF0FFB">
        <w:rPr>
          <w:lang w:val="en-GB"/>
        </w:rPr>
        <w:t>The following options are implicitly defined in all packet processing plugins.</w:t>
      </w:r>
    </w:p>
    <w:p w:rsidR="006E4C0C" w:rsidRDefault="006E4C0C" w:rsidP="006E4C0C">
      <w:pPr>
        <w:pStyle w:val="OptionName"/>
      </w:pPr>
      <w:r>
        <w:t>--help</w:t>
      </w:r>
    </w:p>
    <w:p w:rsidR="006E4C0C" w:rsidRDefault="006E4C0C" w:rsidP="006E4C0C">
      <w:pPr>
        <w:pStyle w:val="OptionDescription"/>
      </w:pPr>
      <w:r>
        <w:t>Display this help text.</w:t>
      </w:r>
    </w:p>
    <w:p w:rsidR="006E4C0C" w:rsidRDefault="006E4C0C" w:rsidP="006E4C0C">
      <w:pPr>
        <w:pStyle w:val="OptionName"/>
        <w:rPr>
          <w:lang w:eastAsia="fr-FR"/>
        </w:rPr>
      </w:pPr>
      <w:r>
        <w:rPr>
          <w:lang w:eastAsia="fr-FR"/>
        </w:rPr>
        <w:t xml:space="preserve">--only-label </w:t>
      </w:r>
      <w:proofErr w:type="gramStart"/>
      <w:r w:rsidRPr="00CF0FFB">
        <w:rPr>
          <w:b w:val="0"/>
          <w:i/>
          <w:lang w:eastAsia="fr-FR"/>
        </w:rPr>
        <w:t>label1</w:t>
      </w:r>
      <w:r w:rsidRPr="00CF0FFB">
        <w:rPr>
          <w:b w:val="0"/>
          <w:lang w:eastAsia="fr-FR"/>
        </w:rPr>
        <w:t>[</w:t>
      </w:r>
      <w:proofErr w:type="gramEnd"/>
      <w:r w:rsidRPr="00CF0FFB">
        <w:rPr>
          <w:b w:val="0"/>
          <w:lang w:eastAsia="fr-FR"/>
        </w:rPr>
        <w:t>-</w:t>
      </w:r>
      <w:r w:rsidRPr="00CF0FFB">
        <w:rPr>
          <w:b w:val="0"/>
          <w:i/>
          <w:lang w:eastAsia="fr-FR"/>
        </w:rPr>
        <w:t>label2</w:t>
      </w:r>
      <w:r w:rsidRPr="00CF0FFB">
        <w:rPr>
          <w:b w:val="0"/>
          <w:lang w:eastAsia="fr-FR"/>
        </w:rPr>
        <w:t>]</w:t>
      </w:r>
    </w:p>
    <w:p w:rsidR="006E4C0C" w:rsidRDefault="006E4C0C" w:rsidP="006E4C0C">
      <w:pPr>
        <w:pStyle w:val="OptionDescription"/>
        <w:rPr>
          <w:lang w:eastAsia="fr-FR"/>
        </w:rPr>
      </w:pPr>
      <w:r>
        <w:rPr>
          <w:lang w:eastAsia="fr-FR"/>
        </w:rPr>
        <w:t>Invoke this plugin only for packets with any of the specified labels. Other packets are transparently passed to the next plugin, without going through this one.</w:t>
      </w:r>
    </w:p>
    <w:p w:rsidR="00AA0761" w:rsidRDefault="006E4C0C" w:rsidP="006E4C0C">
      <w:pPr>
        <w:pStyle w:val="OptionDescription"/>
        <w:rPr>
          <w:lang w:eastAsia="fr-FR"/>
        </w:rPr>
      </w:pPr>
      <w:r>
        <w:rPr>
          <w:lang w:eastAsia="fr-FR"/>
        </w:rPr>
        <w:t xml:space="preserve">Several </w:t>
      </w:r>
      <w:r w:rsidRPr="00CF0FFB">
        <w:rPr>
          <w:rStyle w:val="StyleConsolas"/>
          <w:lang w:eastAsia="fr-FR"/>
        </w:rPr>
        <w:t>--only-label</w:t>
      </w:r>
      <w:r>
        <w:rPr>
          <w:lang w:eastAsia="fr-FR"/>
        </w:rPr>
        <w:t xml:space="preserve"> options may be specified.</w:t>
      </w:r>
    </w:p>
    <w:p w:rsidR="007C4F8A" w:rsidRPr="00F13629" w:rsidRDefault="007C4F8A" w:rsidP="007C4F8A">
      <w:pPr>
        <w:rPr>
          <w:lang w:val="en-GB"/>
        </w:rPr>
        <w:sectPr w:rsidR="007C4F8A" w:rsidRPr="00F13629" w:rsidSect="007C4F8A">
          <w:headerReference w:type="even" r:id="rId26"/>
          <w:headerReference w:type="default" r:id="rId27"/>
          <w:footerReference w:type="even" r:id="rId28"/>
          <w:footerReference w:type="default" r:id="rId29"/>
          <w:type w:val="continuous"/>
          <w:pgSz w:w="11907" w:h="16840" w:code="9"/>
          <w:pgMar w:top="1440" w:right="1440" w:bottom="1440" w:left="1440" w:header="720" w:footer="720" w:gutter="0"/>
          <w:cols w:space="720"/>
        </w:sectPr>
      </w:pPr>
    </w:p>
    <w:p w:rsidR="008836CC" w:rsidRPr="008836CC" w:rsidRDefault="007E2236" w:rsidP="003066BB">
      <w:pPr>
        <w:pStyle w:val="Appendix1"/>
        <w:rPr>
          <w:lang w:val="en-GB"/>
        </w:rPr>
      </w:pPr>
      <w:bookmarkStart w:id="36" w:name="_Ref515728237"/>
      <w:bookmarkStart w:id="37" w:name="_Ref515728238"/>
      <w:bookmarkStart w:id="38" w:name="_Toc18498320"/>
      <w:bookmarkEnd w:id="2"/>
      <w:bookmarkEnd w:id="3"/>
      <w:bookmarkEnd w:id="4"/>
      <w:bookmarkEnd w:id="5"/>
      <w:bookmarkEnd w:id="24"/>
      <w:bookmarkEnd w:id="25"/>
      <w:bookmarkEnd w:id="26"/>
      <w:bookmarkEnd w:id="27"/>
      <w:bookmarkEnd w:id="28"/>
      <w:bookmarkEnd w:id="29"/>
      <w:bookmarkEnd w:id="30"/>
      <w:bookmarkEnd w:id="31"/>
      <w:bookmarkEnd w:id="32"/>
      <w:bookmarkEnd w:id="33"/>
      <w:bookmarkEnd w:id="34"/>
      <w:r>
        <w:rPr>
          <w:lang w:val="en-GB"/>
        </w:rPr>
        <w:lastRenderedPageBreak/>
        <w:t xml:space="preserve">PSI/SI </w:t>
      </w:r>
      <w:r w:rsidR="008836CC">
        <w:rPr>
          <w:lang w:val="en-GB"/>
        </w:rPr>
        <w:t xml:space="preserve">XML </w:t>
      </w:r>
      <w:r w:rsidR="008836CC" w:rsidRPr="008836CC">
        <w:t>Reference</w:t>
      </w:r>
      <w:r w:rsidR="008836CC">
        <w:rPr>
          <w:lang w:val="en-GB"/>
        </w:rPr>
        <w:t xml:space="preserve"> Model</w:t>
      </w:r>
      <w:bookmarkEnd w:id="36"/>
      <w:bookmarkEnd w:id="37"/>
      <w:bookmarkEnd w:id="38"/>
    </w:p>
    <w:p w:rsidR="00CC0D4D" w:rsidRDefault="00CC0D4D" w:rsidP="00CC0D4D">
      <w:r>
        <w:t>This appendix describes the XML reference format</w:t>
      </w:r>
      <w:r w:rsidR="00AA7B3E">
        <w:t xml:space="preserve"> for all tables and descriptors which are defined by </w:t>
      </w:r>
      <w:r w:rsidR="00630134">
        <w:rPr>
          <w:lang w:val="en-GB"/>
        </w:rPr>
        <w:t xml:space="preserve">the sample “Foo” extension to </w:t>
      </w:r>
      <w:proofErr w:type="spellStart"/>
      <w:r w:rsidR="00630134">
        <w:rPr>
          <w:lang w:val="en-GB"/>
        </w:rPr>
        <w:t>TSDuck</w:t>
      </w:r>
      <w:proofErr w:type="spellEnd"/>
      <w:r w:rsidR="00AA7B3E">
        <w:t xml:space="preserve">. These definitions are added to the main PSI/SI XML reference model of </w:t>
      </w:r>
      <w:proofErr w:type="spellStart"/>
      <w:r w:rsidR="00AA7B3E">
        <w:t>TSDuck</w:t>
      </w:r>
      <w:proofErr w:type="spellEnd"/>
      <w:r w:rsidR="00AA7B3E">
        <w:t>.</w:t>
      </w:r>
    </w:p>
    <w:p w:rsidR="003E2585" w:rsidRDefault="00AA7B3E" w:rsidP="003066BB">
      <w:pPr>
        <w:pStyle w:val="Appendix2"/>
      </w:pPr>
      <w:bookmarkStart w:id="39" w:name="_Toc18498321"/>
      <w:r>
        <w:t>T</w:t>
      </w:r>
      <w:r w:rsidR="003E2585">
        <w:t>ables</w:t>
      </w:r>
      <w:bookmarkEnd w:id="39"/>
    </w:p>
    <w:p w:rsidR="00CF6FD8" w:rsidRDefault="00AA7B3E" w:rsidP="00CF6FD8">
      <w:pPr>
        <w:pStyle w:val="Appendix3"/>
      </w:pPr>
      <w:bookmarkStart w:id="40" w:name="_Toc18498322"/>
      <w:r>
        <w:t xml:space="preserve">Foo </w:t>
      </w:r>
      <w:r w:rsidR="00CF6FD8">
        <w:t>Table (</w:t>
      </w:r>
      <w:r>
        <w:t>FOO</w:t>
      </w:r>
      <w:r w:rsidR="00CF6FD8">
        <w:t>T)</w:t>
      </w:r>
      <w:bookmarkEnd w:id="40"/>
    </w:p>
    <w:p w:rsidR="00AA7B3E" w:rsidRDefault="00AA7B3E" w:rsidP="00AA7B3E">
      <w:pPr>
        <w:pStyle w:val="Example"/>
      </w:pPr>
      <w:r>
        <w:t>&lt;</w:t>
      </w:r>
      <w:r w:rsidRPr="00AA7B3E">
        <w:rPr>
          <w:b/>
        </w:rPr>
        <w:t>FOOT</w:t>
      </w:r>
      <w:r>
        <w:t xml:space="preserve"> version="</w:t>
      </w:r>
      <w:r w:rsidRPr="00AA7B3E">
        <w:rPr>
          <w:i/>
        </w:rPr>
        <w:t>uint5, default=0</w:t>
      </w:r>
      <w:r>
        <w:t>"</w:t>
      </w:r>
    </w:p>
    <w:p w:rsidR="00AA7B3E" w:rsidRDefault="00AA7B3E" w:rsidP="00AA7B3E">
      <w:pPr>
        <w:pStyle w:val="Example"/>
      </w:pPr>
      <w:r>
        <w:t xml:space="preserve">      current="</w:t>
      </w:r>
      <w:r w:rsidRPr="00AA7B3E">
        <w:rPr>
          <w:i/>
        </w:rPr>
        <w:t>bool, default=true</w:t>
      </w:r>
      <w:r>
        <w:t>"</w:t>
      </w:r>
    </w:p>
    <w:p w:rsidR="00AA7B3E" w:rsidRDefault="00AA7B3E" w:rsidP="00AA7B3E">
      <w:pPr>
        <w:pStyle w:val="Example"/>
      </w:pPr>
      <w:r>
        <w:t xml:space="preserve">      foo_id="</w:t>
      </w:r>
      <w:r w:rsidRPr="00AA7B3E">
        <w:rPr>
          <w:i/>
        </w:rPr>
        <w:t>uint16, required</w:t>
      </w:r>
      <w:r>
        <w:t>"</w:t>
      </w:r>
    </w:p>
    <w:p w:rsidR="00AA7B3E" w:rsidRDefault="00AA7B3E" w:rsidP="00AA7B3E">
      <w:pPr>
        <w:pStyle w:val="Example"/>
      </w:pPr>
      <w:r>
        <w:t xml:space="preserve">      name="</w:t>
      </w:r>
      <w:r w:rsidRPr="00AA7B3E">
        <w:rPr>
          <w:i/>
        </w:rPr>
        <w:t>string, optional</w:t>
      </w:r>
      <w:r>
        <w:t>"&gt;</w:t>
      </w:r>
    </w:p>
    <w:p w:rsidR="00AA7B3E" w:rsidRDefault="00AA7B3E" w:rsidP="00AA7B3E">
      <w:pPr>
        <w:pStyle w:val="Example"/>
        <w:tabs>
          <w:tab w:val="left" w:pos="2985"/>
        </w:tabs>
      </w:pPr>
      <w:r>
        <w:t xml:space="preserve">  &lt;</w:t>
      </w:r>
      <w:r w:rsidRPr="00B84BCA">
        <w:rPr>
          <w:i/>
        </w:rPr>
        <w:t>DESCRIPTOR_LIST</w:t>
      </w:r>
      <w:r>
        <w:t>&gt;</w:t>
      </w:r>
      <w:r>
        <w:tab/>
      </w:r>
    </w:p>
    <w:p w:rsidR="00AA7B3E" w:rsidRDefault="00AA7B3E" w:rsidP="00AA7B3E">
      <w:pPr>
        <w:pStyle w:val="Example"/>
      </w:pPr>
      <w:r>
        <w:t>&lt;/FOOT&gt;</w:t>
      </w:r>
    </w:p>
    <w:p w:rsidR="003E2585" w:rsidRDefault="001B2793" w:rsidP="003E2585">
      <w:pPr>
        <w:pStyle w:val="Appendix2"/>
      </w:pPr>
      <w:bookmarkStart w:id="41" w:name="_Toc18498323"/>
      <w:r>
        <w:t>D</w:t>
      </w:r>
      <w:r w:rsidR="003E2585">
        <w:t>escriptors</w:t>
      </w:r>
      <w:bookmarkEnd w:id="41"/>
    </w:p>
    <w:p w:rsidR="00F357F0" w:rsidRDefault="001B2793" w:rsidP="00F357F0">
      <w:pPr>
        <w:pStyle w:val="Appendix3"/>
      </w:pPr>
      <w:bookmarkStart w:id="42" w:name="_Toc18498324"/>
      <w:r>
        <w:t>foo</w:t>
      </w:r>
      <w:r w:rsidR="00F357F0" w:rsidRPr="009406B5">
        <w:t>_descriptor</w:t>
      </w:r>
      <w:bookmarkEnd w:id="42"/>
    </w:p>
    <w:p w:rsidR="008964CB" w:rsidRDefault="001B2793" w:rsidP="001B2793">
      <w:pPr>
        <w:pStyle w:val="Example"/>
        <w:rPr>
          <w:lang w:val="en-US"/>
        </w:rPr>
      </w:pPr>
      <w:r w:rsidRPr="001B2793">
        <w:rPr>
          <w:lang w:val="en-US"/>
        </w:rPr>
        <w:t>&lt;</w:t>
      </w:r>
      <w:r w:rsidRPr="001B2793">
        <w:rPr>
          <w:b/>
          <w:lang w:val="en-US"/>
        </w:rPr>
        <w:t>foo_descriptor</w:t>
      </w:r>
      <w:r w:rsidRPr="001B2793">
        <w:rPr>
          <w:lang w:val="en-US"/>
        </w:rPr>
        <w:t xml:space="preserve"> name="</w:t>
      </w:r>
      <w:r w:rsidRPr="001B2793">
        <w:rPr>
          <w:i/>
          <w:lang w:val="en-US"/>
        </w:rPr>
        <w:t>string, required</w:t>
      </w:r>
      <w:r w:rsidRPr="001B2793">
        <w:rPr>
          <w:lang w:val="en-US"/>
        </w:rPr>
        <w:t>"/&gt;</w:t>
      </w:r>
    </w:p>
    <w:sectPr w:rsidR="008964CB" w:rsidSect="00675D08">
      <w:headerReference w:type="even" r:id="rId30"/>
      <w:headerReference w:type="default" r:id="rId31"/>
      <w:type w:val="continuous"/>
      <w:pgSz w:w="11907" w:h="16840"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663" w:rsidRDefault="00CA3663">
      <w:r>
        <w:separator/>
      </w:r>
    </w:p>
  </w:endnote>
  <w:endnote w:type="continuationSeparator" w:id="0">
    <w:p w:rsidR="00CA3663" w:rsidRDefault="00CA3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Menlo">
    <w:altName w:val="Arial"/>
    <w:charset w:val="00"/>
    <w:family w:val="modern"/>
    <w:pitch w:val="fixed"/>
    <w:sig w:usb0="E60022FF" w:usb1="D200F9FB" w:usb2="02000028" w:usb3="00000000" w:csb0="000001D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403" w:rsidRPr="007B2A0D" w:rsidRDefault="00A46403" w:rsidP="00374FEB">
    <w:pPr>
      <w:pStyle w:val="Footer"/>
      <w:tabs>
        <w:tab w:val="clear" w:pos="9720"/>
        <w:tab w:val="center" w:pos="4536"/>
        <w:tab w:val="right" w:pos="9072"/>
      </w:tabs>
      <w:rPr>
        <w:lang w:val="fr-FR"/>
      </w:rPr>
    </w:pPr>
    <w:r>
      <w:rPr>
        <w:rStyle w:val="PageNumber"/>
      </w:rPr>
      <w:fldChar w:fldCharType="begin"/>
    </w:r>
    <w:r>
      <w:rPr>
        <w:rStyle w:val="PageNumber"/>
      </w:rPr>
      <w:instrText xml:space="preserve"> PAGE </w:instrText>
    </w:r>
    <w:r>
      <w:rPr>
        <w:rStyle w:val="PageNumber"/>
      </w:rPr>
      <w:fldChar w:fldCharType="separate"/>
    </w:r>
    <w:r w:rsidR="00C65600">
      <w:rPr>
        <w:rStyle w:val="PageNumber"/>
        <w:noProof/>
      </w:rPr>
      <w:t>2</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C65600">
      <w:rPr>
        <w:rStyle w:val="PageNumber"/>
        <w:noProof/>
      </w:rPr>
      <w:t>9</w:t>
    </w:r>
    <w:r>
      <w:rPr>
        <w:rStyle w:val="PageNumber"/>
      </w:rPr>
      <w:fldChar w:fldCharType="end"/>
    </w:r>
    <w:r>
      <w:rPr>
        <w:rStyle w:val="PageNumber"/>
      </w:rPr>
      <w:tab/>
    </w:r>
    <w:r>
      <w:rPr>
        <w:rStyle w:val="PageNumber"/>
      </w:rPr>
      <w:tab/>
    </w:r>
    <w:r w:rsidRPr="00D47CAE">
      <w:rPr>
        <w:lang w:val="en-GB"/>
      </w:rPr>
      <w:t xml:space="preserve">Version </w:t>
    </w:r>
    <w:r w:rsidR="00CA3663">
      <w:fldChar w:fldCharType="begin"/>
    </w:r>
    <w:r w:rsidR="00CA3663">
      <w:instrText xml:space="preserve"> DOCPROPERTY "Version"  \* MERGEFORMAT </w:instrText>
    </w:r>
    <w:r w:rsidR="00CA3663">
      <w:fldChar w:fldCharType="separate"/>
    </w:r>
    <w:r w:rsidR="00C65600">
      <w:t>3.19-1400</w:t>
    </w:r>
    <w:r w:rsidR="00CA366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403" w:rsidRPr="001F72AA" w:rsidRDefault="00A46403" w:rsidP="007B2A0D">
    <w:pPr>
      <w:pStyle w:val="Footer"/>
      <w:tabs>
        <w:tab w:val="clear" w:pos="9720"/>
        <w:tab w:val="center" w:pos="4536"/>
        <w:tab w:val="right" w:pos="9072"/>
      </w:tabs>
      <w:rPr>
        <w:lang w:val="fr-FR"/>
      </w:rPr>
    </w:pPr>
    <w:r w:rsidRPr="00D47CAE">
      <w:rPr>
        <w:lang w:val="en-GB"/>
      </w:rPr>
      <w:t xml:space="preserve">Version </w:t>
    </w:r>
    <w:r w:rsidR="00CA3663">
      <w:fldChar w:fldCharType="begin"/>
    </w:r>
    <w:r w:rsidR="00CA3663">
      <w:instrText xml:space="preserve"> DOCPROPERTY "Version"  \* MERGEFORMAT </w:instrText>
    </w:r>
    <w:r w:rsidR="00CA3663">
      <w:fldChar w:fldCharType="separate"/>
    </w:r>
    <w:r w:rsidR="00C65600">
      <w:t>3.19-1400</w:t>
    </w:r>
    <w:r w:rsidR="00CA3663">
      <w:fldChar w:fldCharType="end"/>
    </w:r>
    <w:r>
      <w:rPr>
        <w:lang w:val="fr-FR"/>
      </w:rPr>
      <w:tab/>
    </w:r>
    <w:r>
      <w:rPr>
        <w:lang w:val="fr-FR"/>
      </w:rPr>
      <w:tab/>
    </w:r>
    <w:r>
      <w:rPr>
        <w:rStyle w:val="PageNumber"/>
      </w:rPr>
      <w:fldChar w:fldCharType="begin"/>
    </w:r>
    <w:r>
      <w:rPr>
        <w:rStyle w:val="PageNumber"/>
      </w:rPr>
      <w:instrText xml:space="preserve"> PAGE </w:instrText>
    </w:r>
    <w:r>
      <w:rPr>
        <w:rStyle w:val="PageNumber"/>
      </w:rPr>
      <w:fldChar w:fldCharType="separate"/>
    </w:r>
    <w:r w:rsidR="00C65600">
      <w:rPr>
        <w:rStyle w:val="PageNumber"/>
        <w:noProof/>
      </w:rPr>
      <w:t>3</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C65600">
      <w:rPr>
        <w:rStyle w:val="PageNumber"/>
        <w:noProof/>
      </w:rPr>
      <w:t>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7B2A0D" w:rsidRDefault="007C4F8A" w:rsidP="00374FEB">
    <w:pPr>
      <w:pStyle w:val="Footer"/>
      <w:tabs>
        <w:tab w:val="clear" w:pos="9720"/>
        <w:tab w:val="center" w:pos="4536"/>
        <w:tab w:val="right" w:pos="9072"/>
      </w:tabs>
      <w:rPr>
        <w:lang w:val="fr-FR"/>
      </w:rPr>
    </w:pPr>
    <w:r>
      <w:rPr>
        <w:rStyle w:val="PageNumber"/>
      </w:rPr>
      <w:fldChar w:fldCharType="begin"/>
    </w:r>
    <w:r>
      <w:rPr>
        <w:rStyle w:val="PageNumber"/>
      </w:rPr>
      <w:instrText xml:space="preserve"> PAGE </w:instrText>
    </w:r>
    <w:r>
      <w:rPr>
        <w:rStyle w:val="PageNumber"/>
      </w:rPr>
      <w:fldChar w:fldCharType="separate"/>
    </w:r>
    <w:r w:rsidR="00C65600">
      <w:rPr>
        <w:rStyle w:val="PageNumber"/>
        <w:noProof/>
      </w:rPr>
      <w:t>4</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C65600">
      <w:rPr>
        <w:rStyle w:val="PageNumber"/>
        <w:noProof/>
      </w:rPr>
      <w:t>9</w:t>
    </w:r>
    <w:r>
      <w:rPr>
        <w:rStyle w:val="PageNumber"/>
      </w:rPr>
      <w:fldChar w:fldCharType="end"/>
    </w:r>
    <w:r>
      <w:rPr>
        <w:rStyle w:val="PageNumber"/>
      </w:rPr>
      <w:tab/>
    </w:r>
    <w:r>
      <w:rPr>
        <w:rStyle w:val="PageNumber"/>
      </w:rPr>
      <w:tab/>
    </w:r>
    <w:r w:rsidRPr="00D47CAE">
      <w:rPr>
        <w:lang w:val="en-GB"/>
      </w:rPr>
      <w:t xml:space="preserve">Version </w:t>
    </w:r>
    <w:fldSimple w:instr=" DOCPROPERTY &quot;Version&quot;  \* MERGEFORMAT ">
      <w:r w:rsidR="00C65600">
        <w:t>3.19-1400</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1F72AA" w:rsidRDefault="007C4F8A" w:rsidP="007B2A0D">
    <w:pPr>
      <w:pStyle w:val="Footer"/>
      <w:tabs>
        <w:tab w:val="clear" w:pos="9720"/>
        <w:tab w:val="center" w:pos="4536"/>
        <w:tab w:val="right" w:pos="9072"/>
      </w:tabs>
      <w:rPr>
        <w:lang w:val="fr-FR"/>
      </w:rPr>
    </w:pPr>
    <w:r w:rsidRPr="00D47CAE">
      <w:rPr>
        <w:lang w:val="en-GB"/>
      </w:rPr>
      <w:t xml:space="preserve">Version </w:t>
    </w:r>
    <w:fldSimple w:instr=" DOCPROPERTY &quot;Version&quot;  \* MERGEFORMAT ">
      <w:r w:rsidR="00C65600">
        <w:t>3.19-1400</w:t>
      </w:r>
    </w:fldSimple>
    <w:r>
      <w:rPr>
        <w:lang w:val="fr-FR"/>
      </w:rPr>
      <w:tab/>
    </w:r>
    <w:r>
      <w:rPr>
        <w:lang w:val="fr-FR"/>
      </w:rPr>
      <w:tab/>
    </w:r>
    <w:r>
      <w:rPr>
        <w:rStyle w:val="PageNumber"/>
      </w:rPr>
      <w:fldChar w:fldCharType="begin"/>
    </w:r>
    <w:r>
      <w:rPr>
        <w:rStyle w:val="PageNumber"/>
      </w:rPr>
      <w:instrText xml:space="preserve"> PAGE </w:instrText>
    </w:r>
    <w:r>
      <w:rPr>
        <w:rStyle w:val="PageNumber"/>
      </w:rPr>
      <w:fldChar w:fldCharType="separate"/>
    </w:r>
    <w:r w:rsidR="00C65600">
      <w:rPr>
        <w:rStyle w:val="PageNumber"/>
        <w:noProof/>
      </w:rPr>
      <w:t>9</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C65600">
      <w:rPr>
        <w:rStyle w:val="PageNumber"/>
        <w:noProof/>
      </w:rPr>
      <w:t>9</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7B2A0D" w:rsidRDefault="007C4F8A" w:rsidP="00374FEB">
    <w:pPr>
      <w:pStyle w:val="Footer"/>
      <w:tabs>
        <w:tab w:val="clear" w:pos="9720"/>
        <w:tab w:val="center" w:pos="4536"/>
        <w:tab w:val="right" w:pos="9072"/>
      </w:tabs>
      <w:rPr>
        <w:lang w:val="fr-FR"/>
      </w:rPr>
    </w:pPr>
    <w:r>
      <w:rPr>
        <w:rStyle w:val="PageNumber"/>
      </w:rPr>
      <w:fldChar w:fldCharType="begin"/>
    </w:r>
    <w:r>
      <w:rPr>
        <w:rStyle w:val="PageNumber"/>
      </w:rPr>
      <w:instrText xml:space="preserve"> PAGE </w:instrText>
    </w:r>
    <w:r>
      <w:rPr>
        <w:rStyle w:val="PageNumber"/>
      </w:rPr>
      <w:fldChar w:fldCharType="separate"/>
    </w:r>
    <w:r w:rsidR="00C65600">
      <w:rPr>
        <w:rStyle w:val="PageNumber"/>
        <w:noProof/>
      </w:rPr>
      <w:t>6</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C65600">
      <w:rPr>
        <w:rStyle w:val="PageNumber"/>
        <w:noProof/>
      </w:rPr>
      <w:t>9</w:t>
    </w:r>
    <w:r>
      <w:rPr>
        <w:rStyle w:val="PageNumber"/>
      </w:rPr>
      <w:fldChar w:fldCharType="end"/>
    </w:r>
    <w:r>
      <w:rPr>
        <w:rStyle w:val="PageNumber"/>
      </w:rPr>
      <w:tab/>
    </w:r>
    <w:r>
      <w:rPr>
        <w:rStyle w:val="PageNumber"/>
      </w:rPr>
      <w:tab/>
    </w:r>
    <w:r w:rsidRPr="00D47CAE">
      <w:rPr>
        <w:lang w:val="en-GB"/>
      </w:rPr>
      <w:t xml:space="preserve">Version </w:t>
    </w:r>
    <w:fldSimple w:instr=" DOCPROPERTY &quot;Version&quot;  \* MERGEFORMAT ">
      <w:r w:rsidR="00C65600">
        <w:t>3.19-1400</w:t>
      </w:r>
    </w:fldSimple>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1F72AA" w:rsidRDefault="007C4F8A" w:rsidP="007B2A0D">
    <w:pPr>
      <w:pStyle w:val="Footer"/>
      <w:tabs>
        <w:tab w:val="clear" w:pos="9720"/>
        <w:tab w:val="center" w:pos="4536"/>
        <w:tab w:val="right" w:pos="9072"/>
      </w:tabs>
      <w:rPr>
        <w:lang w:val="fr-FR"/>
      </w:rPr>
    </w:pPr>
    <w:r w:rsidRPr="00D47CAE">
      <w:rPr>
        <w:lang w:val="en-GB"/>
      </w:rPr>
      <w:t xml:space="preserve">Version </w:t>
    </w:r>
    <w:fldSimple w:instr=" DOCPROPERTY &quot;Version&quot;  \* MERGEFORMAT ">
      <w:r w:rsidR="00C65600">
        <w:t>3.19-1400</w:t>
      </w:r>
    </w:fldSimple>
    <w:r>
      <w:rPr>
        <w:lang w:val="fr-FR"/>
      </w:rPr>
      <w:tab/>
    </w:r>
    <w:r>
      <w:rPr>
        <w:lang w:val="fr-FR"/>
      </w:rPr>
      <w:tab/>
    </w:r>
    <w:r>
      <w:rPr>
        <w:rStyle w:val="PageNumber"/>
      </w:rPr>
      <w:fldChar w:fldCharType="begin"/>
    </w:r>
    <w:r>
      <w:rPr>
        <w:rStyle w:val="PageNumber"/>
      </w:rPr>
      <w:instrText xml:space="preserve"> PAGE </w:instrText>
    </w:r>
    <w:r>
      <w:rPr>
        <w:rStyle w:val="PageNumber"/>
      </w:rPr>
      <w:fldChar w:fldCharType="separate"/>
    </w:r>
    <w:r w:rsidR="00C65600">
      <w:rPr>
        <w:rStyle w:val="PageNumber"/>
        <w:noProof/>
      </w:rPr>
      <w:t>7</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C65600">
      <w:rPr>
        <w:rStyle w:val="PageNumber"/>
        <w:noProof/>
      </w:rPr>
      <w:t>9</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7B2A0D" w:rsidRDefault="007C4F8A" w:rsidP="00374FEB">
    <w:pPr>
      <w:pStyle w:val="Footer"/>
      <w:tabs>
        <w:tab w:val="clear" w:pos="9720"/>
        <w:tab w:val="center" w:pos="4536"/>
        <w:tab w:val="right" w:pos="9072"/>
      </w:tabs>
      <w:rPr>
        <w:lang w:val="fr-FR"/>
      </w:rPr>
    </w:pPr>
    <w:r>
      <w:rPr>
        <w:rStyle w:val="PageNumber"/>
      </w:rPr>
      <w:fldChar w:fldCharType="begin"/>
    </w:r>
    <w:r>
      <w:rPr>
        <w:rStyle w:val="PageNumber"/>
      </w:rPr>
      <w:instrText xml:space="preserve"> PAGE </w:instrText>
    </w:r>
    <w:r>
      <w:rPr>
        <w:rStyle w:val="PageNumber"/>
      </w:rPr>
      <w:fldChar w:fldCharType="separate"/>
    </w:r>
    <w:r w:rsidR="00C65600">
      <w:rPr>
        <w:rStyle w:val="PageNumber"/>
        <w:noProof/>
      </w:rPr>
      <w:t>8</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C65600">
      <w:rPr>
        <w:rStyle w:val="PageNumber"/>
        <w:noProof/>
      </w:rPr>
      <w:t>9</w:t>
    </w:r>
    <w:r>
      <w:rPr>
        <w:rStyle w:val="PageNumber"/>
      </w:rPr>
      <w:fldChar w:fldCharType="end"/>
    </w:r>
    <w:r>
      <w:rPr>
        <w:rStyle w:val="PageNumber"/>
      </w:rPr>
      <w:tab/>
    </w:r>
    <w:r>
      <w:rPr>
        <w:rStyle w:val="PageNumber"/>
      </w:rPr>
      <w:tab/>
    </w:r>
    <w:r w:rsidRPr="00D47CAE">
      <w:rPr>
        <w:lang w:val="en-GB"/>
      </w:rPr>
      <w:t xml:space="preserve">Version </w:t>
    </w:r>
    <w:fldSimple w:instr=" DOCPROPERTY &quot;Version&quot;  \* MERGEFORMAT ">
      <w:r w:rsidR="00C65600">
        <w:t>3.19-1400</w:t>
      </w:r>
    </w:fldSimple>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1F72AA" w:rsidRDefault="007C4F8A" w:rsidP="007B2A0D">
    <w:pPr>
      <w:pStyle w:val="Footer"/>
      <w:tabs>
        <w:tab w:val="clear" w:pos="9720"/>
        <w:tab w:val="center" w:pos="4536"/>
        <w:tab w:val="right" w:pos="9072"/>
      </w:tabs>
      <w:rPr>
        <w:lang w:val="fr-FR"/>
      </w:rPr>
    </w:pPr>
    <w:r w:rsidRPr="00D47CAE">
      <w:rPr>
        <w:lang w:val="en-GB"/>
      </w:rPr>
      <w:t xml:space="preserve">Version </w:t>
    </w:r>
    <w:fldSimple w:instr=" DOCPROPERTY &quot;Version&quot;  \* MERGEFORMAT ">
      <w:r w:rsidR="00C65600">
        <w:t>3.19-1400</w:t>
      </w:r>
    </w:fldSimple>
    <w:r>
      <w:rPr>
        <w:lang w:val="fr-FR"/>
      </w:rPr>
      <w:tab/>
    </w:r>
    <w:r>
      <w:rPr>
        <w:lang w:val="fr-FR"/>
      </w:rPr>
      <w:tab/>
    </w:r>
    <w:r>
      <w:rPr>
        <w:rStyle w:val="PageNumber"/>
      </w:rPr>
      <w:fldChar w:fldCharType="begin"/>
    </w:r>
    <w:r>
      <w:rPr>
        <w:rStyle w:val="PageNumber"/>
      </w:rPr>
      <w:instrText xml:space="preserve"> PAGE </w:instrText>
    </w:r>
    <w:r>
      <w:rPr>
        <w:rStyle w:val="PageNumber"/>
      </w:rPr>
      <w:fldChar w:fldCharType="separate"/>
    </w:r>
    <w:r w:rsidR="00C65600">
      <w:rPr>
        <w:rStyle w:val="PageNumber"/>
        <w:noProof/>
      </w:rPr>
      <w:t>9</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C65600">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663" w:rsidRDefault="00CA3663">
      <w:r>
        <w:separator/>
      </w:r>
    </w:p>
  </w:footnote>
  <w:footnote w:type="continuationSeparator" w:id="0">
    <w:p w:rsidR="00CA3663" w:rsidRDefault="00CA3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403" w:rsidRDefault="00A46403" w:rsidP="007B2A0D">
    <w:pPr>
      <w:pStyle w:val="Header"/>
      <w:tabs>
        <w:tab w:val="left" w:pos="4536"/>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403" w:rsidRPr="00D47CAE" w:rsidRDefault="00A937B5" w:rsidP="007B2A0D">
    <w:pPr>
      <w:pStyle w:val="Header"/>
      <w:tabs>
        <w:tab w:val="clear" w:pos="9720"/>
        <w:tab w:val="center" w:pos="4536"/>
        <w:tab w:val="right" w:pos="9072"/>
      </w:tabs>
      <w:rPr>
        <w:lang w:val="en-GB"/>
      </w:rPr>
    </w:pPr>
    <w:r w:rsidRPr="0069246D">
      <w:rPr>
        <w:noProof/>
      </w:rPr>
      <w:drawing>
        <wp:anchor distT="0" distB="0" distL="114300" distR="114300" simplePos="0" relativeHeight="251653120" behindDoc="1" locked="0" layoutInCell="1" allowOverlap="1" wp14:anchorId="685B73AA" wp14:editId="177121CB">
          <wp:simplePos x="0" y="0"/>
          <wp:positionH relativeFrom="leftMargin">
            <wp:posOffset>429895</wp:posOffset>
          </wp:positionH>
          <wp:positionV relativeFrom="paragraph">
            <wp:posOffset>-146050</wp:posOffset>
          </wp:positionV>
          <wp:extent cx="393192" cy="393192"/>
          <wp:effectExtent l="0" t="0" r="6985" b="698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3192" cy="393192"/>
                  </a:xfrm>
                  <a:prstGeom prst="rect">
                    <a:avLst/>
                  </a:prstGeom>
                </pic:spPr>
              </pic:pic>
            </a:graphicData>
          </a:graphic>
          <wp14:sizeRelH relativeFrom="margin">
            <wp14:pctWidth>0</wp14:pctWidth>
          </wp14:sizeRelH>
          <wp14:sizeRelV relativeFrom="margin">
            <wp14:pctHeight>0</wp14:pctHeight>
          </wp14:sizeRelV>
        </wp:anchor>
      </w:drawing>
    </w:r>
    <w:r w:rsidR="00A46403" w:rsidRPr="001374DE">
      <w:tab/>
    </w:r>
    <w:r w:rsidR="00A46403" w:rsidRPr="001374DE">
      <w:tab/>
    </w:r>
    <w:r w:rsidR="00A46403">
      <w:rPr>
        <w:lang w:val="en-GB"/>
      </w:rPr>
      <w:fldChar w:fldCharType="begin"/>
    </w:r>
    <w:r w:rsidR="00A46403">
      <w:rPr>
        <w:lang w:val="en-GB"/>
      </w:rPr>
      <w:instrText xml:space="preserve"> TITLE \* MERGEFORMAT </w:instrText>
    </w:r>
    <w:r w:rsidR="00A46403">
      <w:rPr>
        <w:lang w:val="en-GB"/>
      </w:rPr>
      <w:fldChar w:fldCharType="separate"/>
    </w:r>
    <w:proofErr w:type="spellStart"/>
    <w:r w:rsidR="00C65600">
      <w:rPr>
        <w:lang w:val="en-GB"/>
      </w:rPr>
      <w:t>TSDuck</w:t>
    </w:r>
    <w:proofErr w:type="spellEnd"/>
    <w:r w:rsidR="00C65600">
      <w:rPr>
        <w:lang w:val="en-GB"/>
      </w:rPr>
      <w:t xml:space="preserve"> Foo Extension User's Guide</w:t>
    </w:r>
    <w:r w:rsidR="00A46403">
      <w:rPr>
        <w:lang w:val="en-GB"/>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403" w:rsidRPr="00D47CAE" w:rsidRDefault="00A46403" w:rsidP="00D47CAE">
    <w:pPr>
      <w:pStyle w:val="Header"/>
      <w:tabs>
        <w:tab w:val="clear" w:pos="9720"/>
        <w:tab w:val="center" w:pos="4536"/>
        <w:tab w:val="right" w:pos="9072"/>
      </w:tabs>
      <w:rPr>
        <w:lang w:val="en-GB"/>
      </w:rPr>
    </w:pPr>
    <w:r>
      <w:rPr>
        <w:noProof/>
      </w:rPr>
      <w:drawing>
        <wp:anchor distT="0" distB="0" distL="114300" distR="114300" simplePos="0" relativeHeight="251669504" behindDoc="1" locked="0" layoutInCell="1" allowOverlap="1" wp14:anchorId="1E21AF30" wp14:editId="0D4A96B6">
          <wp:simplePos x="0" y="0"/>
          <wp:positionH relativeFrom="rightMargin">
            <wp:posOffset>144145</wp:posOffset>
          </wp:positionH>
          <wp:positionV relativeFrom="paragraph">
            <wp:posOffset>-144145</wp:posOffset>
          </wp:positionV>
          <wp:extent cx="392400" cy="392400"/>
          <wp:effectExtent l="0" t="0" r="8255" b="8255"/>
          <wp:wrapNone/>
          <wp:docPr id="14" name="Image 14"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en-GB"/>
      </w:rPr>
      <w:fldChar w:fldCharType="begin"/>
    </w:r>
    <w:r>
      <w:rPr>
        <w:lang w:val="en-GB"/>
      </w:rPr>
      <w:instrText xml:space="preserve"> TITLE  \* MERGEFORMAT </w:instrText>
    </w:r>
    <w:r>
      <w:rPr>
        <w:lang w:val="en-GB"/>
      </w:rPr>
      <w:fldChar w:fldCharType="separate"/>
    </w:r>
    <w:proofErr w:type="spellStart"/>
    <w:r w:rsidR="00C65600">
      <w:rPr>
        <w:lang w:val="en-GB"/>
      </w:rPr>
      <w:t>TSDuck</w:t>
    </w:r>
    <w:proofErr w:type="spellEnd"/>
    <w:r w:rsidR="00C65600">
      <w:rPr>
        <w:lang w:val="en-GB"/>
      </w:rPr>
      <w:t xml:space="preserve"> Foo Extension User's Guide</w:t>
    </w:r>
    <w:r>
      <w:rPr>
        <w:lang w:val="en-GB"/>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D47CAE" w:rsidRDefault="001374DE" w:rsidP="007B2A0D">
    <w:pPr>
      <w:pStyle w:val="Header"/>
      <w:tabs>
        <w:tab w:val="clear" w:pos="9720"/>
        <w:tab w:val="center" w:pos="4536"/>
        <w:tab w:val="right" w:pos="9072"/>
      </w:tabs>
      <w:rPr>
        <w:lang w:val="en-GB"/>
      </w:rPr>
    </w:pPr>
    <w:r>
      <w:rPr>
        <w:b/>
        <w:bCs/>
        <w:noProof/>
        <w:lang w:val="fr-FR"/>
      </w:rPr>
      <w:fldChar w:fldCharType="begin"/>
    </w:r>
    <w:r w:rsidRPr="001374DE">
      <w:rPr>
        <w:b/>
        <w:bCs/>
        <w:noProof/>
      </w:rPr>
      <w:instrText xml:space="preserve"> STYLEREF  "Reference Section Title"  \* MERGEFORMAT </w:instrText>
    </w:r>
    <w:r>
      <w:rPr>
        <w:b/>
        <w:bCs/>
        <w:noProof/>
        <w:lang w:val="fr-FR"/>
      </w:rPr>
      <w:fldChar w:fldCharType="separate"/>
    </w:r>
    <w:r w:rsidR="00C65600">
      <w:rPr>
        <w:b/>
        <w:bCs/>
        <w:noProof/>
      </w:rPr>
      <w:t>foot</w:t>
    </w:r>
    <w:r>
      <w:rPr>
        <w:b/>
        <w:bCs/>
        <w:noProof/>
        <w:lang w:val="fr-FR"/>
      </w:rPr>
      <w:fldChar w:fldCharType="end"/>
    </w:r>
    <w:r w:rsidR="00A937B5" w:rsidRPr="0069246D">
      <w:rPr>
        <w:noProof/>
      </w:rPr>
      <w:drawing>
        <wp:anchor distT="0" distB="0" distL="114300" distR="114300" simplePos="0" relativeHeight="251657216" behindDoc="1" locked="0" layoutInCell="1" allowOverlap="1" wp14:anchorId="685B73AA" wp14:editId="177121CB">
          <wp:simplePos x="0" y="0"/>
          <wp:positionH relativeFrom="leftMargin">
            <wp:posOffset>429895</wp:posOffset>
          </wp:positionH>
          <wp:positionV relativeFrom="paragraph">
            <wp:posOffset>-146050</wp:posOffset>
          </wp:positionV>
          <wp:extent cx="393192" cy="393192"/>
          <wp:effectExtent l="0" t="0" r="6985" b="6985"/>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3192" cy="393192"/>
                  </a:xfrm>
                  <a:prstGeom prst="rect">
                    <a:avLst/>
                  </a:prstGeom>
                </pic:spPr>
              </pic:pic>
            </a:graphicData>
          </a:graphic>
          <wp14:sizeRelH relativeFrom="margin">
            <wp14:pctWidth>0</wp14:pctWidth>
          </wp14:sizeRelH>
          <wp14:sizeRelV relativeFrom="margin">
            <wp14:pctHeight>0</wp14:pctHeight>
          </wp14:sizeRelV>
        </wp:anchor>
      </w:drawing>
    </w:r>
    <w:r w:rsidR="007C4F8A" w:rsidRPr="001374DE">
      <w:tab/>
    </w:r>
    <w:r w:rsidR="007C4F8A" w:rsidRPr="001374DE">
      <w:tab/>
    </w:r>
    <w:r w:rsidR="007C4F8A">
      <w:fldChar w:fldCharType="begin"/>
    </w:r>
    <w:r w:rsidR="007C4F8A">
      <w:instrText xml:space="preserve"> TITLE   \* MERGEFORMAT </w:instrText>
    </w:r>
    <w:r w:rsidR="007C4F8A">
      <w:fldChar w:fldCharType="separate"/>
    </w:r>
    <w:proofErr w:type="spellStart"/>
    <w:r w:rsidR="00C65600">
      <w:t>TSDuck</w:t>
    </w:r>
    <w:proofErr w:type="spellEnd"/>
    <w:r w:rsidR="00C65600">
      <w:t xml:space="preserve"> Foo Extension User's Guide</w:t>
    </w:r>
    <w:r w:rsidR="007C4F8A">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1374DE" w:rsidRDefault="00A937B5" w:rsidP="001374DE">
    <w:pPr>
      <w:pStyle w:val="Header"/>
      <w:tabs>
        <w:tab w:val="clear" w:pos="9720"/>
        <w:tab w:val="center" w:pos="4536"/>
        <w:tab w:val="right" w:pos="9072"/>
      </w:tabs>
      <w:rPr>
        <w:lang w:val="en-GB"/>
      </w:rPr>
    </w:pPr>
    <w:r w:rsidRPr="0069246D">
      <w:rPr>
        <w:noProof/>
      </w:rPr>
      <w:drawing>
        <wp:anchor distT="0" distB="0" distL="114300" distR="114300" simplePos="0" relativeHeight="251659264" behindDoc="1" locked="0" layoutInCell="1" allowOverlap="1" wp14:anchorId="36F5D08E" wp14:editId="0F4EAA29">
          <wp:simplePos x="0" y="0"/>
          <wp:positionH relativeFrom="rightMargin">
            <wp:posOffset>146050</wp:posOffset>
          </wp:positionH>
          <wp:positionV relativeFrom="paragraph">
            <wp:posOffset>-146050</wp:posOffset>
          </wp:positionV>
          <wp:extent cx="393192" cy="393192"/>
          <wp:effectExtent l="0" t="0" r="6985" b="6985"/>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3192" cy="393192"/>
                  </a:xfrm>
                  <a:prstGeom prst="rect">
                    <a:avLst/>
                  </a:prstGeom>
                </pic:spPr>
              </pic:pic>
            </a:graphicData>
          </a:graphic>
          <wp14:sizeRelH relativeFrom="margin">
            <wp14:pctWidth>0</wp14:pctWidth>
          </wp14:sizeRelH>
          <wp14:sizeRelV relativeFrom="margin">
            <wp14:pctHeight>0</wp14:pctHeight>
          </wp14:sizeRelV>
        </wp:anchor>
      </w:drawing>
    </w:r>
    <w:r w:rsidR="007C4F8A">
      <w:fldChar w:fldCharType="begin"/>
    </w:r>
    <w:r w:rsidR="007C4F8A">
      <w:instrText xml:space="preserve"> TITLE   \* MERGEFORMAT </w:instrText>
    </w:r>
    <w:r w:rsidR="007C4F8A">
      <w:fldChar w:fldCharType="separate"/>
    </w:r>
    <w:proofErr w:type="spellStart"/>
    <w:r w:rsidR="00C65600">
      <w:t>TSDuck</w:t>
    </w:r>
    <w:proofErr w:type="spellEnd"/>
    <w:r w:rsidR="00C65600">
      <w:t xml:space="preserve"> Foo Extension User's Guide</w:t>
    </w:r>
    <w:r w:rsidR="007C4F8A">
      <w:fldChar w:fldCharType="end"/>
    </w:r>
    <w:r w:rsidR="001374DE">
      <w:tab/>
    </w:r>
    <w:r w:rsidR="001374DE">
      <w:tab/>
    </w:r>
    <w:r w:rsidR="001374DE">
      <w:rPr>
        <w:b/>
        <w:bCs/>
        <w:noProof/>
        <w:lang w:val="fr-FR"/>
      </w:rPr>
      <w:fldChar w:fldCharType="begin"/>
    </w:r>
    <w:r w:rsidR="001374DE" w:rsidRPr="001374DE">
      <w:rPr>
        <w:b/>
        <w:bCs/>
        <w:noProof/>
      </w:rPr>
      <w:instrText xml:space="preserve"> STYLEREF  "Reference Section Title"  \* MERGEFORMAT </w:instrText>
    </w:r>
    <w:r w:rsidR="001374DE">
      <w:rPr>
        <w:b/>
        <w:bCs/>
        <w:noProof/>
        <w:lang w:val="fr-FR"/>
      </w:rPr>
      <w:fldChar w:fldCharType="separate"/>
    </w:r>
    <w:r w:rsidR="00C65600">
      <w:rPr>
        <w:b/>
        <w:bCs/>
        <w:noProof/>
      </w:rPr>
      <w:t>footool</w:t>
    </w:r>
    <w:r w:rsidR="001374DE">
      <w:rPr>
        <w:b/>
        <w:bCs/>
        <w:noProof/>
        <w:lang w:val="fr-FR"/>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403" w:rsidRPr="00D47CAE" w:rsidRDefault="00A46403" w:rsidP="007B2A0D">
    <w:pPr>
      <w:pStyle w:val="Header"/>
      <w:tabs>
        <w:tab w:val="clear" w:pos="9720"/>
        <w:tab w:val="center" w:pos="4536"/>
        <w:tab w:val="right" w:pos="9072"/>
      </w:tabs>
      <w:rPr>
        <w:lang w:val="en-GB"/>
      </w:rPr>
    </w:pPr>
    <w:r>
      <w:rPr>
        <w:noProof/>
      </w:rPr>
      <w:drawing>
        <wp:anchor distT="0" distB="0" distL="114300" distR="114300" simplePos="0" relativeHeight="251661312" behindDoc="1" locked="0" layoutInCell="1" allowOverlap="1" wp14:anchorId="457F64FF" wp14:editId="43526214">
          <wp:simplePos x="0" y="0"/>
          <wp:positionH relativeFrom="leftMargin">
            <wp:posOffset>431800</wp:posOffset>
          </wp:positionH>
          <wp:positionV relativeFrom="paragraph">
            <wp:posOffset>-144145</wp:posOffset>
          </wp:positionV>
          <wp:extent cx="392400" cy="392400"/>
          <wp:effectExtent l="0" t="0" r="8255" b="8255"/>
          <wp:wrapNone/>
          <wp:docPr id="23" name="Image 23"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374DE">
      <w:tab/>
    </w:r>
    <w:r w:rsidRPr="001374DE">
      <w:tab/>
    </w:r>
    <w:r w:rsidR="00CA3663">
      <w:fldChar w:fldCharType="begin"/>
    </w:r>
    <w:r w:rsidR="00CA3663">
      <w:instrText xml:space="preserve"> TITLE   \* MERGEFORMAT </w:instrText>
    </w:r>
    <w:r w:rsidR="00CA3663">
      <w:fldChar w:fldCharType="separate"/>
    </w:r>
    <w:proofErr w:type="spellStart"/>
    <w:r w:rsidR="00C65600">
      <w:t>TSDuck</w:t>
    </w:r>
    <w:proofErr w:type="spellEnd"/>
    <w:r w:rsidR="00C65600">
      <w:t xml:space="preserve"> Foo Extension User's Guide</w:t>
    </w:r>
    <w:r w:rsidR="00CA3663">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403" w:rsidRPr="00D47CAE" w:rsidRDefault="00A46403" w:rsidP="00D47CAE">
    <w:pPr>
      <w:pStyle w:val="Header"/>
      <w:tabs>
        <w:tab w:val="clear" w:pos="9720"/>
        <w:tab w:val="center" w:pos="4536"/>
        <w:tab w:val="right" w:pos="9072"/>
      </w:tabs>
      <w:rPr>
        <w:lang w:val="en-GB"/>
      </w:rPr>
    </w:pPr>
    <w:r>
      <w:rPr>
        <w:noProof/>
      </w:rPr>
      <w:drawing>
        <wp:anchor distT="0" distB="0" distL="114300" distR="114300" simplePos="0" relativeHeight="251660288" behindDoc="1" locked="0" layoutInCell="1" allowOverlap="1" wp14:anchorId="51C439E9" wp14:editId="6FEE768F">
          <wp:simplePos x="0" y="0"/>
          <wp:positionH relativeFrom="rightMargin">
            <wp:posOffset>144145</wp:posOffset>
          </wp:positionH>
          <wp:positionV relativeFrom="paragraph">
            <wp:posOffset>-144145</wp:posOffset>
          </wp:positionV>
          <wp:extent cx="392400" cy="392400"/>
          <wp:effectExtent l="0" t="0" r="8255" b="8255"/>
          <wp:wrapNone/>
          <wp:docPr id="21" name="Image 21"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3663">
      <w:fldChar w:fldCharType="begin"/>
    </w:r>
    <w:r w:rsidR="00CA3663">
      <w:instrText xml:space="preserve"> TITLE   \* MERGEFORMAT </w:instrText>
    </w:r>
    <w:r w:rsidR="00CA3663">
      <w:fldChar w:fldCharType="separate"/>
    </w:r>
    <w:proofErr w:type="spellStart"/>
    <w:r w:rsidR="00C65600">
      <w:t>TSDuck</w:t>
    </w:r>
    <w:proofErr w:type="spellEnd"/>
    <w:r w:rsidR="00C65600">
      <w:t xml:space="preserve"> Foo Extension User's Guide</w:t>
    </w:r>
    <w:r w:rsidR="00CA3663">
      <w:fldChar w:fldCharType="end"/>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403" w:rsidRPr="00D47CAE" w:rsidRDefault="00A937B5" w:rsidP="007B2A0D">
    <w:pPr>
      <w:pStyle w:val="Header"/>
      <w:tabs>
        <w:tab w:val="clear" w:pos="9720"/>
        <w:tab w:val="center" w:pos="4536"/>
        <w:tab w:val="right" w:pos="9072"/>
      </w:tabs>
      <w:rPr>
        <w:lang w:val="en-GB"/>
      </w:rPr>
    </w:pPr>
    <w:r w:rsidRPr="0069246D">
      <w:rPr>
        <w:noProof/>
      </w:rPr>
      <w:drawing>
        <wp:anchor distT="0" distB="0" distL="114300" distR="114300" simplePos="0" relativeHeight="251646976" behindDoc="1" locked="0" layoutInCell="1" allowOverlap="1" wp14:anchorId="685B73AA" wp14:editId="177121CB">
          <wp:simplePos x="0" y="0"/>
          <wp:positionH relativeFrom="leftMargin">
            <wp:posOffset>429895</wp:posOffset>
          </wp:positionH>
          <wp:positionV relativeFrom="paragraph">
            <wp:posOffset>-146050</wp:posOffset>
          </wp:positionV>
          <wp:extent cx="393192" cy="393192"/>
          <wp:effectExtent l="0" t="0" r="6985" b="6985"/>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3192" cy="393192"/>
                  </a:xfrm>
                  <a:prstGeom prst="rect">
                    <a:avLst/>
                  </a:prstGeom>
                </pic:spPr>
              </pic:pic>
            </a:graphicData>
          </a:graphic>
          <wp14:sizeRelH relativeFrom="margin">
            <wp14:pctWidth>0</wp14:pctWidth>
          </wp14:sizeRelH>
          <wp14:sizeRelV relativeFrom="margin">
            <wp14:pctHeight>0</wp14:pctHeight>
          </wp14:sizeRelV>
        </wp:anchor>
      </w:drawing>
    </w:r>
    <w:r w:rsidR="00A46403" w:rsidRPr="001374DE">
      <w:tab/>
    </w:r>
    <w:r w:rsidR="00A46403" w:rsidRPr="001374DE">
      <w:tab/>
    </w:r>
    <w:r w:rsidR="00CA3663">
      <w:fldChar w:fldCharType="begin"/>
    </w:r>
    <w:r w:rsidR="00CA3663">
      <w:instrText xml:space="preserve"> TITLE   \* MERGEFORMAT </w:instrText>
    </w:r>
    <w:r w:rsidR="00CA3663">
      <w:fldChar w:fldCharType="separate"/>
    </w:r>
    <w:proofErr w:type="spellStart"/>
    <w:r w:rsidR="00C65600">
      <w:t>TSDuck</w:t>
    </w:r>
    <w:proofErr w:type="spellEnd"/>
    <w:r w:rsidR="00C65600">
      <w:t xml:space="preserve"> Foo Extension User's Guide</w:t>
    </w:r>
    <w:r w:rsidR="00CA3663">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403" w:rsidRPr="00D47CAE" w:rsidRDefault="004F3ED5" w:rsidP="00D47CAE">
    <w:pPr>
      <w:pStyle w:val="Header"/>
      <w:tabs>
        <w:tab w:val="clear" w:pos="9720"/>
        <w:tab w:val="center" w:pos="4536"/>
        <w:tab w:val="right" w:pos="9072"/>
      </w:tabs>
      <w:rPr>
        <w:lang w:val="en-GB"/>
      </w:rPr>
    </w:pPr>
    <w:r w:rsidRPr="0069246D">
      <w:rPr>
        <w:noProof/>
      </w:rPr>
      <w:drawing>
        <wp:anchor distT="0" distB="0" distL="114300" distR="114300" simplePos="0" relativeHeight="251663360" behindDoc="1" locked="0" layoutInCell="1" allowOverlap="1" wp14:anchorId="36F5D08E" wp14:editId="0F4EAA29">
          <wp:simplePos x="0" y="0"/>
          <wp:positionH relativeFrom="rightMargin">
            <wp:posOffset>146050</wp:posOffset>
          </wp:positionH>
          <wp:positionV relativeFrom="paragraph">
            <wp:posOffset>-146050</wp:posOffset>
          </wp:positionV>
          <wp:extent cx="393192" cy="393192"/>
          <wp:effectExtent l="0" t="0" r="6985" b="6985"/>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3192" cy="393192"/>
                  </a:xfrm>
                  <a:prstGeom prst="rect">
                    <a:avLst/>
                  </a:prstGeom>
                </pic:spPr>
              </pic:pic>
            </a:graphicData>
          </a:graphic>
          <wp14:sizeRelH relativeFrom="margin">
            <wp14:pctWidth>0</wp14:pctWidth>
          </wp14:sizeRelH>
          <wp14:sizeRelV relativeFrom="margin">
            <wp14:pctHeight>0</wp14:pctHeight>
          </wp14:sizeRelV>
        </wp:anchor>
      </w:drawing>
    </w:r>
    <w:r w:rsidR="00CA3663">
      <w:fldChar w:fldCharType="begin"/>
    </w:r>
    <w:r w:rsidR="00CA3663">
      <w:instrText xml:space="preserve"> TITLE   \* MERGEFORMAT </w:instrText>
    </w:r>
    <w:r w:rsidR="00CA3663">
      <w:fldChar w:fldCharType="separate"/>
    </w:r>
    <w:proofErr w:type="spellStart"/>
    <w:r w:rsidR="00C65600">
      <w:t>TSDuck</w:t>
    </w:r>
    <w:proofErr w:type="spellEnd"/>
    <w:r w:rsidR="00C65600">
      <w:t xml:space="preserve"> Foo Extension User's Guide</w:t>
    </w:r>
    <w:r w:rsidR="00CA3663">
      <w:fldChar w:fldCharType="end"/>
    </w:r>
  </w:p>
  <w:p w:rsidR="00A46403" w:rsidRDefault="00A4640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D47CAE" w:rsidRDefault="00A937B5" w:rsidP="007B2A0D">
    <w:pPr>
      <w:pStyle w:val="Header"/>
      <w:tabs>
        <w:tab w:val="clear" w:pos="9720"/>
        <w:tab w:val="center" w:pos="4536"/>
        <w:tab w:val="right" w:pos="9072"/>
      </w:tabs>
      <w:rPr>
        <w:lang w:val="en-GB"/>
      </w:rPr>
    </w:pPr>
    <w:r w:rsidRPr="0069246D">
      <w:rPr>
        <w:noProof/>
      </w:rPr>
      <w:drawing>
        <wp:anchor distT="0" distB="0" distL="114300" distR="114300" simplePos="0" relativeHeight="251649024" behindDoc="1" locked="0" layoutInCell="1" allowOverlap="1" wp14:anchorId="685B73AA" wp14:editId="177121CB">
          <wp:simplePos x="0" y="0"/>
          <wp:positionH relativeFrom="leftMargin">
            <wp:posOffset>429895</wp:posOffset>
          </wp:positionH>
          <wp:positionV relativeFrom="paragraph">
            <wp:posOffset>-146050</wp:posOffset>
          </wp:positionV>
          <wp:extent cx="393192" cy="393192"/>
          <wp:effectExtent l="0" t="0" r="6985" b="6985"/>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3192" cy="393192"/>
                  </a:xfrm>
                  <a:prstGeom prst="rect">
                    <a:avLst/>
                  </a:prstGeom>
                </pic:spPr>
              </pic:pic>
            </a:graphicData>
          </a:graphic>
          <wp14:sizeRelH relativeFrom="margin">
            <wp14:pctWidth>0</wp14:pctWidth>
          </wp14:sizeRelH>
          <wp14:sizeRelV relativeFrom="margin">
            <wp14:pctHeight>0</wp14:pctHeight>
          </wp14:sizeRelV>
        </wp:anchor>
      </w:drawing>
    </w:r>
    <w:r w:rsidR="007C4F8A" w:rsidRPr="001374DE">
      <w:tab/>
    </w:r>
    <w:r w:rsidR="007C4F8A" w:rsidRPr="001374DE">
      <w:tab/>
    </w:r>
    <w:r w:rsidR="007C4F8A">
      <w:fldChar w:fldCharType="begin"/>
    </w:r>
    <w:r w:rsidR="007C4F8A">
      <w:instrText xml:space="preserve"> TITLE   \* MERGEFORMAT </w:instrText>
    </w:r>
    <w:r w:rsidR="007C4F8A">
      <w:fldChar w:fldCharType="separate"/>
    </w:r>
    <w:proofErr w:type="spellStart"/>
    <w:r w:rsidR="00C65600">
      <w:t>TSDuck</w:t>
    </w:r>
    <w:proofErr w:type="spellEnd"/>
    <w:r w:rsidR="00C65600">
      <w:t xml:space="preserve"> Foo Extension User's Guide</w:t>
    </w:r>
    <w:r w:rsidR="007C4F8A">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D47CAE" w:rsidRDefault="00EE310E" w:rsidP="00D47CAE">
    <w:pPr>
      <w:pStyle w:val="Header"/>
      <w:tabs>
        <w:tab w:val="clear" w:pos="9720"/>
        <w:tab w:val="center" w:pos="4536"/>
        <w:tab w:val="right" w:pos="9072"/>
      </w:tabs>
      <w:rPr>
        <w:lang w:val="en-GB"/>
      </w:rPr>
    </w:pPr>
    <w:r w:rsidRPr="0069246D">
      <w:rPr>
        <w:noProof/>
      </w:rPr>
      <w:drawing>
        <wp:anchor distT="0" distB="0" distL="114300" distR="114300" simplePos="0" relativeHeight="251665408" behindDoc="1" locked="0" layoutInCell="1" allowOverlap="1" wp14:anchorId="36F5D08E" wp14:editId="0F4EAA29">
          <wp:simplePos x="0" y="0"/>
          <wp:positionH relativeFrom="rightMargin">
            <wp:posOffset>146050</wp:posOffset>
          </wp:positionH>
          <wp:positionV relativeFrom="paragraph">
            <wp:posOffset>-146050</wp:posOffset>
          </wp:positionV>
          <wp:extent cx="393192" cy="393192"/>
          <wp:effectExtent l="0" t="0" r="6985" b="698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3192" cy="393192"/>
                  </a:xfrm>
                  <a:prstGeom prst="rect">
                    <a:avLst/>
                  </a:prstGeom>
                </pic:spPr>
              </pic:pic>
            </a:graphicData>
          </a:graphic>
          <wp14:sizeRelH relativeFrom="margin">
            <wp14:pctWidth>0</wp14:pctWidth>
          </wp14:sizeRelH>
          <wp14:sizeRelV relativeFrom="margin">
            <wp14:pctHeight>0</wp14:pctHeight>
          </wp14:sizeRelV>
        </wp:anchor>
      </w:drawing>
    </w:r>
    <w:r w:rsidR="007C4F8A">
      <w:fldChar w:fldCharType="begin"/>
    </w:r>
    <w:r w:rsidR="007C4F8A">
      <w:instrText xml:space="preserve"> TITLE   \* MERGEFORMAT </w:instrText>
    </w:r>
    <w:r w:rsidR="007C4F8A">
      <w:fldChar w:fldCharType="separate"/>
    </w:r>
    <w:proofErr w:type="spellStart"/>
    <w:r w:rsidR="00C65600">
      <w:t>TSDuck</w:t>
    </w:r>
    <w:proofErr w:type="spellEnd"/>
    <w:r w:rsidR="00C65600">
      <w:t xml:space="preserve"> Foo Extension User's Guide</w:t>
    </w:r>
    <w:r w:rsidR="007C4F8A">
      <w:fldChar w:fldCharType="end"/>
    </w:r>
  </w:p>
  <w:p w:rsidR="007C4F8A" w:rsidRDefault="007C4F8A"/>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D47CAE" w:rsidRDefault="00A937B5" w:rsidP="007B2A0D">
    <w:pPr>
      <w:pStyle w:val="Header"/>
      <w:tabs>
        <w:tab w:val="clear" w:pos="9720"/>
        <w:tab w:val="center" w:pos="4536"/>
        <w:tab w:val="right" w:pos="9072"/>
      </w:tabs>
      <w:rPr>
        <w:lang w:val="en-GB"/>
      </w:rPr>
    </w:pPr>
    <w:r w:rsidRPr="0069246D">
      <w:rPr>
        <w:noProof/>
      </w:rPr>
      <w:drawing>
        <wp:anchor distT="0" distB="0" distL="114300" distR="114300" simplePos="0" relativeHeight="251651072" behindDoc="1" locked="0" layoutInCell="1" allowOverlap="1" wp14:anchorId="685B73AA" wp14:editId="177121CB">
          <wp:simplePos x="0" y="0"/>
          <wp:positionH relativeFrom="leftMargin">
            <wp:posOffset>429895</wp:posOffset>
          </wp:positionH>
          <wp:positionV relativeFrom="paragraph">
            <wp:posOffset>-146050</wp:posOffset>
          </wp:positionV>
          <wp:extent cx="393192" cy="393192"/>
          <wp:effectExtent l="0" t="0" r="6985" b="6985"/>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3192" cy="393192"/>
                  </a:xfrm>
                  <a:prstGeom prst="rect">
                    <a:avLst/>
                  </a:prstGeom>
                </pic:spPr>
              </pic:pic>
            </a:graphicData>
          </a:graphic>
          <wp14:sizeRelH relativeFrom="margin">
            <wp14:pctWidth>0</wp14:pctWidth>
          </wp14:sizeRelH>
          <wp14:sizeRelV relativeFrom="margin">
            <wp14:pctHeight>0</wp14:pctHeight>
          </wp14:sizeRelV>
        </wp:anchor>
      </w:drawing>
    </w:r>
    <w:r w:rsidR="007C4F8A" w:rsidRPr="001374DE">
      <w:tab/>
    </w:r>
    <w:r w:rsidR="007C4F8A" w:rsidRPr="001374DE">
      <w:tab/>
    </w:r>
    <w:r w:rsidR="007C4F8A">
      <w:fldChar w:fldCharType="begin"/>
    </w:r>
    <w:r w:rsidR="007C4F8A">
      <w:instrText xml:space="preserve"> TITLE   \* MERGEFORMAT </w:instrText>
    </w:r>
    <w:r w:rsidR="007C4F8A">
      <w:fldChar w:fldCharType="separate"/>
    </w:r>
    <w:proofErr w:type="spellStart"/>
    <w:r w:rsidR="00C65600">
      <w:t>TSDuck</w:t>
    </w:r>
    <w:proofErr w:type="spellEnd"/>
    <w:r w:rsidR="00C65600">
      <w:t xml:space="preserve"> Foo Extension User's Guide</w:t>
    </w:r>
    <w:r w:rsidR="007C4F8A">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F8A" w:rsidRPr="00D47CAE" w:rsidRDefault="00E67277" w:rsidP="00D47CAE">
    <w:pPr>
      <w:pStyle w:val="Header"/>
      <w:tabs>
        <w:tab w:val="clear" w:pos="9720"/>
        <w:tab w:val="center" w:pos="4536"/>
        <w:tab w:val="right" w:pos="9072"/>
      </w:tabs>
      <w:rPr>
        <w:lang w:val="en-GB"/>
      </w:rPr>
    </w:pPr>
    <w:r w:rsidRPr="0069246D">
      <w:rPr>
        <w:noProof/>
      </w:rPr>
      <w:drawing>
        <wp:anchor distT="0" distB="0" distL="114300" distR="114300" simplePos="0" relativeHeight="251667456" behindDoc="1" locked="0" layoutInCell="1" allowOverlap="1" wp14:anchorId="12E4B7C4" wp14:editId="6B6AA760">
          <wp:simplePos x="0" y="0"/>
          <wp:positionH relativeFrom="rightMargin">
            <wp:posOffset>146050</wp:posOffset>
          </wp:positionH>
          <wp:positionV relativeFrom="paragraph">
            <wp:posOffset>-146050</wp:posOffset>
          </wp:positionV>
          <wp:extent cx="393192" cy="393192"/>
          <wp:effectExtent l="0" t="0" r="6985" b="6985"/>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3192" cy="393192"/>
                  </a:xfrm>
                  <a:prstGeom prst="rect">
                    <a:avLst/>
                  </a:prstGeom>
                </pic:spPr>
              </pic:pic>
            </a:graphicData>
          </a:graphic>
          <wp14:sizeRelH relativeFrom="margin">
            <wp14:pctWidth>0</wp14:pctWidth>
          </wp14:sizeRelH>
          <wp14:sizeRelV relativeFrom="margin">
            <wp14:pctHeight>0</wp14:pctHeight>
          </wp14:sizeRelV>
        </wp:anchor>
      </w:drawing>
    </w:r>
    <w:r w:rsidR="007C4F8A">
      <w:fldChar w:fldCharType="begin"/>
    </w:r>
    <w:r w:rsidR="007C4F8A">
      <w:instrText xml:space="preserve"> TITLE   \* MERGEFORMAT </w:instrText>
    </w:r>
    <w:r w:rsidR="007C4F8A">
      <w:fldChar w:fldCharType="separate"/>
    </w:r>
    <w:proofErr w:type="spellStart"/>
    <w:r w:rsidR="00C65600">
      <w:t>TSDuck</w:t>
    </w:r>
    <w:proofErr w:type="spellEnd"/>
    <w:r w:rsidR="00C65600">
      <w:t xml:space="preserve"> Foo Extension User's Guide</w:t>
    </w:r>
    <w:r w:rsidR="007C4F8A">
      <w:fldChar w:fldCharType="end"/>
    </w:r>
  </w:p>
  <w:p w:rsidR="007C4F8A" w:rsidRDefault="007C4F8A"/>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403" w:rsidRPr="00D47CAE" w:rsidRDefault="00A46403" w:rsidP="007B2A0D">
    <w:pPr>
      <w:pStyle w:val="Header"/>
      <w:tabs>
        <w:tab w:val="clear" w:pos="9720"/>
        <w:tab w:val="center" w:pos="4536"/>
        <w:tab w:val="right" w:pos="9072"/>
      </w:tabs>
      <w:rPr>
        <w:lang w:val="en-GB"/>
      </w:rPr>
    </w:pPr>
    <w:r>
      <w:rPr>
        <w:noProof/>
      </w:rPr>
      <w:drawing>
        <wp:anchor distT="0" distB="0" distL="114300" distR="114300" simplePos="0" relativeHeight="251654144" behindDoc="1" locked="0" layoutInCell="1" allowOverlap="1" wp14:anchorId="7595484A" wp14:editId="7B033079">
          <wp:simplePos x="0" y="0"/>
          <wp:positionH relativeFrom="leftMargin">
            <wp:posOffset>431800</wp:posOffset>
          </wp:positionH>
          <wp:positionV relativeFrom="paragraph">
            <wp:posOffset>-144145</wp:posOffset>
          </wp:positionV>
          <wp:extent cx="392400" cy="392400"/>
          <wp:effectExtent l="0" t="0" r="8255" b="8255"/>
          <wp:wrapNone/>
          <wp:docPr id="174" name="Image 11"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noProof/>
        <w:lang w:val="fr-FR"/>
      </w:rPr>
      <w:fldChar w:fldCharType="begin"/>
    </w:r>
    <w:r w:rsidRPr="001374DE">
      <w:rPr>
        <w:b/>
        <w:bCs/>
        <w:noProof/>
      </w:rPr>
      <w:instrText xml:space="preserve"> STYLEREF  "Reference Section Title"  \* MERGEFORMAT </w:instrText>
    </w:r>
    <w:r>
      <w:rPr>
        <w:b/>
        <w:bCs/>
        <w:noProof/>
        <w:lang w:val="fr-FR"/>
      </w:rPr>
      <w:fldChar w:fldCharType="separate"/>
    </w:r>
    <w:r w:rsidR="00C65600">
      <w:rPr>
        <w:b/>
        <w:bCs/>
        <w:noProof/>
      </w:rPr>
      <w:t>footool</w:t>
    </w:r>
    <w:r>
      <w:rPr>
        <w:b/>
        <w:bCs/>
        <w:noProof/>
        <w:lang w:val="fr-FR"/>
      </w:rPr>
      <w:fldChar w:fldCharType="end"/>
    </w:r>
    <w:r w:rsidRPr="00985575">
      <w:rPr>
        <w:lang w:val="en-GB"/>
      </w:rPr>
      <w:tab/>
    </w:r>
    <w:r>
      <w:rPr>
        <w:lang w:val="en-GB"/>
      </w:rPr>
      <w:tab/>
    </w:r>
    <w:r>
      <w:rPr>
        <w:lang w:val="en-GB"/>
      </w:rPr>
      <w:fldChar w:fldCharType="begin"/>
    </w:r>
    <w:r>
      <w:rPr>
        <w:lang w:val="en-GB"/>
      </w:rPr>
      <w:instrText xml:space="preserve"> TITLE   \* MERGEFORMAT </w:instrText>
    </w:r>
    <w:r>
      <w:rPr>
        <w:lang w:val="en-GB"/>
      </w:rPr>
      <w:fldChar w:fldCharType="separate"/>
    </w:r>
    <w:proofErr w:type="spellStart"/>
    <w:r w:rsidR="00C65600">
      <w:rPr>
        <w:lang w:val="en-GB"/>
      </w:rPr>
      <w:t>TSDuck</w:t>
    </w:r>
    <w:proofErr w:type="spellEnd"/>
    <w:r w:rsidR="00C65600">
      <w:rPr>
        <w:lang w:val="en-GB"/>
      </w:rPr>
      <w:t xml:space="preserve"> Foo Extension User's Guide</w:t>
    </w:r>
    <w:r>
      <w:rPr>
        <w:lang w:val="en-GB"/>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403" w:rsidRPr="00D47CAE" w:rsidRDefault="00A937B5" w:rsidP="00D47CAE">
    <w:pPr>
      <w:pStyle w:val="Header"/>
      <w:tabs>
        <w:tab w:val="clear" w:pos="9720"/>
        <w:tab w:val="center" w:pos="4536"/>
        <w:tab w:val="right" w:pos="9072"/>
      </w:tabs>
      <w:rPr>
        <w:lang w:val="en-GB"/>
      </w:rPr>
    </w:pPr>
    <w:r w:rsidRPr="0069246D">
      <w:rPr>
        <w:noProof/>
      </w:rPr>
      <w:drawing>
        <wp:anchor distT="0" distB="0" distL="114300" distR="114300" simplePos="0" relativeHeight="251661312" behindDoc="1" locked="0" layoutInCell="1" allowOverlap="1" wp14:anchorId="36F5D08E" wp14:editId="0F4EAA29">
          <wp:simplePos x="0" y="0"/>
          <wp:positionH relativeFrom="rightMargin">
            <wp:posOffset>146050</wp:posOffset>
          </wp:positionH>
          <wp:positionV relativeFrom="paragraph">
            <wp:posOffset>-146050</wp:posOffset>
          </wp:positionV>
          <wp:extent cx="393192" cy="393192"/>
          <wp:effectExtent l="0" t="0" r="6985" b="698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3192" cy="393192"/>
                  </a:xfrm>
                  <a:prstGeom prst="rect">
                    <a:avLst/>
                  </a:prstGeom>
                </pic:spPr>
              </pic:pic>
            </a:graphicData>
          </a:graphic>
          <wp14:sizeRelH relativeFrom="margin">
            <wp14:pctWidth>0</wp14:pctWidth>
          </wp14:sizeRelH>
          <wp14:sizeRelV relativeFrom="margin">
            <wp14:pctHeight>0</wp14:pctHeight>
          </wp14:sizeRelV>
        </wp:anchor>
      </w:drawing>
    </w:r>
    <w:r w:rsidR="00A46403">
      <w:rPr>
        <w:lang w:val="en-GB"/>
      </w:rPr>
      <w:fldChar w:fldCharType="begin"/>
    </w:r>
    <w:r w:rsidR="00A46403">
      <w:rPr>
        <w:lang w:val="en-GB"/>
      </w:rPr>
      <w:instrText xml:space="preserve"> TITLE  \* MERGEFORMAT </w:instrText>
    </w:r>
    <w:r w:rsidR="00A46403">
      <w:rPr>
        <w:lang w:val="en-GB"/>
      </w:rPr>
      <w:fldChar w:fldCharType="separate"/>
    </w:r>
    <w:proofErr w:type="spellStart"/>
    <w:r w:rsidR="00C65600">
      <w:rPr>
        <w:lang w:val="en-GB"/>
      </w:rPr>
      <w:t>TSDuck</w:t>
    </w:r>
    <w:proofErr w:type="spellEnd"/>
    <w:r w:rsidR="00C65600">
      <w:rPr>
        <w:lang w:val="en-GB"/>
      </w:rPr>
      <w:t xml:space="preserve"> Foo Extension User's Guide</w:t>
    </w:r>
    <w:r w:rsidR="00A46403">
      <w:rPr>
        <w:lang w:val="en-GB"/>
      </w:rPr>
      <w:fldChar w:fldCharType="end"/>
    </w:r>
    <w:r w:rsidR="00A46403" w:rsidRPr="00985575">
      <w:rPr>
        <w:lang w:val="en-GB"/>
      </w:rPr>
      <w:tab/>
    </w:r>
    <w:r w:rsidR="00A46403" w:rsidRPr="00985575">
      <w:rPr>
        <w:lang w:val="en-GB"/>
      </w:rPr>
      <w:tab/>
    </w:r>
    <w:r w:rsidR="00A46403">
      <w:rPr>
        <w:b/>
        <w:bCs/>
        <w:noProof/>
        <w:lang w:val="fr-FR"/>
      </w:rPr>
      <w:fldChar w:fldCharType="begin"/>
    </w:r>
    <w:r w:rsidR="00A46403" w:rsidRPr="001374DE">
      <w:rPr>
        <w:b/>
        <w:bCs/>
        <w:noProof/>
      </w:rPr>
      <w:instrText xml:space="preserve"> STYLEREF  "Reference Section Title"  \* MERGEFORMAT </w:instrText>
    </w:r>
    <w:r w:rsidR="00A46403">
      <w:rPr>
        <w:b/>
        <w:bCs/>
        <w:noProof/>
        <w:lang w:val="fr-FR"/>
      </w:rPr>
      <w:fldChar w:fldCharType="separate"/>
    </w:r>
    <w:r w:rsidR="00C65600">
      <w:rPr>
        <w:b/>
        <w:bCs/>
        <w:noProof/>
      </w:rPr>
      <w:t>footool</w:t>
    </w:r>
    <w:r w:rsidR="00A46403">
      <w:rPr>
        <w:b/>
        <w:bCs/>
        <w:noProof/>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pt;height:9pt" o:bullet="t">
        <v:imagedata r:id="rId1" o:title="BD14831_"/>
      </v:shape>
    </w:pict>
  </w:numPicBullet>
  <w:abstractNum w:abstractNumId="0" w15:restartNumberingAfterBreak="0">
    <w:nsid w:val="FFFFFF89"/>
    <w:multiLevelType w:val="singleLevel"/>
    <w:tmpl w:val="F2BA6966"/>
    <w:lvl w:ilvl="0">
      <w:start w:val="1"/>
      <w:numFmt w:val="bullet"/>
      <w:pStyle w:val="ListBullet"/>
      <w:lvlText w:val=""/>
      <w:lvlJc w:val="left"/>
      <w:pPr>
        <w:tabs>
          <w:tab w:val="num" w:pos="360"/>
        </w:tabs>
        <w:ind w:left="360" w:hanging="360"/>
      </w:pPr>
      <w:rPr>
        <w:rFonts w:ascii="Symbol" w:hAnsi="Symbol" w:hint="default"/>
        <w:lang w:val="en-GB"/>
      </w:rPr>
    </w:lvl>
  </w:abstractNum>
  <w:abstractNum w:abstractNumId="1" w15:restartNumberingAfterBreak="0">
    <w:nsid w:val="03545227"/>
    <w:multiLevelType w:val="hybridMultilevel"/>
    <w:tmpl w:val="C1DA4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315A5"/>
    <w:multiLevelType w:val="hybridMultilevel"/>
    <w:tmpl w:val="112C0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A75905"/>
    <w:multiLevelType w:val="singleLevel"/>
    <w:tmpl w:val="AA8078F0"/>
    <w:lvl w:ilvl="0">
      <w:start w:val="1"/>
      <w:numFmt w:val="none"/>
      <w:pStyle w:val="ListOfTables"/>
      <w:lvlText w:val="List Of Tables"/>
      <w:lvlJc w:val="left"/>
      <w:pPr>
        <w:tabs>
          <w:tab w:val="num" w:pos="2880"/>
        </w:tabs>
        <w:ind w:left="360" w:hanging="360"/>
      </w:pPr>
    </w:lvl>
  </w:abstractNum>
  <w:abstractNum w:abstractNumId="4" w15:restartNumberingAfterBreak="0">
    <w:nsid w:val="12270370"/>
    <w:multiLevelType w:val="hybridMultilevel"/>
    <w:tmpl w:val="F42CF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01589"/>
    <w:multiLevelType w:val="multilevel"/>
    <w:tmpl w:val="BD8C1E82"/>
    <w:lvl w:ilvl="0">
      <w:start w:val="1"/>
      <w:numFmt w:val="decimal"/>
      <w:pStyle w:val="Heading1"/>
      <w:lvlText w:val="%1"/>
      <w:lvlJc w:val="left"/>
      <w:pPr>
        <w:tabs>
          <w:tab w:val="num" w:pos="432"/>
        </w:tabs>
        <w:ind w:left="432" w:hanging="432"/>
      </w:pPr>
      <w:rPr>
        <w:rFonts w:hint="default"/>
        <w:lang w:val="en-US"/>
      </w:rPr>
    </w:lvl>
    <w:lvl w:ilvl="1">
      <w:start w:val="1"/>
      <w:numFmt w:val="decimal"/>
      <w:pStyle w:val="Heading2"/>
      <w:lvlText w:val="%1.%2"/>
      <w:lvlJc w:val="left"/>
      <w:pPr>
        <w:tabs>
          <w:tab w:val="num" w:pos="576"/>
        </w:tabs>
        <w:ind w:left="576" w:hanging="576"/>
      </w:pPr>
      <w:rPr>
        <w:rFonts w:hint="default"/>
        <w:lang w:val="en-US"/>
      </w:rPr>
    </w:lvl>
    <w:lvl w:ilvl="2">
      <w:start w:val="1"/>
      <w:numFmt w:val="decimal"/>
      <w:pStyle w:val="Heading3"/>
      <w:lvlText w:val="%1.%2.%3"/>
      <w:lvlJc w:val="left"/>
      <w:pPr>
        <w:tabs>
          <w:tab w:val="num" w:pos="0"/>
        </w:tabs>
        <w:ind w:left="720" w:hanging="720"/>
      </w:pPr>
      <w:rPr>
        <w:rFonts w:hint="default"/>
        <w:lang w:val="en-GB"/>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A2B1290"/>
    <w:multiLevelType w:val="hybridMultilevel"/>
    <w:tmpl w:val="9FFE83BC"/>
    <w:lvl w:ilvl="0" w:tplc="4B74FBEE">
      <w:start w:val="1"/>
      <w:numFmt w:val="bullet"/>
      <w:pStyle w:val="ReferenceSectionTitle"/>
      <w:lvlText w:val=""/>
      <w:lvlPicBulletId w:val="0"/>
      <w:lvlJc w:val="left"/>
      <w:pPr>
        <w:tabs>
          <w:tab w:val="num" w:pos="720"/>
        </w:tabs>
        <w:ind w:left="720" w:hanging="360"/>
      </w:pPr>
      <w:rPr>
        <w:rFonts w:ascii="Symbol" w:hAnsi="Symbol" w:hint="default"/>
        <w:color w:val="auto"/>
        <w:lang w:val="en-US"/>
      </w:rPr>
    </w:lvl>
    <w:lvl w:ilvl="1" w:tplc="040C0003">
      <w:start w:val="1"/>
      <w:numFmt w:val="bullet"/>
      <w:lvlText w:val="o"/>
      <w:lvlJc w:val="left"/>
      <w:pPr>
        <w:tabs>
          <w:tab w:val="num" w:pos="1440"/>
        </w:tabs>
        <w:ind w:left="1440" w:hanging="360"/>
      </w:pPr>
      <w:rPr>
        <w:rFonts w:ascii="Consolas" w:hAnsi="Consolas" w:cs="Consola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nsolas" w:hAnsi="Consolas" w:cs="Consola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nsolas" w:hAnsi="Consolas" w:cs="Consola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470A06"/>
    <w:multiLevelType w:val="hybridMultilevel"/>
    <w:tmpl w:val="507E6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464D5F"/>
    <w:multiLevelType w:val="hybridMultilevel"/>
    <w:tmpl w:val="04B4E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85E03"/>
    <w:multiLevelType w:val="singleLevel"/>
    <w:tmpl w:val="4C32901E"/>
    <w:lvl w:ilvl="0">
      <w:start w:val="1"/>
      <w:numFmt w:val="none"/>
      <w:pStyle w:val="ListOfFigures"/>
      <w:lvlText w:val="List Of Figures"/>
      <w:lvlJc w:val="left"/>
      <w:pPr>
        <w:tabs>
          <w:tab w:val="num" w:pos="2880"/>
        </w:tabs>
        <w:ind w:left="360" w:hanging="360"/>
      </w:pPr>
    </w:lvl>
  </w:abstractNum>
  <w:abstractNum w:abstractNumId="10" w15:restartNumberingAfterBreak="0">
    <w:nsid w:val="2F411957"/>
    <w:multiLevelType w:val="hybridMultilevel"/>
    <w:tmpl w:val="83F60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545D35"/>
    <w:multiLevelType w:val="hybridMultilevel"/>
    <w:tmpl w:val="FBE66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5906F6"/>
    <w:multiLevelType w:val="hybridMultilevel"/>
    <w:tmpl w:val="8B42F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9A7B5E"/>
    <w:multiLevelType w:val="hybridMultilevel"/>
    <w:tmpl w:val="3DCC3514"/>
    <w:lvl w:ilvl="0" w:tplc="88164970">
      <w:start w:val="1"/>
      <w:numFmt w:val="decimal"/>
      <w:pStyle w:val="Bullet"/>
      <w:lvlText w:val="A%1."/>
      <w:lvlJc w:val="left"/>
      <w:pPr>
        <w:tabs>
          <w:tab w:val="num" w:pos="1080"/>
        </w:tabs>
        <w:ind w:left="720" w:hanging="360"/>
      </w:pPr>
      <w:rPr>
        <w:rFonts w:ascii="Verdana" w:hAnsi="Verdana" w:hint="default"/>
        <w:b w:val="0"/>
        <w:i w:val="0"/>
        <w:sz w:val="20"/>
      </w:rPr>
    </w:lvl>
    <w:lvl w:ilvl="1" w:tplc="04090003" w:tentative="1">
      <w:start w:val="1"/>
      <w:numFmt w:val="bullet"/>
      <w:lvlText w:val="o"/>
      <w:lvlJc w:val="left"/>
      <w:pPr>
        <w:tabs>
          <w:tab w:val="num" w:pos="1440"/>
        </w:tabs>
        <w:ind w:left="1440" w:hanging="360"/>
      </w:pPr>
      <w:rPr>
        <w:rFonts w:ascii="Consolas" w:hAnsi="Consola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nsolas" w:hAnsi="Consola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nsolas" w:hAnsi="Consola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214F22"/>
    <w:multiLevelType w:val="singleLevel"/>
    <w:tmpl w:val="E44E2A2C"/>
    <w:lvl w:ilvl="0">
      <w:start w:val="1"/>
      <w:numFmt w:val="decimal"/>
      <w:pStyle w:val="Reference"/>
      <w:lvlText w:val="[%1]"/>
      <w:lvlJc w:val="left"/>
      <w:pPr>
        <w:tabs>
          <w:tab w:val="num" w:pos="431"/>
        </w:tabs>
        <w:ind w:left="431" w:hanging="431"/>
      </w:pPr>
      <w:rPr>
        <w:rFonts w:asciiTheme="majorHAnsi" w:hAnsiTheme="majorHAnsi" w:hint="default"/>
        <w:b w:val="0"/>
        <w:i w:val="0"/>
        <w:sz w:val="20"/>
        <w:szCs w:val="20"/>
      </w:rPr>
    </w:lvl>
  </w:abstractNum>
  <w:abstractNum w:abstractNumId="15" w15:restartNumberingAfterBreak="0">
    <w:nsid w:val="55FB39E8"/>
    <w:multiLevelType w:val="hybridMultilevel"/>
    <w:tmpl w:val="67522C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07333A"/>
    <w:multiLevelType w:val="hybridMultilevel"/>
    <w:tmpl w:val="0B96E70C"/>
    <w:lvl w:ilvl="0" w:tplc="2EA60DB8">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800"/>
        </w:tabs>
        <w:ind w:left="1800" w:hanging="360"/>
      </w:pPr>
      <w:rPr>
        <w:rFonts w:ascii="Consolas" w:hAnsi="Consolas" w:cs="Consolas"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nsolas" w:hAnsi="Consolas" w:cs="Consolas"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nsolas" w:hAnsi="Consolas" w:cs="Consolas"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0630284"/>
    <w:multiLevelType w:val="hybridMultilevel"/>
    <w:tmpl w:val="5D76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6C6D4B"/>
    <w:multiLevelType w:val="hybridMultilevel"/>
    <w:tmpl w:val="6EE02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8833CB"/>
    <w:multiLevelType w:val="hybridMultilevel"/>
    <w:tmpl w:val="59FEED2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64334E22"/>
    <w:multiLevelType w:val="hybridMultilevel"/>
    <w:tmpl w:val="F02A40BC"/>
    <w:lvl w:ilvl="0" w:tplc="E9A60B84">
      <w:start w:val="1"/>
      <w:numFmt w:val="decimal"/>
      <w:pStyle w:val="Spac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9D5A57"/>
    <w:multiLevelType w:val="hybridMultilevel"/>
    <w:tmpl w:val="06983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nsolas" w:hAnsi="Consolas" w:cs="Consola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nsolas" w:hAnsi="Consolas" w:cs="Consola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nsolas" w:hAnsi="Consolas" w:cs="Consola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803D92"/>
    <w:multiLevelType w:val="hybridMultilevel"/>
    <w:tmpl w:val="B34CD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20050F"/>
    <w:multiLevelType w:val="hybridMultilevel"/>
    <w:tmpl w:val="A462DC1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nsolas" w:hAnsi="Consolas" w:cs="Consola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nsolas" w:hAnsi="Consolas" w:cs="Consolas"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nsolas" w:hAnsi="Consolas" w:cs="Consolas"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08B62ED"/>
    <w:multiLevelType w:val="multilevel"/>
    <w:tmpl w:val="9FC24A68"/>
    <w:styleLink w:val="Appendices"/>
    <w:lvl w:ilvl="0">
      <w:start w:val="1"/>
      <w:numFmt w:val="upperLetter"/>
      <w:pStyle w:val="Appendix1"/>
      <w:lvlText w:val="Appendix %1"/>
      <w:lvlJc w:val="left"/>
      <w:pPr>
        <w:tabs>
          <w:tab w:val="num" w:pos="397"/>
        </w:tabs>
        <w:ind w:left="1985" w:hanging="1985"/>
      </w:pPr>
      <w:rPr>
        <w:rFonts w:hint="default"/>
      </w:rPr>
    </w:lvl>
    <w:lvl w:ilvl="1">
      <w:start w:val="1"/>
      <w:numFmt w:val="decimal"/>
      <w:pStyle w:val="Appendix2"/>
      <w:lvlText w:val="%1.%2"/>
      <w:lvlJc w:val="left"/>
      <w:pPr>
        <w:ind w:left="567" w:hanging="567"/>
      </w:pPr>
      <w:rPr>
        <w:rFonts w:hint="default"/>
      </w:rPr>
    </w:lvl>
    <w:lvl w:ilvl="2">
      <w:start w:val="1"/>
      <w:numFmt w:val="decimal"/>
      <w:pStyle w:val="Appendix3"/>
      <w:lvlText w:val="%1.%2.%3"/>
      <w:lvlJc w:val="left"/>
      <w:pPr>
        <w:ind w:left="851" w:hanging="851"/>
      </w:pPr>
      <w:rPr>
        <w:rFonts w:hint="default"/>
      </w:rPr>
    </w:lvl>
    <w:lvl w:ilvl="3">
      <w:start w:val="1"/>
      <w:numFmt w:val="decimal"/>
      <w:pStyle w:val="Appendix4"/>
      <w:lvlText w:val="%1.%2.%3.%4"/>
      <w:lvlJc w:val="left"/>
      <w:pPr>
        <w:ind w:left="851" w:hanging="85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5E6248"/>
    <w:multiLevelType w:val="hybridMultilevel"/>
    <w:tmpl w:val="6A968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995498"/>
    <w:multiLevelType w:val="hybridMultilevel"/>
    <w:tmpl w:val="3BFED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5A557D"/>
    <w:multiLevelType w:val="hybridMultilevel"/>
    <w:tmpl w:val="A68CC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0163EF"/>
    <w:multiLevelType w:val="hybridMultilevel"/>
    <w:tmpl w:val="9266BD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7584CDA"/>
    <w:multiLevelType w:val="hybridMultilevel"/>
    <w:tmpl w:val="E6F03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E172C9"/>
    <w:multiLevelType w:val="multilevel"/>
    <w:tmpl w:val="9FC24A68"/>
    <w:numStyleLink w:val="Appendices"/>
  </w:abstractNum>
  <w:num w:numId="1">
    <w:abstractNumId w:val="9"/>
  </w:num>
  <w:num w:numId="2">
    <w:abstractNumId w:val="3"/>
  </w:num>
  <w:num w:numId="3">
    <w:abstractNumId w:val="14"/>
  </w:num>
  <w:num w:numId="4">
    <w:abstractNumId w:val="13"/>
  </w:num>
  <w:num w:numId="5">
    <w:abstractNumId w:val="0"/>
  </w:num>
  <w:num w:numId="6">
    <w:abstractNumId w:val="5"/>
  </w:num>
  <w:num w:numId="7">
    <w:abstractNumId w:val="16"/>
  </w:num>
  <w:num w:numId="8">
    <w:abstractNumId w:val="6"/>
  </w:num>
  <w:num w:numId="9">
    <w:abstractNumId w:val="23"/>
  </w:num>
  <w:num w:numId="10">
    <w:abstractNumId w:val="28"/>
  </w:num>
  <w:num w:numId="11">
    <w:abstractNumId w:val="21"/>
  </w:num>
  <w:num w:numId="12">
    <w:abstractNumId w:val="20"/>
  </w:num>
  <w:num w:numId="13">
    <w:abstractNumId w:val="25"/>
  </w:num>
  <w:num w:numId="14">
    <w:abstractNumId w:val="18"/>
  </w:num>
  <w:num w:numId="15">
    <w:abstractNumId w:val="1"/>
  </w:num>
  <w:num w:numId="16">
    <w:abstractNumId w:val="29"/>
  </w:num>
  <w:num w:numId="17">
    <w:abstractNumId w:val="8"/>
  </w:num>
  <w:num w:numId="18">
    <w:abstractNumId w:val="12"/>
  </w:num>
  <w:num w:numId="19">
    <w:abstractNumId w:val="24"/>
  </w:num>
  <w:num w:numId="20">
    <w:abstractNumId w:val="30"/>
  </w:num>
  <w:num w:numId="21">
    <w:abstractNumId w:val="4"/>
  </w:num>
  <w:num w:numId="22">
    <w:abstractNumId w:val="22"/>
  </w:num>
  <w:num w:numId="23">
    <w:abstractNumId w:val="7"/>
  </w:num>
  <w:num w:numId="24">
    <w:abstractNumId w:val="27"/>
  </w:num>
  <w:num w:numId="25">
    <w:abstractNumId w:val="2"/>
  </w:num>
  <w:num w:numId="26">
    <w:abstractNumId w:val="11"/>
  </w:num>
  <w:num w:numId="27">
    <w:abstractNumId w:val="17"/>
  </w:num>
  <w:num w:numId="28">
    <w:abstractNumId w:val="15"/>
  </w:num>
  <w:num w:numId="29">
    <w:abstractNumId w:val="0"/>
  </w:num>
  <w:num w:numId="30">
    <w:abstractNumId w:val="10"/>
  </w:num>
  <w:num w:numId="31">
    <w:abstractNumId w:val="19"/>
  </w:num>
  <w:num w:numId="32">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nl-NL" w:vendorID="64" w:dllVersion="0" w:nlCheck="1" w:checkStyle="0"/>
  <w:activeWritingStyle w:appName="MSWord" w:lang="en-US"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style="mso-position-horizontal-relative:page;mso-position-vertical-relative:page" fillcolor="#dcdcdc">
      <v:fill color="#dcdcdc"/>
      <v:stroke weight=".25pt"/>
      <v:shadow color="#86868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EFF"/>
    <w:rsid w:val="00000F12"/>
    <w:rsid w:val="00001849"/>
    <w:rsid w:val="00001A94"/>
    <w:rsid w:val="00002A4A"/>
    <w:rsid w:val="00003F7C"/>
    <w:rsid w:val="000047A1"/>
    <w:rsid w:val="00004F03"/>
    <w:rsid w:val="00005CC4"/>
    <w:rsid w:val="0000668B"/>
    <w:rsid w:val="00010ADD"/>
    <w:rsid w:val="00010EB1"/>
    <w:rsid w:val="00010ED3"/>
    <w:rsid w:val="000121F2"/>
    <w:rsid w:val="00012974"/>
    <w:rsid w:val="00013EF5"/>
    <w:rsid w:val="000146EE"/>
    <w:rsid w:val="0001587C"/>
    <w:rsid w:val="00015B69"/>
    <w:rsid w:val="000162B3"/>
    <w:rsid w:val="00016E7E"/>
    <w:rsid w:val="00017623"/>
    <w:rsid w:val="000176EE"/>
    <w:rsid w:val="00017A2F"/>
    <w:rsid w:val="00020594"/>
    <w:rsid w:val="00020DC9"/>
    <w:rsid w:val="00021468"/>
    <w:rsid w:val="000215B8"/>
    <w:rsid w:val="00021A94"/>
    <w:rsid w:val="00021BB7"/>
    <w:rsid w:val="00021F77"/>
    <w:rsid w:val="00022EDB"/>
    <w:rsid w:val="000245E8"/>
    <w:rsid w:val="00024E44"/>
    <w:rsid w:val="00024EA2"/>
    <w:rsid w:val="00024F06"/>
    <w:rsid w:val="0002504F"/>
    <w:rsid w:val="00025F09"/>
    <w:rsid w:val="00025F71"/>
    <w:rsid w:val="00026B05"/>
    <w:rsid w:val="00026F6B"/>
    <w:rsid w:val="00027244"/>
    <w:rsid w:val="000275A6"/>
    <w:rsid w:val="000303B8"/>
    <w:rsid w:val="00031676"/>
    <w:rsid w:val="00031B5C"/>
    <w:rsid w:val="0003205D"/>
    <w:rsid w:val="0003212F"/>
    <w:rsid w:val="00032605"/>
    <w:rsid w:val="0003514E"/>
    <w:rsid w:val="0003658F"/>
    <w:rsid w:val="00036F75"/>
    <w:rsid w:val="00036FED"/>
    <w:rsid w:val="0003754F"/>
    <w:rsid w:val="0003761F"/>
    <w:rsid w:val="00037A14"/>
    <w:rsid w:val="00037CBF"/>
    <w:rsid w:val="000409A0"/>
    <w:rsid w:val="000411B9"/>
    <w:rsid w:val="00042AF2"/>
    <w:rsid w:val="0004336C"/>
    <w:rsid w:val="00044DB0"/>
    <w:rsid w:val="00045C1A"/>
    <w:rsid w:val="00046327"/>
    <w:rsid w:val="00046442"/>
    <w:rsid w:val="00046986"/>
    <w:rsid w:val="00046D29"/>
    <w:rsid w:val="00046D54"/>
    <w:rsid w:val="000475C3"/>
    <w:rsid w:val="000476BF"/>
    <w:rsid w:val="00047773"/>
    <w:rsid w:val="0005039B"/>
    <w:rsid w:val="000513CB"/>
    <w:rsid w:val="00051634"/>
    <w:rsid w:val="0005531C"/>
    <w:rsid w:val="00055C10"/>
    <w:rsid w:val="00055D78"/>
    <w:rsid w:val="0005678A"/>
    <w:rsid w:val="00056856"/>
    <w:rsid w:val="00056F0E"/>
    <w:rsid w:val="0005723D"/>
    <w:rsid w:val="00057680"/>
    <w:rsid w:val="00057A0C"/>
    <w:rsid w:val="000612D7"/>
    <w:rsid w:val="00062457"/>
    <w:rsid w:val="00062660"/>
    <w:rsid w:val="00062A1D"/>
    <w:rsid w:val="00062B81"/>
    <w:rsid w:val="000634B8"/>
    <w:rsid w:val="0006390A"/>
    <w:rsid w:val="00065286"/>
    <w:rsid w:val="000658C1"/>
    <w:rsid w:val="00065EBB"/>
    <w:rsid w:val="0006658B"/>
    <w:rsid w:val="00066CFB"/>
    <w:rsid w:val="00066EC2"/>
    <w:rsid w:val="00067896"/>
    <w:rsid w:val="00070C01"/>
    <w:rsid w:val="000715D7"/>
    <w:rsid w:val="000717F2"/>
    <w:rsid w:val="0007181F"/>
    <w:rsid w:val="00072336"/>
    <w:rsid w:val="0007338E"/>
    <w:rsid w:val="00073491"/>
    <w:rsid w:val="0007366C"/>
    <w:rsid w:val="00074338"/>
    <w:rsid w:val="000745FB"/>
    <w:rsid w:val="00074CB0"/>
    <w:rsid w:val="00075667"/>
    <w:rsid w:val="00075846"/>
    <w:rsid w:val="000758DE"/>
    <w:rsid w:val="000769B5"/>
    <w:rsid w:val="00077F6D"/>
    <w:rsid w:val="000812FA"/>
    <w:rsid w:val="00081CAB"/>
    <w:rsid w:val="00082039"/>
    <w:rsid w:val="000821A9"/>
    <w:rsid w:val="000821B1"/>
    <w:rsid w:val="000823AA"/>
    <w:rsid w:val="00083140"/>
    <w:rsid w:val="00083467"/>
    <w:rsid w:val="00083540"/>
    <w:rsid w:val="00084E0D"/>
    <w:rsid w:val="00085655"/>
    <w:rsid w:val="00085BAB"/>
    <w:rsid w:val="00085C33"/>
    <w:rsid w:val="0008629C"/>
    <w:rsid w:val="00086301"/>
    <w:rsid w:val="00086628"/>
    <w:rsid w:val="00087194"/>
    <w:rsid w:val="0009034F"/>
    <w:rsid w:val="000909BE"/>
    <w:rsid w:val="00091410"/>
    <w:rsid w:val="00091979"/>
    <w:rsid w:val="00091D7A"/>
    <w:rsid w:val="000921FE"/>
    <w:rsid w:val="00092D0A"/>
    <w:rsid w:val="00092DA4"/>
    <w:rsid w:val="000931A3"/>
    <w:rsid w:val="0009363C"/>
    <w:rsid w:val="000936B9"/>
    <w:rsid w:val="00093CEB"/>
    <w:rsid w:val="00093FAE"/>
    <w:rsid w:val="00094534"/>
    <w:rsid w:val="0009455E"/>
    <w:rsid w:val="00094B04"/>
    <w:rsid w:val="00096DEB"/>
    <w:rsid w:val="00096F89"/>
    <w:rsid w:val="00097405"/>
    <w:rsid w:val="000A0BCD"/>
    <w:rsid w:val="000A130B"/>
    <w:rsid w:val="000A142B"/>
    <w:rsid w:val="000A18AA"/>
    <w:rsid w:val="000A1E70"/>
    <w:rsid w:val="000A2716"/>
    <w:rsid w:val="000A2A29"/>
    <w:rsid w:val="000A2C83"/>
    <w:rsid w:val="000A2EC0"/>
    <w:rsid w:val="000A3294"/>
    <w:rsid w:val="000A3A8C"/>
    <w:rsid w:val="000A3BA2"/>
    <w:rsid w:val="000A3D20"/>
    <w:rsid w:val="000A4378"/>
    <w:rsid w:val="000A453D"/>
    <w:rsid w:val="000A457A"/>
    <w:rsid w:val="000A5136"/>
    <w:rsid w:val="000A52E7"/>
    <w:rsid w:val="000A6DA4"/>
    <w:rsid w:val="000A786A"/>
    <w:rsid w:val="000A7DF2"/>
    <w:rsid w:val="000B0E0E"/>
    <w:rsid w:val="000B10F0"/>
    <w:rsid w:val="000B1A75"/>
    <w:rsid w:val="000B1C33"/>
    <w:rsid w:val="000B1CE3"/>
    <w:rsid w:val="000B1FB8"/>
    <w:rsid w:val="000B2BE5"/>
    <w:rsid w:val="000B2C5A"/>
    <w:rsid w:val="000B311E"/>
    <w:rsid w:val="000B488C"/>
    <w:rsid w:val="000B4F57"/>
    <w:rsid w:val="000B5421"/>
    <w:rsid w:val="000B61AE"/>
    <w:rsid w:val="000B664E"/>
    <w:rsid w:val="000B7325"/>
    <w:rsid w:val="000C01A7"/>
    <w:rsid w:val="000C1C79"/>
    <w:rsid w:val="000C1F34"/>
    <w:rsid w:val="000C22F7"/>
    <w:rsid w:val="000C287D"/>
    <w:rsid w:val="000C3B6D"/>
    <w:rsid w:val="000C45B2"/>
    <w:rsid w:val="000C4FEC"/>
    <w:rsid w:val="000C5224"/>
    <w:rsid w:val="000C587D"/>
    <w:rsid w:val="000C58CB"/>
    <w:rsid w:val="000C5FCE"/>
    <w:rsid w:val="000C601A"/>
    <w:rsid w:val="000C6761"/>
    <w:rsid w:val="000C6A2B"/>
    <w:rsid w:val="000C7B19"/>
    <w:rsid w:val="000D01CB"/>
    <w:rsid w:val="000D060A"/>
    <w:rsid w:val="000D0B29"/>
    <w:rsid w:val="000D1BCD"/>
    <w:rsid w:val="000D2375"/>
    <w:rsid w:val="000D2661"/>
    <w:rsid w:val="000D3F07"/>
    <w:rsid w:val="000D4C45"/>
    <w:rsid w:val="000D56EC"/>
    <w:rsid w:val="000D5A34"/>
    <w:rsid w:val="000D63A9"/>
    <w:rsid w:val="000D67D9"/>
    <w:rsid w:val="000D78D0"/>
    <w:rsid w:val="000E06D5"/>
    <w:rsid w:val="000E124C"/>
    <w:rsid w:val="000E14D3"/>
    <w:rsid w:val="000E18BE"/>
    <w:rsid w:val="000E1CDE"/>
    <w:rsid w:val="000E28C4"/>
    <w:rsid w:val="000E3442"/>
    <w:rsid w:val="000E405B"/>
    <w:rsid w:val="000E563A"/>
    <w:rsid w:val="000E6583"/>
    <w:rsid w:val="000E6CC3"/>
    <w:rsid w:val="000F0477"/>
    <w:rsid w:val="000F05E7"/>
    <w:rsid w:val="000F06A3"/>
    <w:rsid w:val="000F0A36"/>
    <w:rsid w:val="000F14AB"/>
    <w:rsid w:val="000F1FFE"/>
    <w:rsid w:val="000F23DB"/>
    <w:rsid w:val="000F278B"/>
    <w:rsid w:val="000F3C67"/>
    <w:rsid w:val="000F4690"/>
    <w:rsid w:val="000F529D"/>
    <w:rsid w:val="000F5A70"/>
    <w:rsid w:val="000F649B"/>
    <w:rsid w:val="000F6840"/>
    <w:rsid w:val="000F6949"/>
    <w:rsid w:val="000F6C2C"/>
    <w:rsid w:val="000F7064"/>
    <w:rsid w:val="000F7458"/>
    <w:rsid w:val="00100096"/>
    <w:rsid w:val="001000E6"/>
    <w:rsid w:val="0010024C"/>
    <w:rsid w:val="00100921"/>
    <w:rsid w:val="00100AB0"/>
    <w:rsid w:val="00101425"/>
    <w:rsid w:val="001018D7"/>
    <w:rsid w:val="00102300"/>
    <w:rsid w:val="00102C4F"/>
    <w:rsid w:val="00104D60"/>
    <w:rsid w:val="00105AE1"/>
    <w:rsid w:val="00105D44"/>
    <w:rsid w:val="0010694F"/>
    <w:rsid w:val="00106BCE"/>
    <w:rsid w:val="0010758F"/>
    <w:rsid w:val="001116C8"/>
    <w:rsid w:val="001119AB"/>
    <w:rsid w:val="00112EAD"/>
    <w:rsid w:val="001135EC"/>
    <w:rsid w:val="0011369A"/>
    <w:rsid w:val="00113BFD"/>
    <w:rsid w:val="0011419E"/>
    <w:rsid w:val="001148A7"/>
    <w:rsid w:val="00115932"/>
    <w:rsid w:val="00115E9E"/>
    <w:rsid w:val="00117511"/>
    <w:rsid w:val="001176C8"/>
    <w:rsid w:val="001208B0"/>
    <w:rsid w:val="00120F2A"/>
    <w:rsid w:val="00121FFB"/>
    <w:rsid w:val="001222E5"/>
    <w:rsid w:val="00123303"/>
    <w:rsid w:val="00123B53"/>
    <w:rsid w:val="00123F29"/>
    <w:rsid w:val="00123F32"/>
    <w:rsid w:val="00124171"/>
    <w:rsid w:val="00124274"/>
    <w:rsid w:val="0012486A"/>
    <w:rsid w:val="001251A3"/>
    <w:rsid w:val="0012569F"/>
    <w:rsid w:val="0012578E"/>
    <w:rsid w:val="00125D5E"/>
    <w:rsid w:val="0012604F"/>
    <w:rsid w:val="00126A54"/>
    <w:rsid w:val="00126A72"/>
    <w:rsid w:val="001275E1"/>
    <w:rsid w:val="00127782"/>
    <w:rsid w:val="00127A70"/>
    <w:rsid w:val="00127D60"/>
    <w:rsid w:val="001301C9"/>
    <w:rsid w:val="00130ADA"/>
    <w:rsid w:val="00131299"/>
    <w:rsid w:val="001319A2"/>
    <w:rsid w:val="00131A63"/>
    <w:rsid w:val="001334D7"/>
    <w:rsid w:val="00133C4B"/>
    <w:rsid w:val="00134084"/>
    <w:rsid w:val="00134DCB"/>
    <w:rsid w:val="00135AB3"/>
    <w:rsid w:val="001369CB"/>
    <w:rsid w:val="001374DE"/>
    <w:rsid w:val="001376CE"/>
    <w:rsid w:val="00137D55"/>
    <w:rsid w:val="00137DA8"/>
    <w:rsid w:val="00140469"/>
    <w:rsid w:val="00140D29"/>
    <w:rsid w:val="00141C24"/>
    <w:rsid w:val="00142A08"/>
    <w:rsid w:val="00142DCF"/>
    <w:rsid w:val="001430A3"/>
    <w:rsid w:val="00143819"/>
    <w:rsid w:val="001439EB"/>
    <w:rsid w:val="001449BE"/>
    <w:rsid w:val="00145545"/>
    <w:rsid w:val="00145DDA"/>
    <w:rsid w:val="00146070"/>
    <w:rsid w:val="00146B60"/>
    <w:rsid w:val="00146EA4"/>
    <w:rsid w:val="00147426"/>
    <w:rsid w:val="0014783F"/>
    <w:rsid w:val="0015011C"/>
    <w:rsid w:val="00150603"/>
    <w:rsid w:val="001506C2"/>
    <w:rsid w:val="001524B4"/>
    <w:rsid w:val="00152ECB"/>
    <w:rsid w:val="001539C3"/>
    <w:rsid w:val="00153A9D"/>
    <w:rsid w:val="001549B4"/>
    <w:rsid w:val="001559F8"/>
    <w:rsid w:val="00156056"/>
    <w:rsid w:val="00156295"/>
    <w:rsid w:val="00157D3F"/>
    <w:rsid w:val="00160C81"/>
    <w:rsid w:val="001611D7"/>
    <w:rsid w:val="00161770"/>
    <w:rsid w:val="001619CD"/>
    <w:rsid w:val="0016293A"/>
    <w:rsid w:val="00162E32"/>
    <w:rsid w:val="00162FA3"/>
    <w:rsid w:val="00163635"/>
    <w:rsid w:val="00163DF7"/>
    <w:rsid w:val="00164107"/>
    <w:rsid w:val="00164473"/>
    <w:rsid w:val="001649F5"/>
    <w:rsid w:val="00164D27"/>
    <w:rsid w:val="00164EB1"/>
    <w:rsid w:val="00165B67"/>
    <w:rsid w:val="00167BFD"/>
    <w:rsid w:val="00167F88"/>
    <w:rsid w:val="0017181A"/>
    <w:rsid w:val="00171C1B"/>
    <w:rsid w:val="00172304"/>
    <w:rsid w:val="00172801"/>
    <w:rsid w:val="0017364F"/>
    <w:rsid w:val="001737E4"/>
    <w:rsid w:val="00173CAE"/>
    <w:rsid w:val="0017472A"/>
    <w:rsid w:val="00174BDD"/>
    <w:rsid w:val="00175817"/>
    <w:rsid w:val="00175BB5"/>
    <w:rsid w:val="00175BE1"/>
    <w:rsid w:val="001763E7"/>
    <w:rsid w:val="00176665"/>
    <w:rsid w:val="00176EB3"/>
    <w:rsid w:val="001774CB"/>
    <w:rsid w:val="001775A3"/>
    <w:rsid w:val="00177655"/>
    <w:rsid w:val="00177A2F"/>
    <w:rsid w:val="00177F9F"/>
    <w:rsid w:val="00180052"/>
    <w:rsid w:val="00180EEB"/>
    <w:rsid w:val="001819D7"/>
    <w:rsid w:val="00181CCB"/>
    <w:rsid w:val="00181FD7"/>
    <w:rsid w:val="001820FC"/>
    <w:rsid w:val="001843DA"/>
    <w:rsid w:val="00184716"/>
    <w:rsid w:val="00184F8A"/>
    <w:rsid w:val="001855B4"/>
    <w:rsid w:val="00191348"/>
    <w:rsid w:val="00191567"/>
    <w:rsid w:val="001919B0"/>
    <w:rsid w:val="00191C94"/>
    <w:rsid w:val="00191D0E"/>
    <w:rsid w:val="001924B4"/>
    <w:rsid w:val="00192819"/>
    <w:rsid w:val="0019310C"/>
    <w:rsid w:val="00193274"/>
    <w:rsid w:val="00193F90"/>
    <w:rsid w:val="00194257"/>
    <w:rsid w:val="001953F2"/>
    <w:rsid w:val="00195438"/>
    <w:rsid w:val="00195754"/>
    <w:rsid w:val="001958E2"/>
    <w:rsid w:val="00195996"/>
    <w:rsid w:val="00195A3D"/>
    <w:rsid w:val="0019693A"/>
    <w:rsid w:val="00196ED3"/>
    <w:rsid w:val="0019723B"/>
    <w:rsid w:val="001974C8"/>
    <w:rsid w:val="001978CF"/>
    <w:rsid w:val="00197B74"/>
    <w:rsid w:val="001A07AF"/>
    <w:rsid w:val="001A0EB9"/>
    <w:rsid w:val="001A1A43"/>
    <w:rsid w:val="001A1DC3"/>
    <w:rsid w:val="001A251A"/>
    <w:rsid w:val="001A3EC2"/>
    <w:rsid w:val="001A566D"/>
    <w:rsid w:val="001A59AB"/>
    <w:rsid w:val="001A6578"/>
    <w:rsid w:val="001A6AB0"/>
    <w:rsid w:val="001A6D11"/>
    <w:rsid w:val="001A6DAA"/>
    <w:rsid w:val="001A6EDF"/>
    <w:rsid w:val="001A70CF"/>
    <w:rsid w:val="001A72B0"/>
    <w:rsid w:val="001B02F9"/>
    <w:rsid w:val="001B0666"/>
    <w:rsid w:val="001B197B"/>
    <w:rsid w:val="001B1B46"/>
    <w:rsid w:val="001B1D23"/>
    <w:rsid w:val="001B2793"/>
    <w:rsid w:val="001B3AFF"/>
    <w:rsid w:val="001B4D2E"/>
    <w:rsid w:val="001B4F3E"/>
    <w:rsid w:val="001B4FA5"/>
    <w:rsid w:val="001B51FE"/>
    <w:rsid w:val="001B5ABB"/>
    <w:rsid w:val="001B5DF3"/>
    <w:rsid w:val="001B60B5"/>
    <w:rsid w:val="001B6126"/>
    <w:rsid w:val="001B7B4D"/>
    <w:rsid w:val="001B7CAA"/>
    <w:rsid w:val="001B7FEA"/>
    <w:rsid w:val="001C09A2"/>
    <w:rsid w:val="001C1369"/>
    <w:rsid w:val="001C1B2D"/>
    <w:rsid w:val="001C1F43"/>
    <w:rsid w:val="001C2697"/>
    <w:rsid w:val="001C324C"/>
    <w:rsid w:val="001C402E"/>
    <w:rsid w:val="001C4C76"/>
    <w:rsid w:val="001C538E"/>
    <w:rsid w:val="001C60B4"/>
    <w:rsid w:val="001C63FE"/>
    <w:rsid w:val="001C6440"/>
    <w:rsid w:val="001C6A3A"/>
    <w:rsid w:val="001C6DCF"/>
    <w:rsid w:val="001C7230"/>
    <w:rsid w:val="001C747A"/>
    <w:rsid w:val="001D01F8"/>
    <w:rsid w:val="001D0AD8"/>
    <w:rsid w:val="001D0C4F"/>
    <w:rsid w:val="001D161D"/>
    <w:rsid w:val="001D28CD"/>
    <w:rsid w:val="001D33E8"/>
    <w:rsid w:val="001D3697"/>
    <w:rsid w:val="001D37D3"/>
    <w:rsid w:val="001D3F71"/>
    <w:rsid w:val="001D47AE"/>
    <w:rsid w:val="001D498F"/>
    <w:rsid w:val="001D4F30"/>
    <w:rsid w:val="001D55AE"/>
    <w:rsid w:val="001D560C"/>
    <w:rsid w:val="001D6229"/>
    <w:rsid w:val="001D682A"/>
    <w:rsid w:val="001D6A18"/>
    <w:rsid w:val="001D766E"/>
    <w:rsid w:val="001E0C3E"/>
    <w:rsid w:val="001E1383"/>
    <w:rsid w:val="001E1625"/>
    <w:rsid w:val="001E21AE"/>
    <w:rsid w:val="001E22CD"/>
    <w:rsid w:val="001E2CF3"/>
    <w:rsid w:val="001E3366"/>
    <w:rsid w:val="001E4CCD"/>
    <w:rsid w:val="001E6387"/>
    <w:rsid w:val="001E6525"/>
    <w:rsid w:val="001E685A"/>
    <w:rsid w:val="001E6C6E"/>
    <w:rsid w:val="001E796E"/>
    <w:rsid w:val="001E7A3B"/>
    <w:rsid w:val="001E7D87"/>
    <w:rsid w:val="001F0A1B"/>
    <w:rsid w:val="001F12BD"/>
    <w:rsid w:val="001F14A6"/>
    <w:rsid w:val="001F201C"/>
    <w:rsid w:val="001F2641"/>
    <w:rsid w:val="001F27A8"/>
    <w:rsid w:val="001F2939"/>
    <w:rsid w:val="001F3700"/>
    <w:rsid w:val="001F3D47"/>
    <w:rsid w:val="001F4853"/>
    <w:rsid w:val="001F4E24"/>
    <w:rsid w:val="001F5349"/>
    <w:rsid w:val="001F5458"/>
    <w:rsid w:val="001F5D53"/>
    <w:rsid w:val="001F7287"/>
    <w:rsid w:val="001F72AA"/>
    <w:rsid w:val="001F7707"/>
    <w:rsid w:val="001F7767"/>
    <w:rsid w:val="0020058A"/>
    <w:rsid w:val="002008B9"/>
    <w:rsid w:val="0020093F"/>
    <w:rsid w:val="00200DFA"/>
    <w:rsid w:val="00201A37"/>
    <w:rsid w:val="00205877"/>
    <w:rsid w:val="002058B3"/>
    <w:rsid w:val="002060AE"/>
    <w:rsid w:val="00206710"/>
    <w:rsid w:val="0020752C"/>
    <w:rsid w:val="00210840"/>
    <w:rsid w:val="002108CE"/>
    <w:rsid w:val="0021164F"/>
    <w:rsid w:val="00211E25"/>
    <w:rsid w:val="00212064"/>
    <w:rsid w:val="00212374"/>
    <w:rsid w:val="002124DB"/>
    <w:rsid w:val="00212731"/>
    <w:rsid w:val="00212832"/>
    <w:rsid w:val="00212DD4"/>
    <w:rsid w:val="0021380C"/>
    <w:rsid w:val="002146D8"/>
    <w:rsid w:val="002149A1"/>
    <w:rsid w:val="00214A9F"/>
    <w:rsid w:val="00216251"/>
    <w:rsid w:val="002202CB"/>
    <w:rsid w:val="00220AD3"/>
    <w:rsid w:val="00220CB6"/>
    <w:rsid w:val="00221391"/>
    <w:rsid w:val="00221404"/>
    <w:rsid w:val="0022140C"/>
    <w:rsid w:val="00221E8E"/>
    <w:rsid w:val="00222F0F"/>
    <w:rsid w:val="002230E3"/>
    <w:rsid w:val="002237D3"/>
    <w:rsid w:val="00223A24"/>
    <w:rsid w:val="00223B00"/>
    <w:rsid w:val="002241EE"/>
    <w:rsid w:val="002245EA"/>
    <w:rsid w:val="0022533B"/>
    <w:rsid w:val="00225812"/>
    <w:rsid w:val="00226682"/>
    <w:rsid w:val="00226AD7"/>
    <w:rsid w:val="00227038"/>
    <w:rsid w:val="00227595"/>
    <w:rsid w:val="00227AE3"/>
    <w:rsid w:val="00227FE9"/>
    <w:rsid w:val="00230423"/>
    <w:rsid w:val="00230BF9"/>
    <w:rsid w:val="002311B0"/>
    <w:rsid w:val="00231D0C"/>
    <w:rsid w:val="0023232E"/>
    <w:rsid w:val="0023373F"/>
    <w:rsid w:val="0023375A"/>
    <w:rsid w:val="00233D8F"/>
    <w:rsid w:val="002341B0"/>
    <w:rsid w:val="00234580"/>
    <w:rsid w:val="00234A2C"/>
    <w:rsid w:val="00234B97"/>
    <w:rsid w:val="00234EDE"/>
    <w:rsid w:val="00237E82"/>
    <w:rsid w:val="00237ECD"/>
    <w:rsid w:val="002402C8"/>
    <w:rsid w:val="00240415"/>
    <w:rsid w:val="002410A1"/>
    <w:rsid w:val="00241D9A"/>
    <w:rsid w:val="00242CCA"/>
    <w:rsid w:val="00242FF9"/>
    <w:rsid w:val="00244129"/>
    <w:rsid w:val="0024693D"/>
    <w:rsid w:val="0024721E"/>
    <w:rsid w:val="00250829"/>
    <w:rsid w:val="00250906"/>
    <w:rsid w:val="00250A86"/>
    <w:rsid w:val="00250C9B"/>
    <w:rsid w:val="00252275"/>
    <w:rsid w:val="002525A8"/>
    <w:rsid w:val="002529B7"/>
    <w:rsid w:val="002529D8"/>
    <w:rsid w:val="00254183"/>
    <w:rsid w:val="00254AA0"/>
    <w:rsid w:val="00256799"/>
    <w:rsid w:val="0025786E"/>
    <w:rsid w:val="0025789D"/>
    <w:rsid w:val="002578B5"/>
    <w:rsid w:val="00257DDE"/>
    <w:rsid w:val="00257EBB"/>
    <w:rsid w:val="00260793"/>
    <w:rsid w:val="0026184E"/>
    <w:rsid w:val="00262A13"/>
    <w:rsid w:val="0026492D"/>
    <w:rsid w:val="00264D1B"/>
    <w:rsid w:val="00264EE1"/>
    <w:rsid w:val="00266AE4"/>
    <w:rsid w:val="00266ECE"/>
    <w:rsid w:val="0026760B"/>
    <w:rsid w:val="002679AE"/>
    <w:rsid w:val="00271188"/>
    <w:rsid w:val="0027335F"/>
    <w:rsid w:val="00274F7B"/>
    <w:rsid w:val="00275A65"/>
    <w:rsid w:val="00275AF3"/>
    <w:rsid w:val="00277234"/>
    <w:rsid w:val="00277496"/>
    <w:rsid w:val="00277536"/>
    <w:rsid w:val="00280881"/>
    <w:rsid w:val="002817E7"/>
    <w:rsid w:val="00281BA5"/>
    <w:rsid w:val="00281DE3"/>
    <w:rsid w:val="00281F00"/>
    <w:rsid w:val="0028201A"/>
    <w:rsid w:val="002821DA"/>
    <w:rsid w:val="0028268E"/>
    <w:rsid w:val="00283D7A"/>
    <w:rsid w:val="00284B59"/>
    <w:rsid w:val="00284C7B"/>
    <w:rsid w:val="00284EFA"/>
    <w:rsid w:val="00285A57"/>
    <w:rsid w:val="0028618F"/>
    <w:rsid w:val="00286296"/>
    <w:rsid w:val="00287A1A"/>
    <w:rsid w:val="002900B0"/>
    <w:rsid w:val="00290325"/>
    <w:rsid w:val="00290BCA"/>
    <w:rsid w:val="0029159C"/>
    <w:rsid w:val="00291E3D"/>
    <w:rsid w:val="00292F71"/>
    <w:rsid w:val="00293230"/>
    <w:rsid w:val="00293502"/>
    <w:rsid w:val="00293525"/>
    <w:rsid w:val="00293C7E"/>
    <w:rsid w:val="00293E1A"/>
    <w:rsid w:val="00293FFF"/>
    <w:rsid w:val="0029416A"/>
    <w:rsid w:val="002944C7"/>
    <w:rsid w:val="0029480F"/>
    <w:rsid w:val="0029565A"/>
    <w:rsid w:val="00295BEC"/>
    <w:rsid w:val="0029655F"/>
    <w:rsid w:val="00296881"/>
    <w:rsid w:val="00296C73"/>
    <w:rsid w:val="0029713B"/>
    <w:rsid w:val="002976BD"/>
    <w:rsid w:val="00297B86"/>
    <w:rsid w:val="00297C4E"/>
    <w:rsid w:val="00297D2C"/>
    <w:rsid w:val="002A0C31"/>
    <w:rsid w:val="002A18D6"/>
    <w:rsid w:val="002A1EA2"/>
    <w:rsid w:val="002A2AC1"/>
    <w:rsid w:val="002A45E2"/>
    <w:rsid w:val="002A6B6B"/>
    <w:rsid w:val="002B0C03"/>
    <w:rsid w:val="002B14A7"/>
    <w:rsid w:val="002B163A"/>
    <w:rsid w:val="002B29EA"/>
    <w:rsid w:val="002B31E9"/>
    <w:rsid w:val="002B3267"/>
    <w:rsid w:val="002B32DB"/>
    <w:rsid w:val="002B3586"/>
    <w:rsid w:val="002B3B98"/>
    <w:rsid w:val="002B3DE1"/>
    <w:rsid w:val="002B4135"/>
    <w:rsid w:val="002B478F"/>
    <w:rsid w:val="002B4FBA"/>
    <w:rsid w:val="002B5924"/>
    <w:rsid w:val="002B67E9"/>
    <w:rsid w:val="002B6B49"/>
    <w:rsid w:val="002B6D0C"/>
    <w:rsid w:val="002B6F2E"/>
    <w:rsid w:val="002B767F"/>
    <w:rsid w:val="002B7B57"/>
    <w:rsid w:val="002C00E5"/>
    <w:rsid w:val="002C019D"/>
    <w:rsid w:val="002C01B0"/>
    <w:rsid w:val="002C0608"/>
    <w:rsid w:val="002C0843"/>
    <w:rsid w:val="002C0E1E"/>
    <w:rsid w:val="002C1D09"/>
    <w:rsid w:val="002C2657"/>
    <w:rsid w:val="002C2E3C"/>
    <w:rsid w:val="002C47FA"/>
    <w:rsid w:val="002C4D17"/>
    <w:rsid w:val="002C5409"/>
    <w:rsid w:val="002C6419"/>
    <w:rsid w:val="002C67FE"/>
    <w:rsid w:val="002C692D"/>
    <w:rsid w:val="002C7466"/>
    <w:rsid w:val="002D0963"/>
    <w:rsid w:val="002D0BB1"/>
    <w:rsid w:val="002D1407"/>
    <w:rsid w:val="002D1780"/>
    <w:rsid w:val="002D22C3"/>
    <w:rsid w:val="002D314B"/>
    <w:rsid w:val="002D3492"/>
    <w:rsid w:val="002D3811"/>
    <w:rsid w:val="002D3B27"/>
    <w:rsid w:val="002D3E04"/>
    <w:rsid w:val="002D44B0"/>
    <w:rsid w:val="002D4786"/>
    <w:rsid w:val="002D5363"/>
    <w:rsid w:val="002D5ADE"/>
    <w:rsid w:val="002D5B5A"/>
    <w:rsid w:val="002D6025"/>
    <w:rsid w:val="002D6556"/>
    <w:rsid w:val="002D6C34"/>
    <w:rsid w:val="002D7206"/>
    <w:rsid w:val="002E12EA"/>
    <w:rsid w:val="002E14B3"/>
    <w:rsid w:val="002E1B2E"/>
    <w:rsid w:val="002E20B8"/>
    <w:rsid w:val="002E2427"/>
    <w:rsid w:val="002E2CF5"/>
    <w:rsid w:val="002E358C"/>
    <w:rsid w:val="002E37F3"/>
    <w:rsid w:val="002E3931"/>
    <w:rsid w:val="002E41AB"/>
    <w:rsid w:val="002E42B6"/>
    <w:rsid w:val="002E4C48"/>
    <w:rsid w:val="002E57EA"/>
    <w:rsid w:val="002E5BBD"/>
    <w:rsid w:val="002E5C51"/>
    <w:rsid w:val="002E666B"/>
    <w:rsid w:val="002E66E3"/>
    <w:rsid w:val="002E69B6"/>
    <w:rsid w:val="002E79AD"/>
    <w:rsid w:val="002E7F92"/>
    <w:rsid w:val="002F0052"/>
    <w:rsid w:val="002F0BC1"/>
    <w:rsid w:val="002F2EAD"/>
    <w:rsid w:val="002F3E33"/>
    <w:rsid w:val="002F3FBF"/>
    <w:rsid w:val="002F43A5"/>
    <w:rsid w:val="002F4481"/>
    <w:rsid w:val="002F4527"/>
    <w:rsid w:val="002F4C36"/>
    <w:rsid w:val="002F4D10"/>
    <w:rsid w:val="002F528A"/>
    <w:rsid w:val="002F6508"/>
    <w:rsid w:val="002F68AA"/>
    <w:rsid w:val="002F77CD"/>
    <w:rsid w:val="0030075D"/>
    <w:rsid w:val="00300F44"/>
    <w:rsid w:val="00301197"/>
    <w:rsid w:val="0030137B"/>
    <w:rsid w:val="003020DE"/>
    <w:rsid w:val="003021D5"/>
    <w:rsid w:val="00302F2D"/>
    <w:rsid w:val="00303DB7"/>
    <w:rsid w:val="00304182"/>
    <w:rsid w:val="00304381"/>
    <w:rsid w:val="00305D47"/>
    <w:rsid w:val="003066BB"/>
    <w:rsid w:val="003066BF"/>
    <w:rsid w:val="0030679B"/>
    <w:rsid w:val="00306821"/>
    <w:rsid w:val="003073F7"/>
    <w:rsid w:val="0030764C"/>
    <w:rsid w:val="0030773B"/>
    <w:rsid w:val="00311770"/>
    <w:rsid w:val="0031186E"/>
    <w:rsid w:val="003120C2"/>
    <w:rsid w:val="0031230C"/>
    <w:rsid w:val="003128D2"/>
    <w:rsid w:val="003134A5"/>
    <w:rsid w:val="00314494"/>
    <w:rsid w:val="0031454B"/>
    <w:rsid w:val="0031457C"/>
    <w:rsid w:val="003149C4"/>
    <w:rsid w:val="0031517B"/>
    <w:rsid w:val="003155F5"/>
    <w:rsid w:val="00315D9D"/>
    <w:rsid w:val="00316D46"/>
    <w:rsid w:val="00316DE0"/>
    <w:rsid w:val="00317574"/>
    <w:rsid w:val="0031777A"/>
    <w:rsid w:val="003179EF"/>
    <w:rsid w:val="003202EF"/>
    <w:rsid w:val="00320389"/>
    <w:rsid w:val="003209A4"/>
    <w:rsid w:val="003218CF"/>
    <w:rsid w:val="00322092"/>
    <w:rsid w:val="003223B6"/>
    <w:rsid w:val="00322525"/>
    <w:rsid w:val="00322C1B"/>
    <w:rsid w:val="00322DA7"/>
    <w:rsid w:val="003238DB"/>
    <w:rsid w:val="003240AB"/>
    <w:rsid w:val="00324452"/>
    <w:rsid w:val="00324DAE"/>
    <w:rsid w:val="00324F4E"/>
    <w:rsid w:val="00325E04"/>
    <w:rsid w:val="003261C6"/>
    <w:rsid w:val="0032645D"/>
    <w:rsid w:val="00327517"/>
    <w:rsid w:val="00327536"/>
    <w:rsid w:val="0033019A"/>
    <w:rsid w:val="00330B28"/>
    <w:rsid w:val="00331705"/>
    <w:rsid w:val="00334414"/>
    <w:rsid w:val="00334FA2"/>
    <w:rsid w:val="00336087"/>
    <w:rsid w:val="003367CC"/>
    <w:rsid w:val="00340021"/>
    <w:rsid w:val="00340407"/>
    <w:rsid w:val="00340C10"/>
    <w:rsid w:val="003412D5"/>
    <w:rsid w:val="00341413"/>
    <w:rsid w:val="003415FB"/>
    <w:rsid w:val="003416E4"/>
    <w:rsid w:val="00342758"/>
    <w:rsid w:val="00342961"/>
    <w:rsid w:val="00344AA6"/>
    <w:rsid w:val="00344B41"/>
    <w:rsid w:val="00344E55"/>
    <w:rsid w:val="0034528D"/>
    <w:rsid w:val="003453EA"/>
    <w:rsid w:val="003454F5"/>
    <w:rsid w:val="0034581D"/>
    <w:rsid w:val="00345C52"/>
    <w:rsid w:val="0034703E"/>
    <w:rsid w:val="003514AA"/>
    <w:rsid w:val="003516AD"/>
    <w:rsid w:val="00351C20"/>
    <w:rsid w:val="003530C6"/>
    <w:rsid w:val="003536C6"/>
    <w:rsid w:val="00354036"/>
    <w:rsid w:val="00354571"/>
    <w:rsid w:val="00354648"/>
    <w:rsid w:val="0035565E"/>
    <w:rsid w:val="003556D3"/>
    <w:rsid w:val="00356153"/>
    <w:rsid w:val="003570F8"/>
    <w:rsid w:val="003605AA"/>
    <w:rsid w:val="003612ED"/>
    <w:rsid w:val="003613EB"/>
    <w:rsid w:val="00361563"/>
    <w:rsid w:val="0036249B"/>
    <w:rsid w:val="00362D2A"/>
    <w:rsid w:val="00362D59"/>
    <w:rsid w:val="00362DE3"/>
    <w:rsid w:val="00363EDD"/>
    <w:rsid w:val="00364115"/>
    <w:rsid w:val="003643F6"/>
    <w:rsid w:val="0036471B"/>
    <w:rsid w:val="00364D48"/>
    <w:rsid w:val="00365507"/>
    <w:rsid w:val="00365C6B"/>
    <w:rsid w:val="003666FF"/>
    <w:rsid w:val="00367217"/>
    <w:rsid w:val="003674FA"/>
    <w:rsid w:val="0037028E"/>
    <w:rsid w:val="00371589"/>
    <w:rsid w:val="003715C3"/>
    <w:rsid w:val="00371F49"/>
    <w:rsid w:val="0037234C"/>
    <w:rsid w:val="0037256B"/>
    <w:rsid w:val="00373CC8"/>
    <w:rsid w:val="00373DC7"/>
    <w:rsid w:val="0037448C"/>
    <w:rsid w:val="00374539"/>
    <w:rsid w:val="003747E1"/>
    <w:rsid w:val="00374FEB"/>
    <w:rsid w:val="00375144"/>
    <w:rsid w:val="0037528F"/>
    <w:rsid w:val="0037595E"/>
    <w:rsid w:val="003765CC"/>
    <w:rsid w:val="003774D8"/>
    <w:rsid w:val="00377B8E"/>
    <w:rsid w:val="003806A2"/>
    <w:rsid w:val="0038080C"/>
    <w:rsid w:val="00381701"/>
    <w:rsid w:val="003817E3"/>
    <w:rsid w:val="00381923"/>
    <w:rsid w:val="003821CE"/>
    <w:rsid w:val="003822E4"/>
    <w:rsid w:val="00382379"/>
    <w:rsid w:val="003825A3"/>
    <w:rsid w:val="003840A8"/>
    <w:rsid w:val="003846F2"/>
    <w:rsid w:val="0038506B"/>
    <w:rsid w:val="003852AC"/>
    <w:rsid w:val="00385E17"/>
    <w:rsid w:val="00386334"/>
    <w:rsid w:val="00386473"/>
    <w:rsid w:val="00386A1B"/>
    <w:rsid w:val="00387499"/>
    <w:rsid w:val="003875C7"/>
    <w:rsid w:val="003901F1"/>
    <w:rsid w:val="00390335"/>
    <w:rsid w:val="00390590"/>
    <w:rsid w:val="00390621"/>
    <w:rsid w:val="00390AD2"/>
    <w:rsid w:val="00390F25"/>
    <w:rsid w:val="00391060"/>
    <w:rsid w:val="0039121A"/>
    <w:rsid w:val="0039257E"/>
    <w:rsid w:val="00392E2F"/>
    <w:rsid w:val="00393F32"/>
    <w:rsid w:val="00394DAA"/>
    <w:rsid w:val="00394E51"/>
    <w:rsid w:val="0039551C"/>
    <w:rsid w:val="00395554"/>
    <w:rsid w:val="00395F62"/>
    <w:rsid w:val="00397455"/>
    <w:rsid w:val="00397765"/>
    <w:rsid w:val="00397844"/>
    <w:rsid w:val="00397A28"/>
    <w:rsid w:val="00397A43"/>
    <w:rsid w:val="003A1979"/>
    <w:rsid w:val="003A1BBE"/>
    <w:rsid w:val="003A1D42"/>
    <w:rsid w:val="003A262C"/>
    <w:rsid w:val="003A355D"/>
    <w:rsid w:val="003A3C03"/>
    <w:rsid w:val="003A3E94"/>
    <w:rsid w:val="003A4391"/>
    <w:rsid w:val="003A46CD"/>
    <w:rsid w:val="003A5F4C"/>
    <w:rsid w:val="003A609F"/>
    <w:rsid w:val="003A6844"/>
    <w:rsid w:val="003A70DD"/>
    <w:rsid w:val="003A727A"/>
    <w:rsid w:val="003A7C75"/>
    <w:rsid w:val="003B25D5"/>
    <w:rsid w:val="003B27E0"/>
    <w:rsid w:val="003B311E"/>
    <w:rsid w:val="003B3AD8"/>
    <w:rsid w:val="003B3BBB"/>
    <w:rsid w:val="003B465C"/>
    <w:rsid w:val="003B4828"/>
    <w:rsid w:val="003B4ACC"/>
    <w:rsid w:val="003B5901"/>
    <w:rsid w:val="003B5914"/>
    <w:rsid w:val="003B6375"/>
    <w:rsid w:val="003B667E"/>
    <w:rsid w:val="003B6979"/>
    <w:rsid w:val="003B6C37"/>
    <w:rsid w:val="003B7B0A"/>
    <w:rsid w:val="003C0F86"/>
    <w:rsid w:val="003C1B2B"/>
    <w:rsid w:val="003C1FC0"/>
    <w:rsid w:val="003C2479"/>
    <w:rsid w:val="003C3296"/>
    <w:rsid w:val="003C37B3"/>
    <w:rsid w:val="003C49A2"/>
    <w:rsid w:val="003C4CB0"/>
    <w:rsid w:val="003C4FBD"/>
    <w:rsid w:val="003C50D5"/>
    <w:rsid w:val="003C654B"/>
    <w:rsid w:val="003C6F49"/>
    <w:rsid w:val="003C7A5D"/>
    <w:rsid w:val="003C7D98"/>
    <w:rsid w:val="003C7E0A"/>
    <w:rsid w:val="003D02A5"/>
    <w:rsid w:val="003D0373"/>
    <w:rsid w:val="003D03D7"/>
    <w:rsid w:val="003D1AF1"/>
    <w:rsid w:val="003D23A3"/>
    <w:rsid w:val="003D27BD"/>
    <w:rsid w:val="003D2C8E"/>
    <w:rsid w:val="003D319E"/>
    <w:rsid w:val="003D34FA"/>
    <w:rsid w:val="003D4448"/>
    <w:rsid w:val="003D46D8"/>
    <w:rsid w:val="003D4B82"/>
    <w:rsid w:val="003D5067"/>
    <w:rsid w:val="003D5416"/>
    <w:rsid w:val="003D5B2A"/>
    <w:rsid w:val="003D5C71"/>
    <w:rsid w:val="003D6B77"/>
    <w:rsid w:val="003D776D"/>
    <w:rsid w:val="003E1CE2"/>
    <w:rsid w:val="003E20CB"/>
    <w:rsid w:val="003E2585"/>
    <w:rsid w:val="003E2591"/>
    <w:rsid w:val="003E25DB"/>
    <w:rsid w:val="003E2DF2"/>
    <w:rsid w:val="003E316C"/>
    <w:rsid w:val="003E3595"/>
    <w:rsid w:val="003E4848"/>
    <w:rsid w:val="003E4A28"/>
    <w:rsid w:val="003E5D8A"/>
    <w:rsid w:val="003F0B17"/>
    <w:rsid w:val="003F1851"/>
    <w:rsid w:val="003F2410"/>
    <w:rsid w:val="003F265E"/>
    <w:rsid w:val="003F2A94"/>
    <w:rsid w:val="003F303C"/>
    <w:rsid w:val="003F330B"/>
    <w:rsid w:val="003F334A"/>
    <w:rsid w:val="003F4166"/>
    <w:rsid w:val="003F4713"/>
    <w:rsid w:val="003F5A7A"/>
    <w:rsid w:val="003F631D"/>
    <w:rsid w:val="003F688B"/>
    <w:rsid w:val="003F68FE"/>
    <w:rsid w:val="003F6DAC"/>
    <w:rsid w:val="004001C1"/>
    <w:rsid w:val="004009D7"/>
    <w:rsid w:val="00400AC1"/>
    <w:rsid w:val="0040195E"/>
    <w:rsid w:val="0040236A"/>
    <w:rsid w:val="00404F34"/>
    <w:rsid w:val="00406088"/>
    <w:rsid w:val="00406A8E"/>
    <w:rsid w:val="00406E67"/>
    <w:rsid w:val="00407C6C"/>
    <w:rsid w:val="00410EEE"/>
    <w:rsid w:val="004113BF"/>
    <w:rsid w:val="004113FD"/>
    <w:rsid w:val="00412C32"/>
    <w:rsid w:val="00412F93"/>
    <w:rsid w:val="00413366"/>
    <w:rsid w:val="00414B03"/>
    <w:rsid w:val="0041503F"/>
    <w:rsid w:val="004152C8"/>
    <w:rsid w:val="00416250"/>
    <w:rsid w:val="004164E4"/>
    <w:rsid w:val="0041682B"/>
    <w:rsid w:val="004205CB"/>
    <w:rsid w:val="00420F52"/>
    <w:rsid w:val="004211C6"/>
    <w:rsid w:val="004212E3"/>
    <w:rsid w:val="004230A7"/>
    <w:rsid w:val="00423180"/>
    <w:rsid w:val="00423358"/>
    <w:rsid w:val="00424240"/>
    <w:rsid w:val="00425176"/>
    <w:rsid w:val="004256F7"/>
    <w:rsid w:val="00425BC3"/>
    <w:rsid w:val="00425E93"/>
    <w:rsid w:val="004267CE"/>
    <w:rsid w:val="00427854"/>
    <w:rsid w:val="004279F0"/>
    <w:rsid w:val="00427B06"/>
    <w:rsid w:val="0043138C"/>
    <w:rsid w:val="004319E8"/>
    <w:rsid w:val="00431FCF"/>
    <w:rsid w:val="00432423"/>
    <w:rsid w:val="00432C21"/>
    <w:rsid w:val="00432EC7"/>
    <w:rsid w:val="00433C0B"/>
    <w:rsid w:val="00434E82"/>
    <w:rsid w:val="00435CDD"/>
    <w:rsid w:val="00436AA8"/>
    <w:rsid w:val="00437532"/>
    <w:rsid w:val="00440C1C"/>
    <w:rsid w:val="00441462"/>
    <w:rsid w:val="004415F8"/>
    <w:rsid w:val="00441651"/>
    <w:rsid w:val="00441D76"/>
    <w:rsid w:val="00441F27"/>
    <w:rsid w:val="00443182"/>
    <w:rsid w:val="004450FC"/>
    <w:rsid w:val="00445685"/>
    <w:rsid w:val="0044591B"/>
    <w:rsid w:val="00445A46"/>
    <w:rsid w:val="00446AD0"/>
    <w:rsid w:val="00446C64"/>
    <w:rsid w:val="00446EFF"/>
    <w:rsid w:val="004474C4"/>
    <w:rsid w:val="00447704"/>
    <w:rsid w:val="00447A45"/>
    <w:rsid w:val="00447E81"/>
    <w:rsid w:val="00451780"/>
    <w:rsid w:val="004517EB"/>
    <w:rsid w:val="00451F29"/>
    <w:rsid w:val="00452251"/>
    <w:rsid w:val="0045226D"/>
    <w:rsid w:val="004522F8"/>
    <w:rsid w:val="00452471"/>
    <w:rsid w:val="00453A80"/>
    <w:rsid w:val="00453BA2"/>
    <w:rsid w:val="00454451"/>
    <w:rsid w:val="004546C3"/>
    <w:rsid w:val="00454BE6"/>
    <w:rsid w:val="0045625B"/>
    <w:rsid w:val="00456D08"/>
    <w:rsid w:val="00456ECD"/>
    <w:rsid w:val="00456F13"/>
    <w:rsid w:val="004576CC"/>
    <w:rsid w:val="004577A4"/>
    <w:rsid w:val="0046022E"/>
    <w:rsid w:val="00460412"/>
    <w:rsid w:val="00460B61"/>
    <w:rsid w:val="00461334"/>
    <w:rsid w:val="00461368"/>
    <w:rsid w:val="00461376"/>
    <w:rsid w:val="004629F9"/>
    <w:rsid w:val="00462C7F"/>
    <w:rsid w:val="004632DC"/>
    <w:rsid w:val="00463FC9"/>
    <w:rsid w:val="00464183"/>
    <w:rsid w:val="00464890"/>
    <w:rsid w:val="00464CDD"/>
    <w:rsid w:val="00465464"/>
    <w:rsid w:val="00470626"/>
    <w:rsid w:val="00470746"/>
    <w:rsid w:val="00470B68"/>
    <w:rsid w:val="004714C0"/>
    <w:rsid w:val="0047179D"/>
    <w:rsid w:val="00471A59"/>
    <w:rsid w:val="00473677"/>
    <w:rsid w:val="00474540"/>
    <w:rsid w:val="004746BD"/>
    <w:rsid w:val="0047520E"/>
    <w:rsid w:val="00475AEA"/>
    <w:rsid w:val="00475AF7"/>
    <w:rsid w:val="00475F80"/>
    <w:rsid w:val="004768CE"/>
    <w:rsid w:val="00476FB9"/>
    <w:rsid w:val="004771C8"/>
    <w:rsid w:val="00477461"/>
    <w:rsid w:val="0047762E"/>
    <w:rsid w:val="00477BA5"/>
    <w:rsid w:val="00477DCE"/>
    <w:rsid w:val="00480681"/>
    <w:rsid w:val="004826CF"/>
    <w:rsid w:val="00482F7B"/>
    <w:rsid w:val="004846F3"/>
    <w:rsid w:val="00484B5C"/>
    <w:rsid w:val="00485D36"/>
    <w:rsid w:val="004864DE"/>
    <w:rsid w:val="00486651"/>
    <w:rsid w:val="00486709"/>
    <w:rsid w:val="004872CD"/>
    <w:rsid w:val="00487567"/>
    <w:rsid w:val="004902A1"/>
    <w:rsid w:val="004903C9"/>
    <w:rsid w:val="00490DC6"/>
    <w:rsid w:val="0049114E"/>
    <w:rsid w:val="00491486"/>
    <w:rsid w:val="00491942"/>
    <w:rsid w:val="004919DF"/>
    <w:rsid w:val="00491E24"/>
    <w:rsid w:val="00492682"/>
    <w:rsid w:val="00492A92"/>
    <w:rsid w:val="0049346E"/>
    <w:rsid w:val="0049399B"/>
    <w:rsid w:val="00493BA9"/>
    <w:rsid w:val="00493F2F"/>
    <w:rsid w:val="00494B58"/>
    <w:rsid w:val="00495743"/>
    <w:rsid w:val="00495B25"/>
    <w:rsid w:val="00496121"/>
    <w:rsid w:val="00496C90"/>
    <w:rsid w:val="00497386"/>
    <w:rsid w:val="004977AD"/>
    <w:rsid w:val="004A1711"/>
    <w:rsid w:val="004A1732"/>
    <w:rsid w:val="004A1C15"/>
    <w:rsid w:val="004A23A6"/>
    <w:rsid w:val="004A29FD"/>
    <w:rsid w:val="004A2A41"/>
    <w:rsid w:val="004A2AD2"/>
    <w:rsid w:val="004A3627"/>
    <w:rsid w:val="004A36C9"/>
    <w:rsid w:val="004A3707"/>
    <w:rsid w:val="004A40F0"/>
    <w:rsid w:val="004A7EAA"/>
    <w:rsid w:val="004B01EB"/>
    <w:rsid w:val="004B020B"/>
    <w:rsid w:val="004B0605"/>
    <w:rsid w:val="004B07DB"/>
    <w:rsid w:val="004B090B"/>
    <w:rsid w:val="004B12DA"/>
    <w:rsid w:val="004B1650"/>
    <w:rsid w:val="004B2C32"/>
    <w:rsid w:val="004B2C57"/>
    <w:rsid w:val="004B394B"/>
    <w:rsid w:val="004B3F80"/>
    <w:rsid w:val="004B422B"/>
    <w:rsid w:val="004B42AD"/>
    <w:rsid w:val="004B53DF"/>
    <w:rsid w:val="004B54E0"/>
    <w:rsid w:val="004B551C"/>
    <w:rsid w:val="004B56CA"/>
    <w:rsid w:val="004B5A24"/>
    <w:rsid w:val="004B5A61"/>
    <w:rsid w:val="004B6366"/>
    <w:rsid w:val="004B63FB"/>
    <w:rsid w:val="004B6685"/>
    <w:rsid w:val="004C0B71"/>
    <w:rsid w:val="004C0EBC"/>
    <w:rsid w:val="004C15B9"/>
    <w:rsid w:val="004C1954"/>
    <w:rsid w:val="004C2748"/>
    <w:rsid w:val="004C2BF2"/>
    <w:rsid w:val="004C409E"/>
    <w:rsid w:val="004C4178"/>
    <w:rsid w:val="004C437C"/>
    <w:rsid w:val="004C4818"/>
    <w:rsid w:val="004C49FE"/>
    <w:rsid w:val="004C4E21"/>
    <w:rsid w:val="004C5590"/>
    <w:rsid w:val="004C5CDC"/>
    <w:rsid w:val="004C5D33"/>
    <w:rsid w:val="004C5DE3"/>
    <w:rsid w:val="004C642E"/>
    <w:rsid w:val="004C6941"/>
    <w:rsid w:val="004C6E44"/>
    <w:rsid w:val="004C6E8E"/>
    <w:rsid w:val="004C7863"/>
    <w:rsid w:val="004C7C78"/>
    <w:rsid w:val="004C7D39"/>
    <w:rsid w:val="004D3840"/>
    <w:rsid w:val="004D5CCC"/>
    <w:rsid w:val="004D5D16"/>
    <w:rsid w:val="004D7129"/>
    <w:rsid w:val="004D742A"/>
    <w:rsid w:val="004D74D1"/>
    <w:rsid w:val="004E1E09"/>
    <w:rsid w:val="004E1FF8"/>
    <w:rsid w:val="004E21C0"/>
    <w:rsid w:val="004E21E4"/>
    <w:rsid w:val="004E2258"/>
    <w:rsid w:val="004E2413"/>
    <w:rsid w:val="004E3335"/>
    <w:rsid w:val="004E3E4B"/>
    <w:rsid w:val="004E413A"/>
    <w:rsid w:val="004E4FB1"/>
    <w:rsid w:val="004E5A0C"/>
    <w:rsid w:val="004E5A65"/>
    <w:rsid w:val="004E5CDD"/>
    <w:rsid w:val="004E5E58"/>
    <w:rsid w:val="004F0211"/>
    <w:rsid w:val="004F1DA1"/>
    <w:rsid w:val="004F1FE8"/>
    <w:rsid w:val="004F3D2B"/>
    <w:rsid w:val="004F3ED5"/>
    <w:rsid w:val="004F4B2D"/>
    <w:rsid w:val="004F4B3D"/>
    <w:rsid w:val="004F4CC5"/>
    <w:rsid w:val="004F5DBA"/>
    <w:rsid w:val="004F5FD4"/>
    <w:rsid w:val="004F61AA"/>
    <w:rsid w:val="004F636B"/>
    <w:rsid w:val="004F7D98"/>
    <w:rsid w:val="005000D1"/>
    <w:rsid w:val="00500BEF"/>
    <w:rsid w:val="00503FC3"/>
    <w:rsid w:val="005044C2"/>
    <w:rsid w:val="00505FFF"/>
    <w:rsid w:val="00506262"/>
    <w:rsid w:val="00506D6E"/>
    <w:rsid w:val="00506F48"/>
    <w:rsid w:val="005074E5"/>
    <w:rsid w:val="005076B9"/>
    <w:rsid w:val="0050789D"/>
    <w:rsid w:val="005101A2"/>
    <w:rsid w:val="005101C1"/>
    <w:rsid w:val="0051058F"/>
    <w:rsid w:val="0051115A"/>
    <w:rsid w:val="00511995"/>
    <w:rsid w:val="00511C2D"/>
    <w:rsid w:val="00511EE9"/>
    <w:rsid w:val="0051270D"/>
    <w:rsid w:val="00512D56"/>
    <w:rsid w:val="00513276"/>
    <w:rsid w:val="0051337C"/>
    <w:rsid w:val="005133D8"/>
    <w:rsid w:val="00513E3E"/>
    <w:rsid w:val="00514C8A"/>
    <w:rsid w:val="0051576B"/>
    <w:rsid w:val="005157B2"/>
    <w:rsid w:val="00515C63"/>
    <w:rsid w:val="00516F88"/>
    <w:rsid w:val="005173CA"/>
    <w:rsid w:val="00517561"/>
    <w:rsid w:val="005177D1"/>
    <w:rsid w:val="005202D5"/>
    <w:rsid w:val="00521201"/>
    <w:rsid w:val="005212C0"/>
    <w:rsid w:val="00521F10"/>
    <w:rsid w:val="00522966"/>
    <w:rsid w:val="005229AB"/>
    <w:rsid w:val="00522B83"/>
    <w:rsid w:val="00523BFB"/>
    <w:rsid w:val="005249FB"/>
    <w:rsid w:val="00524FCC"/>
    <w:rsid w:val="00525627"/>
    <w:rsid w:val="00525641"/>
    <w:rsid w:val="00525A9F"/>
    <w:rsid w:val="005261DD"/>
    <w:rsid w:val="005270C3"/>
    <w:rsid w:val="0052729F"/>
    <w:rsid w:val="00527B26"/>
    <w:rsid w:val="00530AC3"/>
    <w:rsid w:val="00530E02"/>
    <w:rsid w:val="0053117F"/>
    <w:rsid w:val="00532D39"/>
    <w:rsid w:val="00534089"/>
    <w:rsid w:val="005347B9"/>
    <w:rsid w:val="00534995"/>
    <w:rsid w:val="00534E3A"/>
    <w:rsid w:val="005350D9"/>
    <w:rsid w:val="0053691C"/>
    <w:rsid w:val="00536975"/>
    <w:rsid w:val="0053742A"/>
    <w:rsid w:val="0053795A"/>
    <w:rsid w:val="005406EF"/>
    <w:rsid w:val="005408C8"/>
    <w:rsid w:val="00540E22"/>
    <w:rsid w:val="0054145B"/>
    <w:rsid w:val="0054166D"/>
    <w:rsid w:val="005423EC"/>
    <w:rsid w:val="0054245E"/>
    <w:rsid w:val="0054250F"/>
    <w:rsid w:val="00542701"/>
    <w:rsid w:val="00542BAB"/>
    <w:rsid w:val="00542E0C"/>
    <w:rsid w:val="00543592"/>
    <w:rsid w:val="005445B5"/>
    <w:rsid w:val="005447C3"/>
    <w:rsid w:val="00545631"/>
    <w:rsid w:val="00545A11"/>
    <w:rsid w:val="00545E4B"/>
    <w:rsid w:val="00546CFC"/>
    <w:rsid w:val="00550587"/>
    <w:rsid w:val="005517B5"/>
    <w:rsid w:val="005528E2"/>
    <w:rsid w:val="00552EF5"/>
    <w:rsid w:val="00553199"/>
    <w:rsid w:val="00553208"/>
    <w:rsid w:val="005535F8"/>
    <w:rsid w:val="00553630"/>
    <w:rsid w:val="00553D12"/>
    <w:rsid w:val="00554413"/>
    <w:rsid w:val="00554B14"/>
    <w:rsid w:val="00555966"/>
    <w:rsid w:val="00555E0A"/>
    <w:rsid w:val="0055623E"/>
    <w:rsid w:val="00556F1A"/>
    <w:rsid w:val="005574DC"/>
    <w:rsid w:val="00557694"/>
    <w:rsid w:val="00561410"/>
    <w:rsid w:val="00561469"/>
    <w:rsid w:val="0056190F"/>
    <w:rsid w:val="00561968"/>
    <w:rsid w:val="00562A95"/>
    <w:rsid w:val="00562BA5"/>
    <w:rsid w:val="00562C33"/>
    <w:rsid w:val="00564AA8"/>
    <w:rsid w:val="005652AE"/>
    <w:rsid w:val="00566A46"/>
    <w:rsid w:val="005678B6"/>
    <w:rsid w:val="005717E9"/>
    <w:rsid w:val="00571823"/>
    <w:rsid w:val="00571C53"/>
    <w:rsid w:val="00572345"/>
    <w:rsid w:val="00572E71"/>
    <w:rsid w:val="00573F60"/>
    <w:rsid w:val="00574066"/>
    <w:rsid w:val="005745F1"/>
    <w:rsid w:val="00575014"/>
    <w:rsid w:val="00577795"/>
    <w:rsid w:val="00580B61"/>
    <w:rsid w:val="00581764"/>
    <w:rsid w:val="00581C00"/>
    <w:rsid w:val="00581C63"/>
    <w:rsid w:val="00583567"/>
    <w:rsid w:val="00583C37"/>
    <w:rsid w:val="00584646"/>
    <w:rsid w:val="00584C51"/>
    <w:rsid w:val="00585892"/>
    <w:rsid w:val="005858E3"/>
    <w:rsid w:val="00586244"/>
    <w:rsid w:val="00586AE2"/>
    <w:rsid w:val="00586F82"/>
    <w:rsid w:val="0058775F"/>
    <w:rsid w:val="00590B4D"/>
    <w:rsid w:val="0059229E"/>
    <w:rsid w:val="0059261A"/>
    <w:rsid w:val="00592FFD"/>
    <w:rsid w:val="00594DDE"/>
    <w:rsid w:val="00595B23"/>
    <w:rsid w:val="00597984"/>
    <w:rsid w:val="005A011E"/>
    <w:rsid w:val="005A091E"/>
    <w:rsid w:val="005A0E4F"/>
    <w:rsid w:val="005A0FCB"/>
    <w:rsid w:val="005A1BAA"/>
    <w:rsid w:val="005A1C93"/>
    <w:rsid w:val="005A204A"/>
    <w:rsid w:val="005A24DA"/>
    <w:rsid w:val="005A2E41"/>
    <w:rsid w:val="005A38B1"/>
    <w:rsid w:val="005A45A6"/>
    <w:rsid w:val="005A6038"/>
    <w:rsid w:val="005A6807"/>
    <w:rsid w:val="005A6BDC"/>
    <w:rsid w:val="005A7393"/>
    <w:rsid w:val="005A7556"/>
    <w:rsid w:val="005A757F"/>
    <w:rsid w:val="005A7646"/>
    <w:rsid w:val="005B0CEB"/>
    <w:rsid w:val="005B185A"/>
    <w:rsid w:val="005B1EA2"/>
    <w:rsid w:val="005B1F5B"/>
    <w:rsid w:val="005B22DD"/>
    <w:rsid w:val="005B2608"/>
    <w:rsid w:val="005B2EDB"/>
    <w:rsid w:val="005B3208"/>
    <w:rsid w:val="005B340D"/>
    <w:rsid w:val="005B36B9"/>
    <w:rsid w:val="005B395B"/>
    <w:rsid w:val="005B3A07"/>
    <w:rsid w:val="005B3C17"/>
    <w:rsid w:val="005B45C5"/>
    <w:rsid w:val="005B4C14"/>
    <w:rsid w:val="005B5125"/>
    <w:rsid w:val="005B59E2"/>
    <w:rsid w:val="005B661E"/>
    <w:rsid w:val="005B7CFF"/>
    <w:rsid w:val="005C0B18"/>
    <w:rsid w:val="005C0EFF"/>
    <w:rsid w:val="005C1215"/>
    <w:rsid w:val="005C18CA"/>
    <w:rsid w:val="005C1DC1"/>
    <w:rsid w:val="005C2C20"/>
    <w:rsid w:val="005C2C4D"/>
    <w:rsid w:val="005C314D"/>
    <w:rsid w:val="005C37FA"/>
    <w:rsid w:val="005C3D82"/>
    <w:rsid w:val="005C4275"/>
    <w:rsid w:val="005C430D"/>
    <w:rsid w:val="005C43DB"/>
    <w:rsid w:val="005C53EA"/>
    <w:rsid w:val="005C5501"/>
    <w:rsid w:val="005C57A4"/>
    <w:rsid w:val="005C57A8"/>
    <w:rsid w:val="005C5BDC"/>
    <w:rsid w:val="005C6954"/>
    <w:rsid w:val="005C6D73"/>
    <w:rsid w:val="005C7B6B"/>
    <w:rsid w:val="005C7C89"/>
    <w:rsid w:val="005D10C5"/>
    <w:rsid w:val="005D1A20"/>
    <w:rsid w:val="005D20A8"/>
    <w:rsid w:val="005D215F"/>
    <w:rsid w:val="005D40FC"/>
    <w:rsid w:val="005D412C"/>
    <w:rsid w:val="005D4446"/>
    <w:rsid w:val="005D46AC"/>
    <w:rsid w:val="005D4C33"/>
    <w:rsid w:val="005D4FBE"/>
    <w:rsid w:val="005D5C4C"/>
    <w:rsid w:val="005D6167"/>
    <w:rsid w:val="005D765B"/>
    <w:rsid w:val="005D76DB"/>
    <w:rsid w:val="005D783D"/>
    <w:rsid w:val="005E097F"/>
    <w:rsid w:val="005E0B8F"/>
    <w:rsid w:val="005E1C6E"/>
    <w:rsid w:val="005E2118"/>
    <w:rsid w:val="005E2141"/>
    <w:rsid w:val="005E21ED"/>
    <w:rsid w:val="005E3EAD"/>
    <w:rsid w:val="005E4633"/>
    <w:rsid w:val="005E4D5E"/>
    <w:rsid w:val="005E4FA6"/>
    <w:rsid w:val="005E6DBD"/>
    <w:rsid w:val="005E7ECD"/>
    <w:rsid w:val="005F17C8"/>
    <w:rsid w:val="005F2649"/>
    <w:rsid w:val="005F2B59"/>
    <w:rsid w:val="005F2E6C"/>
    <w:rsid w:val="005F42C8"/>
    <w:rsid w:val="005F460E"/>
    <w:rsid w:val="005F4A39"/>
    <w:rsid w:val="005F4BD3"/>
    <w:rsid w:val="005F510D"/>
    <w:rsid w:val="005F5F7E"/>
    <w:rsid w:val="005F626F"/>
    <w:rsid w:val="005F6493"/>
    <w:rsid w:val="005F736D"/>
    <w:rsid w:val="005F74A0"/>
    <w:rsid w:val="005F7EA2"/>
    <w:rsid w:val="0060074B"/>
    <w:rsid w:val="0060310E"/>
    <w:rsid w:val="00603445"/>
    <w:rsid w:val="0060349D"/>
    <w:rsid w:val="00603936"/>
    <w:rsid w:val="00604560"/>
    <w:rsid w:val="00605573"/>
    <w:rsid w:val="00606819"/>
    <w:rsid w:val="00606970"/>
    <w:rsid w:val="00607282"/>
    <w:rsid w:val="00607557"/>
    <w:rsid w:val="00607DD0"/>
    <w:rsid w:val="00607F9C"/>
    <w:rsid w:val="0061017D"/>
    <w:rsid w:val="00610506"/>
    <w:rsid w:val="00610DD2"/>
    <w:rsid w:val="00610FE7"/>
    <w:rsid w:val="00612509"/>
    <w:rsid w:val="00614FC8"/>
    <w:rsid w:val="00616B21"/>
    <w:rsid w:val="00620C53"/>
    <w:rsid w:val="0062113E"/>
    <w:rsid w:val="00621423"/>
    <w:rsid w:val="00621A51"/>
    <w:rsid w:val="006223A0"/>
    <w:rsid w:val="006225A7"/>
    <w:rsid w:val="00622901"/>
    <w:rsid w:val="0062447A"/>
    <w:rsid w:val="006252A4"/>
    <w:rsid w:val="00625BEF"/>
    <w:rsid w:val="00625FCD"/>
    <w:rsid w:val="0062643E"/>
    <w:rsid w:val="00626C56"/>
    <w:rsid w:val="006270CF"/>
    <w:rsid w:val="00630134"/>
    <w:rsid w:val="00630A6D"/>
    <w:rsid w:val="00630B9F"/>
    <w:rsid w:val="00630E72"/>
    <w:rsid w:val="00631159"/>
    <w:rsid w:val="00631512"/>
    <w:rsid w:val="0063170F"/>
    <w:rsid w:val="0063282C"/>
    <w:rsid w:val="00632B36"/>
    <w:rsid w:val="00632CFB"/>
    <w:rsid w:val="00632E75"/>
    <w:rsid w:val="00633D8F"/>
    <w:rsid w:val="00633E33"/>
    <w:rsid w:val="0063472F"/>
    <w:rsid w:val="00634B6C"/>
    <w:rsid w:val="0063534A"/>
    <w:rsid w:val="006355C6"/>
    <w:rsid w:val="00635D41"/>
    <w:rsid w:val="00635D92"/>
    <w:rsid w:val="00635FD1"/>
    <w:rsid w:val="0063659C"/>
    <w:rsid w:val="00636A78"/>
    <w:rsid w:val="00637382"/>
    <w:rsid w:val="00637A8C"/>
    <w:rsid w:val="00637D72"/>
    <w:rsid w:val="0064015B"/>
    <w:rsid w:val="006409F0"/>
    <w:rsid w:val="006418A2"/>
    <w:rsid w:val="00641CE5"/>
    <w:rsid w:val="0064203E"/>
    <w:rsid w:val="006422A0"/>
    <w:rsid w:val="006422CB"/>
    <w:rsid w:val="00642908"/>
    <w:rsid w:val="00642EA4"/>
    <w:rsid w:val="006430F0"/>
    <w:rsid w:val="00643237"/>
    <w:rsid w:val="006435F8"/>
    <w:rsid w:val="006456A9"/>
    <w:rsid w:val="00645831"/>
    <w:rsid w:val="006466EA"/>
    <w:rsid w:val="00646C9D"/>
    <w:rsid w:val="0064731C"/>
    <w:rsid w:val="006473A5"/>
    <w:rsid w:val="0064771A"/>
    <w:rsid w:val="006479A7"/>
    <w:rsid w:val="00647D2D"/>
    <w:rsid w:val="00647D52"/>
    <w:rsid w:val="0065081C"/>
    <w:rsid w:val="00652C33"/>
    <w:rsid w:val="0065339B"/>
    <w:rsid w:val="00653716"/>
    <w:rsid w:val="00653C6A"/>
    <w:rsid w:val="00653DEB"/>
    <w:rsid w:val="006543C8"/>
    <w:rsid w:val="00654FB7"/>
    <w:rsid w:val="006555EE"/>
    <w:rsid w:val="00655FE8"/>
    <w:rsid w:val="00656ED2"/>
    <w:rsid w:val="006602AC"/>
    <w:rsid w:val="006604F1"/>
    <w:rsid w:val="00662A00"/>
    <w:rsid w:val="00662A28"/>
    <w:rsid w:val="00662CCC"/>
    <w:rsid w:val="0066369B"/>
    <w:rsid w:val="006636A0"/>
    <w:rsid w:val="006640DD"/>
    <w:rsid w:val="00664F82"/>
    <w:rsid w:val="006653EE"/>
    <w:rsid w:val="0066597C"/>
    <w:rsid w:val="00666D5D"/>
    <w:rsid w:val="0067059C"/>
    <w:rsid w:val="006710BB"/>
    <w:rsid w:val="00671D84"/>
    <w:rsid w:val="0067291B"/>
    <w:rsid w:val="00673E8B"/>
    <w:rsid w:val="006746A4"/>
    <w:rsid w:val="00675D08"/>
    <w:rsid w:val="00675D76"/>
    <w:rsid w:val="0067657E"/>
    <w:rsid w:val="00677A71"/>
    <w:rsid w:val="006801A5"/>
    <w:rsid w:val="006802B4"/>
    <w:rsid w:val="00680B89"/>
    <w:rsid w:val="00680CCD"/>
    <w:rsid w:val="00680FBF"/>
    <w:rsid w:val="006814D9"/>
    <w:rsid w:val="00682D93"/>
    <w:rsid w:val="00683466"/>
    <w:rsid w:val="00683AFF"/>
    <w:rsid w:val="006847DC"/>
    <w:rsid w:val="006847F9"/>
    <w:rsid w:val="006848FB"/>
    <w:rsid w:val="00685177"/>
    <w:rsid w:val="00685668"/>
    <w:rsid w:val="00685BC8"/>
    <w:rsid w:val="00686F3D"/>
    <w:rsid w:val="0068710D"/>
    <w:rsid w:val="0068715C"/>
    <w:rsid w:val="00690A7A"/>
    <w:rsid w:val="00690BA6"/>
    <w:rsid w:val="00690D13"/>
    <w:rsid w:val="00691CA5"/>
    <w:rsid w:val="0069246D"/>
    <w:rsid w:val="0069257D"/>
    <w:rsid w:val="00692B41"/>
    <w:rsid w:val="00692C25"/>
    <w:rsid w:val="00692EE7"/>
    <w:rsid w:val="00693062"/>
    <w:rsid w:val="00693C0F"/>
    <w:rsid w:val="00693D19"/>
    <w:rsid w:val="00693D2F"/>
    <w:rsid w:val="00693DFB"/>
    <w:rsid w:val="006941F4"/>
    <w:rsid w:val="00694353"/>
    <w:rsid w:val="00695159"/>
    <w:rsid w:val="00695C85"/>
    <w:rsid w:val="00695F0B"/>
    <w:rsid w:val="0069607D"/>
    <w:rsid w:val="006960DE"/>
    <w:rsid w:val="006969C8"/>
    <w:rsid w:val="0069747A"/>
    <w:rsid w:val="00697552"/>
    <w:rsid w:val="006976C6"/>
    <w:rsid w:val="00697AB9"/>
    <w:rsid w:val="006A006A"/>
    <w:rsid w:val="006A04E4"/>
    <w:rsid w:val="006A056B"/>
    <w:rsid w:val="006A1750"/>
    <w:rsid w:val="006A1CF3"/>
    <w:rsid w:val="006A2D11"/>
    <w:rsid w:val="006A39EF"/>
    <w:rsid w:val="006A3BFA"/>
    <w:rsid w:val="006A4125"/>
    <w:rsid w:val="006A4AB9"/>
    <w:rsid w:val="006A5651"/>
    <w:rsid w:val="006B09A6"/>
    <w:rsid w:val="006B0B7F"/>
    <w:rsid w:val="006B0C4C"/>
    <w:rsid w:val="006B177F"/>
    <w:rsid w:val="006B17F7"/>
    <w:rsid w:val="006B2319"/>
    <w:rsid w:val="006B3855"/>
    <w:rsid w:val="006B3DED"/>
    <w:rsid w:val="006B4315"/>
    <w:rsid w:val="006B4F4F"/>
    <w:rsid w:val="006B5BA6"/>
    <w:rsid w:val="006B5F1D"/>
    <w:rsid w:val="006B6F68"/>
    <w:rsid w:val="006B7658"/>
    <w:rsid w:val="006B7D4D"/>
    <w:rsid w:val="006C09EE"/>
    <w:rsid w:val="006C102A"/>
    <w:rsid w:val="006C1DEB"/>
    <w:rsid w:val="006C1E16"/>
    <w:rsid w:val="006C2383"/>
    <w:rsid w:val="006C2F36"/>
    <w:rsid w:val="006C3382"/>
    <w:rsid w:val="006C414F"/>
    <w:rsid w:val="006C45C9"/>
    <w:rsid w:val="006C4679"/>
    <w:rsid w:val="006C53CF"/>
    <w:rsid w:val="006C5584"/>
    <w:rsid w:val="006C561A"/>
    <w:rsid w:val="006C5C3B"/>
    <w:rsid w:val="006C5CCB"/>
    <w:rsid w:val="006C62AE"/>
    <w:rsid w:val="006C62EE"/>
    <w:rsid w:val="006C6D65"/>
    <w:rsid w:val="006D0019"/>
    <w:rsid w:val="006D0693"/>
    <w:rsid w:val="006D0AC7"/>
    <w:rsid w:val="006D136F"/>
    <w:rsid w:val="006D173E"/>
    <w:rsid w:val="006D2E67"/>
    <w:rsid w:val="006D2F02"/>
    <w:rsid w:val="006D3865"/>
    <w:rsid w:val="006D5759"/>
    <w:rsid w:val="006D761B"/>
    <w:rsid w:val="006D78F2"/>
    <w:rsid w:val="006E1429"/>
    <w:rsid w:val="006E183E"/>
    <w:rsid w:val="006E2A75"/>
    <w:rsid w:val="006E2DF5"/>
    <w:rsid w:val="006E2F2A"/>
    <w:rsid w:val="006E31CD"/>
    <w:rsid w:val="006E34D9"/>
    <w:rsid w:val="006E3534"/>
    <w:rsid w:val="006E3860"/>
    <w:rsid w:val="006E3E2E"/>
    <w:rsid w:val="006E449E"/>
    <w:rsid w:val="006E4C0C"/>
    <w:rsid w:val="006E5AB8"/>
    <w:rsid w:val="006E65FD"/>
    <w:rsid w:val="006E6970"/>
    <w:rsid w:val="006E6C34"/>
    <w:rsid w:val="006E71EC"/>
    <w:rsid w:val="006E71F6"/>
    <w:rsid w:val="006F06EC"/>
    <w:rsid w:val="006F115B"/>
    <w:rsid w:val="006F1379"/>
    <w:rsid w:val="006F1B03"/>
    <w:rsid w:val="006F1B36"/>
    <w:rsid w:val="006F26AC"/>
    <w:rsid w:val="006F2B84"/>
    <w:rsid w:val="006F3182"/>
    <w:rsid w:val="006F3E6C"/>
    <w:rsid w:val="006F41EE"/>
    <w:rsid w:val="006F4676"/>
    <w:rsid w:val="006F5380"/>
    <w:rsid w:val="006F6538"/>
    <w:rsid w:val="006F694B"/>
    <w:rsid w:val="006F73E5"/>
    <w:rsid w:val="007009A9"/>
    <w:rsid w:val="00700D44"/>
    <w:rsid w:val="00701132"/>
    <w:rsid w:val="0070155C"/>
    <w:rsid w:val="00701DD7"/>
    <w:rsid w:val="0070230D"/>
    <w:rsid w:val="00702B46"/>
    <w:rsid w:val="007031A3"/>
    <w:rsid w:val="00703667"/>
    <w:rsid w:val="00703BA2"/>
    <w:rsid w:val="007043C3"/>
    <w:rsid w:val="007045E2"/>
    <w:rsid w:val="0070497C"/>
    <w:rsid w:val="00704B9D"/>
    <w:rsid w:val="00705B9E"/>
    <w:rsid w:val="00705E91"/>
    <w:rsid w:val="00707890"/>
    <w:rsid w:val="0071006E"/>
    <w:rsid w:val="007100CA"/>
    <w:rsid w:val="00710515"/>
    <w:rsid w:val="007107DF"/>
    <w:rsid w:val="00710844"/>
    <w:rsid w:val="00710950"/>
    <w:rsid w:val="00710AB2"/>
    <w:rsid w:val="00710AE1"/>
    <w:rsid w:val="00710B5C"/>
    <w:rsid w:val="00711D71"/>
    <w:rsid w:val="0071282D"/>
    <w:rsid w:val="00712D12"/>
    <w:rsid w:val="0071316E"/>
    <w:rsid w:val="00713671"/>
    <w:rsid w:val="00713FB2"/>
    <w:rsid w:val="00714802"/>
    <w:rsid w:val="007156F2"/>
    <w:rsid w:val="00715E9C"/>
    <w:rsid w:val="00716409"/>
    <w:rsid w:val="0071742B"/>
    <w:rsid w:val="00720124"/>
    <w:rsid w:val="0072096C"/>
    <w:rsid w:val="00720FD7"/>
    <w:rsid w:val="00721060"/>
    <w:rsid w:val="007211C0"/>
    <w:rsid w:val="00721C53"/>
    <w:rsid w:val="0072203B"/>
    <w:rsid w:val="007221F9"/>
    <w:rsid w:val="007226CC"/>
    <w:rsid w:val="00723764"/>
    <w:rsid w:val="00725146"/>
    <w:rsid w:val="00726C35"/>
    <w:rsid w:val="00727FCD"/>
    <w:rsid w:val="00730563"/>
    <w:rsid w:val="0073153D"/>
    <w:rsid w:val="007315FC"/>
    <w:rsid w:val="00732325"/>
    <w:rsid w:val="00732603"/>
    <w:rsid w:val="00734CFE"/>
    <w:rsid w:val="007359C8"/>
    <w:rsid w:val="00736C12"/>
    <w:rsid w:val="00737042"/>
    <w:rsid w:val="007379A8"/>
    <w:rsid w:val="00737FB9"/>
    <w:rsid w:val="007409FC"/>
    <w:rsid w:val="00743FF0"/>
    <w:rsid w:val="00744577"/>
    <w:rsid w:val="007453A2"/>
    <w:rsid w:val="00745A89"/>
    <w:rsid w:val="00745B90"/>
    <w:rsid w:val="00746773"/>
    <w:rsid w:val="007472A9"/>
    <w:rsid w:val="00747B89"/>
    <w:rsid w:val="00747CC7"/>
    <w:rsid w:val="0075056E"/>
    <w:rsid w:val="007511DA"/>
    <w:rsid w:val="00751700"/>
    <w:rsid w:val="00751779"/>
    <w:rsid w:val="00752868"/>
    <w:rsid w:val="00752A67"/>
    <w:rsid w:val="0075463C"/>
    <w:rsid w:val="007546F9"/>
    <w:rsid w:val="00754B9B"/>
    <w:rsid w:val="00754DE1"/>
    <w:rsid w:val="00754FF2"/>
    <w:rsid w:val="007554BB"/>
    <w:rsid w:val="00755E5F"/>
    <w:rsid w:val="007565A8"/>
    <w:rsid w:val="00756943"/>
    <w:rsid w:val="0075704C"/>
    <w:rsid w:val="0075735B"/>
    <w:rsid w:val="0075735E"/>
    <w:rsid w:val="00760130"/>
    <w:rsid w:val="00760583"/>
    <w:rsid w:val="00760C91"/>
    <w:rsid w:val="00760E9E"/>
    <w:rsid w:val="0076154C"/>
    <w:rsid w:val="007627D8"/>
    <w:rsid w:val="007628FB"/>
    <w:rsid w:val="00762978"/>
    <w:rsid w:val="00763742"/>
    <w:rsid w:val="00763AA2"/>
    <w:rsid w:val="00763D76"/>
    <w:rsid w:val="00764350"/>
    <w:rsid w:val="00765774"/>
    <w:rsid w:val="0076634F"/>
    <w:rsid w:val="007663B9"/>
    <w:rsid w:val="007667D7"/>
    <w:rsid w:val="007702EE"/>
    <w:rsid w:val="0077066D"/>
    <w:rsid w:val="007709AD"/>
    <w:rsid w:val="00770A22"/>
    <w:rsid w:val="00771B68"/>
    <w:rsid w:val="00771BC6"/>
    <w:rsid w:val="00772412"/>
    <w:rsid w:val="00772506"/>
    <w:rsid w:val="007726E6"/>
    <w:rsid w:val="00773701"/>
    <w:rsid w:val="007743E8"/>
    <w:rsid w:val="00774AD0"/>
    <w:rsid w:val="007756D3"/>
    <w:rsid w:val="00775FB0"/>
    <w:rsid w:val="00776924"/>
    <w:rsid w:val="00776AFF"/>
    <w:rsid w:val="00776D4D"/>
    <w:rsid w:val="007801CD"/>
    <w:rsid w:val="007804B8"/>
    <w:rsid w:val="0078087C"/>
    <w:rsid w:val="00782F11"/>
    <w:rsid w:val="00783143"/>
    <w:rsid w:val="007836A7"/>
    <w:rsid w:val="00783EF2"/>
    <w:rsid w:val="0078403E"/>
    <w:rsid w:val="007847A4"/>
    <w:rsid w:val="00784E37"/>
    <w:rsid w:val="00784F3C"/>
    <w:rsid w:val="007859FA"/>
    <w:rsid w:val="00785A25"/>
    <w:rsid w:val="00785E03"/>
    <w:rsid w:val="007863BB"/>
    <w:rsid w:val="00786B63"/>
    <w:rsid w:val="00786DDD"/>
    <w:rsid w:val="007879BA"/>
    <w:rsid w:val="007909EC"/>
    <w:rsid w:val="00790F49"/>
    <w:rsid w:val="007917DF"/>
    <w:rsid w:val="00791CC1"/>
    <w:rsid w:val="00791D70"/>
    <w:rsid w:val="0079256C"/>
    <w:rsid w:val="00792BAF"/>
    <w:rsid w:val="0079300A"/>
    <w:rsid w:val="00793A0E"/>
    <w:rsid w:val="00793A89"/>
    <w:rsid w:val="00793ECA"/>
    <w:rsid w:val="00793FA4"/>
    <w:rsid w:val="007950AF"/>
    <w:rsid w:val="00795AE2"/>
    <w:rsid w:val="00797317"/>
    <w:rsid w:val="007A0562"/>
    <w:rsid w:val="007A0842"/>
    <w:rsid w:val="007A0B97"/>
    <w:rsid w:val="007A1D34"/>
    <w:rsid w:val="007A2629"/>
    <w:rsid w:val="007A2D29"/>
    <w:rsid w:val="007A2E5A"/>
    <w:rsid w:val="007A3140"/>
    <w:rsid w:val="007A4954"/>
    <w:rsid w:val="007A5215"/>
    <w:rsid w:val="007A6E5C"/>
    <w:rsid w:val="007A7109"/>
    <w:rsid w:val="007A7200"/>
    <w:rsid w:val="007A76E2"/>
    <w:rsid w:val="007A7B89"/>
    <w:rsid w:val="007B0924"/>
    <w:rsid w:val="007B143E"/>
    <w:rsid w:val="007B177B"/>
    <w:rsid w:val="007B183D"/>
    <w:rsid w:val="007B19CD"/>
    <w:rsid w:val="007B1B5C"/>
    <w:rsid w:val="007B2A0D"/>
    <w:rsid w:val="007B2BBD"/>
    <w:rsid w:val="007B33D7"/>
    <w:rsid w:val="007B3A2A"/>
    <w:rsid w:val="007B4271"/>
    <w:rsid w:val="007B5D34"/>
    <w:rsid w:val="007B6E31"/>
    <w:rsid w:val="007C1421"/>
    <w:rsid w:val="007C212A"/>
    <w:rsid w:val="007C2547"/>
    <w:rsid w:val="007C31C0"/>
    <w:rsid w:val="007C34D8"/>
    <w:rsid w:val="007C4DDD"/>
    <w:rsid w:val="007C4F8A"/>
    <w:rsid w:val="007C579C"/>
    <w:rsid w:val="007C5889"/>
    <w:rsid w:val="007C5FBA"/>
    <w:rsid w:val="007C744F"/>
    <w:rsid w:val="007C7875"/>
    <w:rsid w:val="007D0B7E"/>
    <w:rsid w:val="007D1D40"/>
    <w:rsid w:val="007D279F"/>
    <w:rsid w:val="007D2D85"/>
    <w:rsid w:val="007D31F7"/>
    <w:rsid w:val="007D3231"/>
    <w:rsid w:val="007D371D"/>
    <w:rsid w:val="007D4329"/>
    <w:rsid w:val="007D449B"/>
    <w:rsid w:val="007D4DA3"/>
    <w:rsid w:val="007D5179"/>
    <w:rsid w:val="007D59F5"/>
    <w:rsid w:val="007D68CD"/>
    <w:rsid w:val="007D721A"/>
    <w:rsid w:val="007E0CE7"/>
    <w:rsid w:val="007E1091"/>
    <w:rsid w:val="007E12E5"/>
    <w:rsid w:val="007E138F"/>
    <w:rsid w:val="007E1768"/>
    <w:rsid w:val="007E1807"/>
    <w:rsid w:val="007E198B"/>
    <w:rsid w:val="007E2236"/>
    <w:rsid w:val="007E2FDC"/>
    <w:rsid w:val="007E32F5"/>
    <w:rsid w:val="007E434C"/>
    <w:rsid w:val="007E4AD9"/>
    <w:rsid w:val="007E52D8"/>
    <w:rsid w:val="007E54CC"/>
    <w:rsid w:val="007E5D99"/>
    <w:rsid w:val="007E6806"/>
    <w:rsid w:val="007E6B1E"/>
    <w:rsid w:val="007F0515"/>
    <w:rsid w:val="007F0776"/>
    <w:rsid w:val="007F0925"/>
    <w:rsid w:val="007F0CCF"/>
    <w:rsid w:val="007F0CDF"/>
    <w:rsid w:val="007F129F"/>
    <w:rsid w:val="007F1992"/>
    <w:rsid w:val="007F5C40"/>
    <w:rsid w:val="007F5D0C"/>
    <w:rsid w:val="007F6907"/>
    <w:rsid w:val="007F6E40"/>
    <w:rsid w:val="007F70D0"/>
    <w:rsid w:val="007F7550"/>
    <w:rsid w:val="007F783A"/>
    <w:rsid w:val="00800056"/>
    <w:rsid w:val="00800221"/>
    <w:rsid w:val="00800F29"/>
    <w:rsid w:val="00801674"/>
    <w:rsid w:val="008017AC"/>
    <w:rsid w:val="0080198F"/>
    <w:rsid w:val="0080272E"/>
    <w:rsid w:val="008030C0"/>
    <w:rsid w:val="008034BF"/>
    <w:rsid w:val="0080379E"/>
    <w:rsid w:val="00803986"/>
    <w:rsid w:val="00803EE4"/>
    <w:rsid w:val="00804568"/>
    <w:rsid w:val="008048F3"/>
    <w:rsid w:val="00805A57"/>
    <w:rsid w:val="0080647E"/>
    <w:rsid w:val="00806EEB"/>
    <w:rsid w:val="008072A9"/>
    <w:rsid w:val="0081003E"/>
    <w:rsid w:val="008105E4"/>
    <w:rsid w:val="0081160C"/>
    <w:rsid w:val="008116E9"/>
    <w:rsid w:val="00812B04"/>
    <w:rsid w:val="00813447"/>
    <w:rsid w:val="00815C0D"/>
    <w:rsid w:val="00816E72"/>
    <w:rsid w:val="0081789E"/>
    <w:rsid w:val="00817BFE"/>
    <w:rsid w:val="0082080D"/>
    <w:rsid w:val="00821D6E"/>
    <w:rsid w:val="00823118"/>
    <w:rsid w:val="00826453"/>
    <w:rsid w:val="008266E2"/>
    <w:rsid w:val="00827671"/>
    <w:rsid w:val="00831833"/>
    <w:rsid w:val="00832483"/>
    <w:rsid w:val="008330B7"/>
    <w:rsid w:val="0083332E"/>
    <w:rsid w:val="008341A7"/>
    <w:rsid w:val="00834BE7"/>
    <w:rsid w:val="00835595"/>
    <w:rsid w:val="008355DF"/>
    <w:rsid w:val="00837151"/>
    <w:rsid w:val="00837162"/>
    <w:rsid w:val="00842A80"/>
    <w:rsid w:val="0084310D"/>
    <w:rsid w:val="008437BA"/>
    <w:rsid w:val="0084389F"/>
    <w:rsid w:val="00843AB9"/>
    <w:rsid w:val="00844508"/>
    <w:rsid w:val="008447A3"/>
    <w:rsid w:val="008449FB"/>
    <w:rsid w:val="008469FD"/>
    <w:rsid w:val="00846D7A"/>
    <w:rsid w:val="00847C27"/>
    <w:rsid w:val="008512AF"/>
    <w:rsid w:val="00851470"/>
    <w:rsid w:val="00851ECC"/>
    <w:rsid w:val="008528BB"/>
    <w:rsid w:val="00852F94"/>
    <w:rsid w:val="008535A6"/>
    <w:rsid w:val="008538FB"/>
    <w:rsid w:val="00854B6B"/>
    <w:rsid w:val="00854F01"/>
    <w:rsid w:val="0085544B"/>
    <w:rsid w:val="008569B8"/>
    <w:rsid w:val="00860A1A"/>
    <w:rsid w:val="00861231"/>
    <w:rsid w:val="0086240A"/>
    <w:rsid w:val="0086250E"/>
    <w:rsid w:val="00862532"/>
    <w:rsid w:val="008628E6"/>
    <w:rsid w:val="00862FD9"/>
    <w:rsid w:val="00863C69"/>
    <w:rsid w:val="00864563"/>
    <w:rsid w:val="008657B5"/>
    <w:rsid w:val="00866343"/>
    <w:rsid w:val="008665EC"/>
    <w:rsid w:val="00866E59"/>
    <w:rsid w:val="0086715C"/>
    <w:rsid w:val="00867451"/>
    <w:rsid w:val="00870054"/>
    <w:rsid w:val="00873733"/>
    <w:rsid w:val="008744BE"/>
    <w:rsid w:val="008757B8"/>
    <w:rsid w:val="00876514"/>
    <w:rsid w:val="00876ADC"/>
    <w:rsid w:val="00877F86"/>
    <w:rsid w:val="008808C7"/>
    <w:rsid w:val="00881EF9"/>
    <w:rsid w:val="00881F05"/>
    <w:rsid w:val="008822F0"/>
    <w:rsid w:val="008826A8"/>
    <w:rsid w:val="00882E28"/>
    <w:rsid w:val="0088356C"/>
    <w:rsid w:val="008836CC"/>
    <w:rsid w:val="00883DC1"/>
    <w:rsid w:val="00884E95"/>
    <w:rsid w:val="0088595D"/>
    <w:rsid w:val="0088602C"/>
    <w:rsid w:val="00886345"/>
    <w:rsid w:val="0088649F"/>
    <w:rsid w:val="00886670"/>
    <w:rsid w:val="00886DE6"/>
    <w:rsid w:val="00887B82"/>
    <w:rsid w:val="008903B5"/>
    <w:rsid w:val="0089107B"/>
    <w:rsid w:val="0089128F"/>
    <w:rsid w:val="00891AA2"/>
    <w:rsid w:val="00892559"/>
    <w:rsid w:val="008925B5"/>
    <w:rsid w:val="00892DCC"/>
    <w:rsid w:val="008936A2"/>
    <w:rsid w:val="00893CE2"/>
    <w:rsid w:val="0089461A"/>
    <w:rsid w:val="00895E9C"/>
    <w:rsid w:val="008964CB"/>
    <w:rsid w:val="00896775"/>
    <w:rsid w:val="0089736A"/>
    <w:rsid w:val="008973D4"/>
    <w:rsid w:val="0089754C"/>
    <w:rsid w:val="008A0316"/>
    <w:rsid w:val="008A03DC"/>
    <w:rsid w:val="008A0AF4"/>
    <w:rsid w:val="008A0E47"/>
    <w:rsid w:val="008A1119"/>
    <w:rsid w:val="008A13A5"/>
    <w:rsid w:val="008A2077"/>
    <w:rsid w:val="008A2CFA"/>
    <w:rsid w:val="008A30A5"/>
    <w:rsid w:val="008A315C"/>
    <w:rsid w:val="008A37AF"/>
    <w:rsid w:val="008A48DA"/>
    <w:rsid w:val="008A49EB"/>
    <w:rsid w:val="008A4FDF"/>
    <w:rsid w:val="008A56BC"/>
    <w:rsid w:val="008A5D4C"/>
    <w:rsid w:val="008A5F02"/>
    <w:rsid w:val="008A6196"/>
    <w:rsid w:val="008A718A"/>
    <w:rsid w:val="008A737B"/>
    <w:rsid w:val="008A7872"/>
    <w:rsid w:val="008A7886"/>
    <w:rsid w:val="008B1203"/>
    <w:rsid w:val="008B1573"/>
    <w:rsid w:val="008B2044"/>
    <w:rsid w:val="008B2C49"/>
    <w:rsid w:val="008B30FF"/>
    <w:rsid w:val="008B3838"/>
    <w:rsid w:val="008B3E37"/>
    <w:rsid w:val="008B4599"/>
    <w:rsid w:val="008B5867"/>
    <w:rsid w:val="008B596C"/>
    <w:rsid w:val="008B5B28"/>
    <w:rsid w:val="008B5B78"/>
    <w:rsid w:val="008B6762"/>
    <w:rsid w:val="008B7841"/>
    <w:rsid w:val="008C0A68"/>
    <w:rsid w:val="008C120A"/>
    <w:rsid w:val="008C1430"/>
    <w:rsid w:val="008C2151"/>
    <w:rsid w:val="008C2CC3"/>
    <w:rsid w:val="008C2E69"/>
    <w:rsid w:val="008C353B"/>
    <w:rsid w:val="008C4A60"/>
    <w:rsid w:val="008C4C35"/>
    <w:rsid w:val="008C4DC1"/>
    <w:rsid w:val="008C4F22"/>
    <w:rsid w:val="008C5432"/>
    <w:rsid w:val="008C57C0"/>
    <w:rsid w:val="008C62C7"/>
    <w:rsid w:val="008C7660"/>
    <w:rsid w:val="008C770C"/>
    <w:rsid w:val="008D24BF"/>
    <w:rsid w:val="008D2A93"/>
    <w:rsid w:val="008D322A"/>
    <w:rsid w:val="008D48D1"/>
    <w:rsid w:val="008D4B61"/>
    <w:rsid w:val="008D4DB6"/>
    <w:rsid w:val="008D612A"/>
    <w:rsid w:val="008D6586"/>
    <w:rsid w:val="008D756F"/>
    <w:rsid w:val="008D7673"/>
    <w:rsid w:val="008D7AA8"/>
    <w:rsid w:val="008D7D67"/>
    <w:rsid w:val="008E06FD"/>
    <w:rsid w:val="008E0CD1"/>
    <w:rsid w:val="008E0D83"/>
    <w:rsid w:val="008E17F6"/>
    <w:rsid w:val="008E17FF"/>
    <w:rsid w:val="008E1EB1"/>
    <w:rsid w:val="008E28E9"/>
    <w:rsid w:val="008E2AE3"/>
    <w:rsid w:val="008E2FA5"/>
    <w:rsid w:val="008E3151"/>
    <w:rsid w:val="008E362D"/>
    <w:rsid w:val="008E3ED9"/>
    <w:rsid w:val="008E3FC7"/>
    <w:rsid w:val="008E4852"/>
    <w:rsid w:val="008E4A4B"/>
    <w:rsid w:val="008E4A90"/>
    <w:rsid w:val="008E529D"/>
    <w:rsid w:val="008E56AD"/>
    <w:rsid w:val="008E57A8"/>
    <w:rsid w:val="008E5A67"/>
    <w:rsid w:val="008E72BF"/>
    <w:rsid w:val="008E75C1"/>
    <w:rsid w:val="008E79C9"/>
    <w:rsid w:val="008E7DD9"/>
    <w:rsid w:val="008E7EF1"/>
    <w:rsid w:val="008E7F9B"/>
    <w:rsid w:val="008F10D1"/>
    <w:rsid w:val="008F1300"/>
    <w:rsid w:val="008F130C"/>
    <w:rsid w:val="008F1546"/>
    <w:rsid w:val="008F1B7B"/>
    <w:rsid w:val="008F285F"/>
    <w:rsid w:val="008F2F1D"/>
    <w:rsid w:val="008F3441"/>
    <w:rsid w:val="008F3892"/>
    <w:rsid w:val="008F535B"/>
    <w:rsid w:val="008F54F8"/>
    <w:rsid w:val="008F60C4"/>
    <w:rsid w:val="008F6EA9"/>
    <w:rsid w:val="008F6EEC"/>
    <w:rsid w:val="008F70FD"/>
    <w:rsid w:val="008F7586"/>
    <w:rsid w:val="008F793F"/>
    <w:rsid w:val="008F7BC4"/>
    <w:rsid w:val="008F7F32"/>
    <w:rsid w:val="0090022F"/>
    <w:rsid w:val="00900691"/>
    <w:rsid w:val="00900719"/>
    <w:rsid w:val="00901A90"/>
    <w:rsid w:val="0090237C"/>
    <w:rsid w:val="009025CC"/>
    <w:rsid w:val="00902D7E"/>
    <w:rsid w:val="00902FB6"/>
    <w:rsid w:val="00903318"/>
    <w:rsid w:val="00903522"/>
    <w:rsid w:val="009037D6"/>
    <w:rsid w:val="00903829"/>
    <w:rsid w:val="009040C2"/>
    <w:rsid w:val="0090412B"/>
    <w:rsid w:val="0090419D"/>
    <w:rsid w:val="0090422E"/>
    <w:rsid w:val="009046F5"/>
    <w:rsid w:val="009048F4"/>
    <w:rsid w:val="0090545F"/>
    <w:rsid w:val="009054D4"/>
    <w:rsid w:val="00905AF9"/>
    <w:rsid w:val="009060DC"/>
    <w:rsid w:val="009060F5"/>
    <w:rsid w:val="00906B48"/>
    <w:rsid w:val="00907941"/>
    <w:rsid w:val="0091002C"/>
    <w:rsid w:val="00910326"/>
    <w:rsid w:val="0091033A"/>
    <w:rsid w:val="00910481"/>
    <w:rsid w:val="00911034"/>
    <w:rsid w:val="009114B9"/>
    <w:rsid w:val="00911683"/>
    <w:rsid w:val="00911FCF"/>
    <w:rsid w:val="009121DA"/>
    <w:rsid w:val="009123D1"/>
    <w:rsid w:val="0091351D"/>
    <w:rsid w:val="00913FEB"/>
    <w:rsid w:val="00914151"/>
    <w:rsid w:val="009148AD"/>
    <w:rsid w:val="00914D39"/>
    <w:rsid w:val="00914DD9"/>
    <w:rsid w:val="00915B01"/>
    <w:rsid w:val="00916990"/>
    <w:rsid w:val="00917897"/>
    <w:rsid w:val="00917B9C"/>
    <w:rsid w:val="0092016E"/>
    <w:rsid w:val="0092028F"/>
    <w:rsid w:val="009208C6"/>
    <w:rsid w:val="00921BBA"/>
    <w:rsid w:val="00922B4B"/>
    <w:rsid w:val="00922EF2"/>
    <w:rsid w:val="009235E0"/>
    <w:rsid w:val="00923762"/>
    <w:rsid w:val="0092393D"/>
    <w:rsid w:val="00924BD0"/>
    <w:rsid w:val="009251C7"/>
    <w:rsid w:val="00925581"/>
    <w:rsid w:val="009261CE"/>
    <w:rsid w:val="0092649C"/>
    <w:rsid w:val="00930EDC"/>
    <w:rsid w:val="00930F13"/>
    <w:rsid w:val="00931F8A"/>
    <w:rsid w:val="00931FCA"/>
    <w:rsid w:val="009327E8"/>
    <w:rsid w:val="00933BBC"/>
    <w:rsid w:val="009346A2"/>
    <w:rsid w:val="00935921"/>
    <w:rsid w:val="00935F81"/>
    <w:rsid w:val="0094018D"/>
    <w:rsid w:val="009403EB"/>
    <w:rsid w:val="009406B5"/>
    <w:rsid w:val="00940FA0"/>
    <w:rsid w:val="00941B9A"/>
    <w:rsid w:val="00941BD1"/>
    <w:rsid w:val="00942854"/>
    <w:rsid w:val="009429E3"/>
    <w:rsid w:val="0094369E"/>
    <w:rsid w:val="00943A3F"/>
    <w:rsid w:val="009440B0"/>
    <w:rsid w:val="00945243"/>
    <w:rsid w:val="00945A06"/>
    <w:rsid w:val="00946465"/>
    <w:rsid w:val="0094757E"/>
    <w:rsid w:val="00950252"/>
    <w:rsid w:val="00950430"/>
    <w:rsid w:val="0095048A"/>
    <w:rsid w:val="009507E2"/>
    <w:rsid w:val="00950AE3"/>
    <w:rsid w:val="009510CC"/>
    <w:rsid w:val="00952093"/>
    <w:rsid w:val="00952C26"/>
    <w:rsid w:val="009546EA"/>
    <w:rsid w:val="009549E8"/>
    <w:rsid w:val="009562CA"/>
    <w:rsid w:val="00956E9C"/>
    <w:rsid w:val="00957621"/>
    <w:rsid w:val="0095792C"/>
    <w:rsid w:val="00957CB1"/>
    <w:rsid w:val="00957F6C"/>
    <w:rsid w:val="0096188A"/>
    <w:rsid w:val="0096208B"/>
    <w:rsid w:val="009624A0"/>
    <w:rsid w:val="009630F7"/>
    <w:rsid w:val="0096354F"/>
    <w:rsid w:val="00964041"/>
    <w:rsid w:val="009647FA"/>
    <w:rsid w:val="00965662"/>
    <w:rsid w:val="00965CB2"/>
    <w:rsid w:val="0096661B"/>
    <w:rsid w:val="00966825"/>
    <w:rsid w:val="0096781C"/>
    <w:rsid w:val="00970849"/>
    <w:rsid w:val="00970B0B"/>
    <w:rsid w:val="00970E9B"/>
    <w:rsid w:val="00971FB8"/>
    <w:rsid w:val="009727BE"/>
    <w:rsid w:val="0097314F"/>
    <w:rsid w:val="009739C2"/>
    <w:rsid w:val="00973A28"/>
    <w:rsid w:val="00973C1E"/>
    <w:rsid w:val="0097572D"/>
    <w:rsid w:val="00976511"/>
    <w:rsid w:val="009772D2"/>
    <w:rsid w:val="00980C67"/>
    <w:rsid w:val="00981AD1"/>
    <w:rsid w:val="00981DE8"/>
    <w:rsid w:val="00981E3F"/>
    <w:rsid w:val="009829B6"/>
    <w:rsid w:val="00983AAD"/>
    <w:rsid w:val="0098495A"/>
    <w:rsid w:val="00984CDE"/>
    <w:rsid w:val="0098552A"/>
    <w:rsid w:val="00985575"/>
    <w:rsid w:val="00986230"/>
    <w:rsid w:val="0098634D"/>
    <w:rsid w:val="009863BF"/>
    <w:rsid w:val="00987CAB"/>
    <w:rsid w:val="00987DEA"/>
    <w:rsid w:val="00990B6C"/>
    <w:rsid w:val="009925DB"/>
    <w:rsid w:val="00992A22"/>
    <w:rsid w:val="009936DB"/>
    <w:rsid w:val="0099398E"/>
    <w:rsid w:val="009951C0"/>
    <w:rsid w:val="0099578A"/>
    <w:rsid w:val="00995BCD"/>
    <w:rsid w:val="00995FC1"/>
    <w:rsid w:val="009973B0"/>
    <w:rsid w:val="009977D1"/>
    <w:rsid w:val="00997E16"/>
    <w:rsid w:val="00997E96"/>
    <w:rsid w:val="009A02B5"/>
    <w:rsid w:val="009A1575"/>
    <w:rsid w:val="009A1A5F"/>
    <w:rsid w:val="009A2302"/>
    <w:rsid w:val="009A41DD"/>
    <w:rsid w:val="009A48B1"/>
    <w:rsid w:val="009A5398"/>
    <w:rsid w:val="009A54DD"/>
    <w:rsid w:val="009A566A"/>
    <w:rsid w:val="009A5D75"/>
    <w:rsid w:val="009A5DE3"/>
    <w:rsid w:val="009A604F"/>
    <w:rsid w:val="009A617E"/>
    <w:rsid w:val="009A67A4"/>
    <w:rsid w:val="009A6FF6"/>
    <w:rsid w:val="009A7571"/>
    <w:rsid w:val="009A7755"/>
    <w:rsid w:val="009A7DD8"/>
    <w:rsid w:val="009B0140"/>
    <w:rsid w:val="009B0DBA"/>
    <w:rsid w:val="009B243A"/>
    <w:rsid w:val="009B33A0"/>
    <w:rsid w:val="009B3622"/>
    <w:rsid w:val="009B4510"/>
    <w:rsid w:val="009B488A"/>
    <w:rsid w:val="009B4B6D"/>
    <w:rsid w:val="009B4E6C"/>
    <w:rsid w:val="009B4F90"/>
    <w:rsid w:val="009B51B6"/>
    <w:rsid w:val="009B53EF"/>
    <w:rsid w:val="009B5816"/>
    <w:rsid w:val="009B5F50"/>
    <w:rsid w:val="009B7057"/>
    <w:rsid w:val="009B7062"/>
    <w:rsid w:val="009B772C"/>
    <w:rsid w:val="009B7889"/>
    <w:rsid w:val="009C04E0"/>
    <w:rsid w:val="009C0794"/>
    <w:rsid w:val="009C1197"/>
    <w:rsid w:val="009C27DF"/>
    <w:rsid w:val="009C2F3D"/>
    <w:rsid w:val="009C300E"/>
    <w:rsid w:val="009C4524"/>
    <w:rsid w:val="009C4E17"/>
    <w:rsid w:val="009C5A62"/>
    <w:rsid w:val="009C6635"/>
    <w:rsid w:val="009C70DD"/>
    <w:rsid w:val="009D18F0"/>
    <w:rsid w:val="009D2F9B"/>
    <w:rsid w:val="009D3250"/>
    <w:rsid w:val="009D494E"/>
    <w:rsid w:val="009D4FFC"/>
    <w:rsid w:val="009D54BF"/>
    <w:rsid w:val="009D5771"/>
    <w:rsid w:val="009D5BDB"/>
    <w:rsid w:val="009D6181"/>
    <w:rsid w:val="009D69A5"/>
    <w:rsid w:val="009D6B5A"/>
    <w:rsid w:val="009D6BF4"/>
    <w:rsid w:val="009D6EB8"/>
    <w:rsid w:val="009D7607"/>
    <w:rsid w:val="009D7A0C"/>
    <w:rsid w:val="009E090C"/>
    <w:rsid w:val="009E1352"/>
    <w:rsid w:val="009E2136"/>
    <w:rsid w:val="009E255C"/>
    <w:rsid w:val="009E31D2"/>
    <w:rsid w:val="009E521F"/>
    <w:rsid w:val="009E5522"/>
    <w:rsid w:val="009E6B2C"/>
    <w:rsid w:val="009E6EFE"/>
    <w:rsid w:val="009E7027"/>
    <w:rsid w:val="009E72D1"/>
    <w:rsid w:val="009E7F29"/>
    <w:rsid w:val="009F005C"/>
    <w:rsid w:val="009F057E"/>
    <w:rsid w:val="009F131F"/>
    <w:rsid w:val="009F1E04"/>
    <w:rsid w:val="009F3B99"/>
    <w:rsid w:val="009F3EFC"/>
    <w:rsid w:val="009F4584"/>
    <w:rsid w:val="009F4BBB"/>
    <w:rsid w:val="009F4EDF"/>
    <w:rsid w:val="009F5B97"/>
    <w:rsid w:val="009F6173"/>
    <w:rsid w:val="009F6784"/>
    <w:rsid w:val="009F70E8"/>
    <w:rsid w:val="009F72A5"/>
    <w:rsid w:val="009F77C0"/>
    <w:rsid w:val="009F7956"/>
    <w:rsid w:val="00A00153"/>
    <w:rsid w:val="00A009CD"/>
    <w:rsid w:val="00A0142B"/>
    <w:rsid w:val="00A01DFA"/>
    <w:rsid w:val="00A02797"/>
    <w:rsid w:val="00A031F4"/>
    <w:rsid w:val="00A036CA"/>
    <w:rsid w:val="00A03AD5"/>
    <w:rsid w:val="00A03C67"/>
    <w:rsid w:val="00A04457"/>
    <w:rsid w:val="00A04A87"/>
    <w:rsid w:val="00A05E97"/>
    <w:rsid w:val="00A069A8"/>
    <w:rsid w:val="00A06D38"/>
    <w:rsid w:val="00A06DEB"/>
    <w:rsid w:val="00A075D0"/>
    <w:rsid w:val="00A07B47"/>
    <w:rsid w:val="00A10103"/>
    <w:rsid w:val="00A102B4"/>
    <w:rsid w:val="00A11140"/>
    <w:rsid w:val="00A118B2"/>
    <w:rsid w:val="00A12B31"/>
    <w:rsid w:val="00A130D6"/>
    <w:rsid w:val="00A13B1A"/>
    <w:rsid w:val="00A13F48"/>
    <w:rsid w:val="00A142F2"/>
    <w:rsid w:val="00A15881"/>
    <w:rsid w:val="00A15ABB"/>
    <w:rsid w:val="00A15F82"/>
    <w:rsid w:val="00A16D03"/>
    <w:rsid w:val="00A177DB"/>
    <w:rsid w:val="00A17EBD"/>
    <w:rsid w:val="00A200D4"/>
    <w:rsid w:val="00A20245"/>
    <w:rsid w:val="00A209D5"/>
    <w:rsid w:val="00A20E29"/>
    <w:rsid w:val="00A22006"/>
    <w:rsid w:val="00A22473"/>
    <w:rsid w:val="00A22663"/>
    <w:rsid w:val="00A25537"/>
    <w:rsid w:val="00A256D1"/>
    <w:rsid w:val="00A257F0"/>
    <w:rsid w:val="00A25F3F"/>
    <w:rsid w:val="00A26595"/>
    <w:rsid w:val="00A2678F"/>
    <w:rsid w:val="00A26CF5"/>
    <w:rsid w:val="00A27022"/>
    <w:rsid w:val="00A27CF8"/>
    <w:rsid w:val="00A27DEB"/>
    <w:rsid w:val="00A27FF2"/>
    <w:rsid w:val="00A300B5"/>
    <w:rsid w:val="00A30104"/>
    <w:rsid w:val="00A304C7"/>
    <w:rsid w:val="00A30696"/>
    <w:rsid w:val="00A31944"/>
    <w:rsid w:val="00A31998"/>
    <w:rsid w:val="00A31A04"/>
    <w:rsid w:val="00A3203C"/>
    <w:rsid w:val="00A322B6"/>
    <w:rsid w:val="00A322D9"/>
    <w:rsid w:val="00A32D2C"/>
    <w:rsid w:val="00A3331C"/>
    <w:rsid w:val="00A344C1"/>
    <w:rsid w:val="00A34960"/>
    <w:rsid w:val="00A349E3"/>
    <w:rsid w:val="00A34A25"/>
    <w:rsid w:val="00A35161"/>
    <w:rsid w:val="00A35A08"/>
    <w:rsid w:val="00A36180"/>
    <w:rsid w:val="00A36970"/>
    <w:rsid w:val="00A3710A"/>
    <w:rsid w:val="00A372D0"/>
    <w:rsid w:val="00A37D19"/>
    <w:rsid w:val="00A4003B"/>
    <w:rsid w:val="00A40339"/>
    <w:rsid w:val="00A40681"/>
    <w:rsid w:val="00A40B2C"/>
    <w:rsid w:val="00A40CDD"/>
    <w:rsid w:val="00A40DB9"/>
    <w:rsid w:val="00A40DD7"/>
    <w:rsid w:val="00A40E98"/>
    <w:rsid w:val="00A4163F"/>
    <w:rsid w:val="00A41E70"/>
    <w:rsid w:val="00A42521"/>
    <w:rsid w:val="00A43828"/>
    <w:rsid w:val="00A44773"/>
    <w:rsid w:val="00A44B2F"/>
    <w:rsid w:val="00A44EE4"/>
    <w:rsid w:val="00A454D9"/>
    <w:rsid w:val="00A45694"/>
    <w:rsid w:val="00A45E9A"/>
    <w:rsid w:val="00A46403"/>
    <w:rsid w:val="00A46AB1"/>
    <w:rsid w:val="00A46F69"/>
    <w:rsid w:val="00A47ECB"/>
    <w:rsid w:val="00A506E8"/>
    <w:rsid w:val="00A5077E"/>
    <w:rsid w:val="00A5120A"/>
    <w:rsid w:val="00A51731"/>
    <w:rsid w:val="00A519F8"/>
    <w:rsid w:val="00A51B26"/>
    <w:rsid w:val="00A528FD"/>
    <w:rsid w:val="00A53797"/>
    <w:rsid w:val="00A53AF4"/>
    <w:rsid w:val="00A53C8A"/>
    <w:rsid w:val="00A53D7F"/>
    <w:rsid w:val="00A545B1"/>
    <w:rsid w:val="00A54A15"/>
    <w:rsid w:val="00A54BA8"/>
    <w:rsid w:val="00A55378"/>
    <w:rsid w:val="00A5772F"/>
    <w:rsid w:val="00A57961"/>
    <w:rsid w:val="00A6060D"/>
    <w:rsid w:val="00A60F3F"/>
    <w:rsid w:val="00A61173"/>
    <w:rsid w:val="00A61198"/>
    <w:rsid w:val="00A614C6"/>
    <w:rsid w:val="00A61F5A"/>
    <w:rsid w:val="00A6295A"/>
    <w:rsid w:val="00A62FBB"/>
    <w:rsid w:val="00A63128"/>
    <w:rsid w:val="00A6319A"/>
    <w:rsid w:val="00A64EB6"/>
    <w:rsid w:val="00A65DA4"/>
    <w:rsid w:val="00A65DBE"/>
    <w:rsid w:val="00A65F66"/>
    <w:rsid w:val="00A66A40"/>
    <w:rsid w:val="00A6700B"/>
    <w:rsid w:val="00A6771E"/>
    <w:rsid w:val="00A67F3C"/>
    <w:rsid w:val="00A70365"/>
    <w:rsid w:val="00A70ADC"/>
    <w:rsid w:val="00A71842"/>
    <w:rsid w:val="00A72B5A"/>
    <w:rsid w:val="00A72BD5"/>
    <w:rsid w:val="00A7326D"/>
    <w:rsid w:val="00A738B3"/>
    <w:rsid w:val="00A744EB"/>
    <w:rsid w:val="00A74A05"/>
    <w:rsid w:val="00A75201"/>
    <w:rsid w:val="00A75246"/>
    <w:rsid w:val="00A75641"/>
    <w:rsid w:val="00A759B7"/>
    <w:rsid w:val="00A76A4D"/>
    <w:rsid w:val="00A770E2"/>
    <w:rsid w:val="00A771C4"/>
    <w:rsid w:val="00A77DBE"/>
    <w:rsid w:val="00A77E7E"/>
    <w:rsid w:val="00A80F4E"/>
    <w:rsid w:val="00A80FD8"/>
    <w:rsid w:val="00A813F5"/>
    <w:rsid w:val="00A816CC"/>
    <w:rsid w:val="00A81A7E"/>
    <w:rsid w:val="00A8204E"/>
    <w:rsid w:val="00A83115"/>
    <w:rsid w:val="00A83831"/>
    <w:rsid w:val="00A84283"/>
    <w:rsid w:val="00A848BF"/>
    <w:rsid w:val="00A84D46"/>
    <w:rsid w:val="00A84E51"/>
    <w:rsid w:val="00A84F1C"/>
    <w:rsid w:val="00A851C6"/>
    <w:rsid w:val="00A85200"/>
    <w:rsid w:val="00A8526D"/>
    <w:rsid w:val="00A85C00"/>
    <w:rsid w:val="00A85D5B"/>
    <w:rsid w:val="00A879ED"/>
    <w:rsid w:val="00A87F5C"/>
    <w:rsid w:val="00A902FF"/>
    <w:rsid w:val="00A9180F"/>
    <w:rsid w:val="00A91965"/>
    <w:rsid w:val="00A91C16"/>
    <w:rsid w:val="00A92F27"/>
    <w:rsid w:val="00A9377F"/>
    <w:rsid w:val="00A937B5"/>
    <w:rsid w:val="00A9474C"/>
    <w:rsid w:val="00A94AD5"/>
    <w:rsid w:val="00A94C37"/>
    <w:rsid w:val="00A94C38"/>
    <w:rsid w:val="00A95C0D"/>
    <w:rsid w:val="00A9638B"/>
    <w:rsid w:val="00A971BF"/>
    <w:rsid w:val="00A9791F"/>
    <w:rsid w:val="00AA0594"/>
    <w:rsid w:val="00AA0761"/>
    <w:rsid w:val="00AA0919"/>
    <w:rsid w:val="00AA22FC"/>
    <w:rsid w:val="00AA2520"/>
    <w:rsid w:val="00AA2BEC"/>
    <w:rsid w:val="00AA2CC5"/>
    <w:rsid w:val="00AA3671"/>
    <w:rsid w:val="00AA38D9"/>
    <w:rsid w:val="00AA5016"/>
    <w:rsid w:val="00AA5137"/>
    <w:rsid w:val="00AA53BF"/>
    <w:rsid w:val="00AA564F"/>
    <w:rsid w:val="00AA5A0C"/>
    <w:rsid w:val="00AA66ED"/>
    <w:rsid w:val="00AA6799"/>
    <w:rsid w:val="00AA68A8"/>
    <w:rsid w:val="00AA6B03"/>
    <w:rsid w:val="00AA6C9A"/>
    <w:rsid w:val="00AA7B3E"/>
    <w:rsid w:val="00AB114E"/>
    <w:rsid w:val="00AB1657"/>
    <w:rsid w:val="00AB18DE"/>
    <w:rsid w:val="00AB1A0C"/>
    <w:rsid w:val="00AB1E4D"/>
    <w:rsid w:val="00AB1FDC"/>
    <w:rsid w:val="00AB2418"/>
    <w:rsid w:val="00AB27A9"/>
    <w:rsid w:val="00AB3255"/>
    <w:rsid w:val="00AB33E9"/>
    <w:rsid w:val="00AB582D"/>
    <w:rsid w:val="00AB78DF"/>
    <w:rsid w:val="00AB7ADE"/>
    <w:rsid w:val="00AC06C6"/>
    <w:rsid w:val="00AC22A4"/>
    <w:rsid w:val="00AC2BC0"/>
    <w:rsid w:val="00AC3438"/>
    <w:rsid w:val="00AC3B15"/>
    <w:rsid w:val="00AC4249"/>
    <w:rsid w:val="00AC4479"/>
    <w:rsid w:val="00AC4585"/>
    <w:rsid w:val="00AC4CC9"/>
    <w:rsid w:val="00AC5918"/>
    <w:rsid w:val="00AC5973"/>
    <w:rsid w:val="00AC6A5C"/>
    <w:rsid w:val="00AC74DA"/>
    <w:rsid w:val="00AC7AFE"/>
    <w:rsid w:val="00AD02C6"/>
    <w:rsid w:val="00AD1A71"/>
    <w:rsid w:val="00AD1CB6"/>
    <w:rsid w:val="00AD2D90"/>
    <w:rsid w:val="00AD2E10"/>
    <w:rsid w:val="00AD3BDE"/>
    <w:rsid w:val="00AD57A6"/>
    <w:rsid w:val="00AD661C"/>
    <w:rsid w:val="00AD6CF3"/>
    <w:rsid w:val="00AE0238"/>
    <w:rsid w:val="00AE0A53"/>
    <w:rsid w:val="00AE12DA"/>
    <w:rsid w:val="00AE21F1"/>
    <w:rsid w:val="00AE2AC8"/>
    <w:rsid w:val="00AE52A6"/>
    <w:rsid w:val="00AE623A"/>
    <w:rsid w:val="00AE665E"/>
    <w:rsid w:val="00AE68AB"/>
    <w:rsid w:val="00AE7044"/>
    <w:rsid w:val="00AE7827"/>
    <w:rsid w:val="00AF032C"/>
    <w:rsid w:val="00AF13AE"/>
    <w:rsid w:val="00AF1740"/>
    <w:rsid w:val="00AF1EBD"/>
    <w:rsid w:val="00AF2DDC"/>
    <w:rsid w:val="00AF340F"/>
    <w:rsid w:val="00AF4032"/>
    <w:rsid w:val="00AF41EF"/>
    <w:rsid w:val="00AF4555"/>
    <w:rsid w:val="00AF465D"/>
    <w:rsid w:val="00AF47D9"/>
    <w:rsid w:val="00AF5330"/>
    <w:rsid w:val="00AF5898"/>
    <w:rsid w:val="00AF62B3"/>
    <w:rsid w:val="00AF645D"/>
    <w:rsid w:val="00AF722D"/>
    <w:rsid w:val="00AF74CB"/>
    <w:rsid w:val="00AF795D"/>
    <w:rsid w:val="00B001D0"/>
    <w:rsid w:val="00B005E3"/>
    <w:rsid w:val="00B00B13"/>
    <w:rsid w:val="00B01F80"/>
    <w:rsid w:val="00B0239D"/>
    <w:rsid w:val="00B024D2"/>
    <w:rsid w:val="00B03778"/>
    <w:rsid w:val="00B03996"/>
    <w:rsid w:val="00B04196"/>
    <w:rsid w:val="00B04515"/>
    <w:rsid w:val="00B0475A"/>
    <w:rsid w:val="00B0502D"/>
    <w:rsid w:val="00B056F7"/>
    <w:rsid w:val="00B05BBB"/>
    <w:rsid w:val="00B06980"/>
    <w:rsid w:val="00B0787D"/>
    <w:rsid w:val="00B121D0"/>
    <w:rsid w:val="00B1279F"/>
    <w:rsid w:val="00B129D3"/>
    <w:rsid w:val="00B13EF4"/>
    <w:rsid w:val="00B1412F"/>
    <w:rsid w:val="00B15E6A"/>
    <w:rsid w:val="00B17019"/>
    <w:rsid w:val="00B171AE"/>
    <w:rsid w:val="00B179BA"/>
    <w:rsid w:val="00B17B87"/>
    <w:rsid w:val="00B17CD5"/>
    <w:rsid w:val="00B17EF7"/>
    <w:rsid w:val="00B2007E"/>
    <w:rsid w:val="00B21AC9"/>
    <w:rsid w:val="00B21E8E"/>
    <w:rsid w:val="00B222EC"/>
    <w:rsid w:val="00B22E3D"/>
    <w:rsid w:val="00B22E97"/>
    <w:rsid w:val="00B23126"/>
    <w:rsid w:val="00B23CE6"/>
    <w:rsid w:val="00B243B1"/>
    <w:rsid w:val="00B2499F"/>
    <w:rsid w:val="00B24FAC"/>
    <w:rsid w:val="00B2520A"/>
    <w:rsid w:val="00B26EC4"/>
    <w:rsid w:val="00B27792"/>
    <w:rsid w:val="00B30C8B"/>
    <w:rsid w:val="00B31449"/>
    <w:rsid w:val="00B31D2E"/>
    <w:rsid w:val="00B322D5"/>
    <w:rsid w:val="00B3263F"/>
    <w:rsid w:val="00B34BAE"/>
    <w:rsid w:val="00B34DD5"/>
    <w:rsid w:val="00B36230"/>
    <w:rsid w:val="00B37A75"/>
    <w:rsid w:val="00B40196"/>
    <w:rsid w:val="00B410ED"/>
    <w:rsid w:val="00B4118A"/>
    <w:rsid w:val="00B41661"/>
    <w:rsid w:val="00B4172C"/>
    <w:rsid w:val="00B41D05"/>
    <w:rsid w:val="00B42232"/>
    <w:rsid w:val="00B42C56"/>
    <w:rsid w:val="00B4381B"/>
    <w:rsid w:val="00B44639"/>
    <w:rsid w:val="00B44851"/>
    <w:rsid w:val="00B45A43"/>
    <w:rsid w:val="00B469F5"/>
    <w:rsid w:val="00B46DEE"/>
    <w:rsid w:val="00B47BA6"/>
    <w:rsid w:val="00B47CEE"/>
    <w:rsid w:val="00B47E67"/>
    <w:rsid w:val="00B507EC"/>
    <w:rsid w:val="00B50AB7"/>
    <w:rsid w:val="00B50D8A"/>
    <w:rsid w:val="00B53344"/>
    <w:rsid w:val="00B54AE9"/>
    <w:rsid w:val="00B556A1"/>
    <w:rsid w:val="00B5576E"/>
    <w:rsid w:val="00B5634F"/>
    <w:rsid w:val="00B5678C"/>
    <w:rsid w:val="00B568D3"/>
    <w:rsid w:val="00B56DEB"/>
    <w:rsid w:val="00B56F55"/>
    <w:rsid w:val="00B60510"/>
    <w:rsid w:val="00B60534"/>
    <w:rsid w:val="00B60B54"/>
    <w:rsid w:val="00B61B4F"/>
    <w:rsid w:val="00B62E24"/>
    <w:rsid w:val="00B63A6B"/>
    <w:rsid w:val="00B63FEA"/>
    <w:rsid w:val="00B65353"/>
    <w:rsid w:val="00B65659"/>
    <w:rsid w:val="00B65AF3"/>
    <w:rsid w:val="00B65C06"/>
    <w:rsid w:val="00B665AD"/>
    <w:rsid w:val="00B66E66"/>
    <w:rsid w:val="00B67254"/>
    <w:rsid w:val="00B67305"/>
    <w:rsid w:val="00B679B5"/>
    <w:rsid w:val="00B701F8"/>
    <w:rsid w:val="00B719B7"/>
    <w:rsid w:val="00B72053"/>
    <w:rsid w:val="00B72C55"/>
    <w:rsid w:val="00B73568"/>
    <w:rsid w:val="00B73AC6"/>
    <w:rsid w:val="00B743EE"/>
    <w:rsid w:val="00B748B0"/>
    <w:rsid w:val="00B74C13"/>
    <w:rsid w:val="00B74F66"/>
    <w:rsid w:val="00B75211"/>
    <w:rsid w:val="00B755F9"/>
    <w:rsid w:val="00B75AF4"/>
    <w:rsid w:val="00B75E0F"/>
    <w:rsid w:val="00B7632F"/>
    <w:rsid w:val="00B76957"/>
    <w:rsid w:val="00B77FF7"/>
    <w:rsid w:val="00B80BB9"/>
    <w:rsid w:val="00B816FD"/>
    <w:rsid w:val="00B82287"/>
    <w:rsid w:val="00B82783"/>
    <w:rsid w:val="00B82B32"/>
    <w:rsid w:val="00B837E3"/>
    <w:rsid w:val="00B83951"/>
    <w:rsid w:val="00B849B1"/>
    <w:rsid w:val="00B84BCA"/>
    <w:rsid w:val="00B859B3"/>
    <w:rsid w:val="00B85E8B"/>
    <w:rsid w:val="00B86699"/>
    <w:rsid w:val="00B875CE"/>
    <w:rsid w:val="00B9092A"/>
    <w:rsid w:val="00B91C4F"/>
    <w:rsid w:val="00B9289D"/>
    <w:rsid w:val="00B92C22"/>
    <w:rsid w:val="00B93087"/>
    <w:rsid w:val="00B93436"/>
    <w:rsid w:val="00B93745"/>
    <w:rsid w:val="00B937CD"/>
    <w:rsid w:val="00B94319"/>
    <w:rsid w:val="00B94583"/>
    <w:rsid w:val="00B95A55"/>
    <w:rsid w:val="00B9654B"/>
    <w:rsid w:val="00B9707F"/>
    <w:rsid w:val="00B978E4"/>
    <w:rsid w:val="00BA10C8"/>
    <w:rsid w:val="00BA17AE"/>
    <w:rsid w:val="00BA20F7"/>
    <w:rsid w:val="00BA252F"/>
    <w:rsid w:val="00BA28B2"/>
    <w:rsid w:val="00BA315A"/>
    <w:rsid w:val="00BA38AC"/>
    <w:rsid w:val="00BA3CCB"/>
    <w:rsid w:val="00BA4DF2"/>
    <w:rsid w:val="00BA5E2C"/>
    <w:rsid w:val="00BA61C2"/>
    <w:rsid w:val="00BA6895"/>
    <w:rsid w:val="00BA6B4E"/>
    <w:rsid w:val="00BA6E91"/>
    <w:rsid w:val="00BA744A"/>
    <w:rsid w:val="00BA757B"/>
    <w:rsid w:val="00BA776B"/>
    <w:rsid w:val="00BA7F7E"/>
    <w:rsid w:val="00BB057E"/>
    <w:rsid w:val="00BB090F"/>
    <w:rsid w:val="00BB11C1"/>
    <w:rsid w:val="00BB19ED"/>
    <w:rsid w:val="00BB1E64"/>
    <w:rsid w:val="00BB238E"/>
    <w:rsid w:val="00BB3956"/>
    <w:rsid w:val="00BB3B3D"/>
    <w:rsid w:val="00BB3CC9"/>
    <w:rsid w:val="00BB3E25"/>
    <w:rsid w:val="00BB3E8E"/>
    <w:rsid w:val="00BB3F95"/>
    <w:rsid w:val="00BB4175"/>
    <w:rsid w:val="00BB49BC"/>
    <w:rsid w:val="00BB5096"/>
    <w:rsid w:val="00BB5108"/>
    <w:rsid w:val="00BB59BD"/>
    <w:rsid w:val="00BB5C8B"/>
    <w:rsid w:val="00BB603E"/>
    <w:rsid w:val="00BB671C"/>
    <w:rsid w:val="00BB69C4"/>
    <w:rsid w:val="00BB6FDD"/>
    <w:rsid w:val="00BB7985"/>
    <w:rsid w:val="00BB7BA3"/>
    <w:rsid w:val="00BB7CFE"/>
    <w:rsid w:val="00BC01C1"/>
    <w:rsid w:val="00BC06A7"/>
    <w:rsid w:val="00BC0F83"/>
    <w:rsid w:val="00BC1047"/>
    <w:rsid w:val="00BC20FE"/>
    <w:rsid w:val="00BC2CAB"/>
    <w:rsid w:val="00BC30CE"/>
    <w:rsid w:val="00BC32A3"/>
    <w:rsid w:val="00BC3F6D"/>
    <w:rsid w:val="00BC4F4B"/>
    <w:rsid w:val="00BC58B1"/>
    <w:rsid w:val="00BC59A6"/>
    <w:rsid w:val="00BC59F7"/>
    <w:rsid w:val="00BC6F9C"/>
    <w:rsid w:val="00BC7D54"/>
    <w:rsid w:val="00BD19C2"/>
    <w:rsid w:val="00BD1C50"/>
    <w:rsid w:val="00BD2766"/>
    <w:rsid w:val="00BD3452"/>
    <w:rsid w:val="00BD4303"/>
    <w:rsid w:val="00BD45A0"/>
    <w:rsid w:val="00BD4F93"/>
    <w:rsid w:val="00BD536F"/>
    <w:rsid w:val="00BD65E3"/>
    <w:rsid w:val="00BD67EC"/>
    <w:rsid w:val="00BD6A89"/>
    <w:rsid w:val="00BD6F00"/>
    <w:rsid w:val="00BD708F"/>
    <w:rsid w:val="00BE027E"/>
    <w:rsid w:val="00BE0841"/>
    <w:rsid w:val="00BE085B"/>
    <w:rsid w:val="00BE0A01"/>
    <w:rsid w:val="00BE0C5A"/>
    <w:rsid w:val="00BE0E59"/>
    <w:rsid w:val="00BE260A"/>
    <w:rsid w:val="00BE2C47"/>
    <w:rsid w:val="00BE2E05"/>
    <w:rsid w:val="00BE3546"/>
    <w:rsid w:val="00BE6076"/>
    <w:rsid w:val="00BE60E4"/>
    <w:rsid w:val="00BE6A66"/>
    <w:rsid w:val="00BE6F23"/>
    <w:rsid w:val="00BF08A0"/>
    <w:rsid w:val="00BF0C6C"/>
    <w:rsid w:val="00BF29D5"/>
    <w:rsid w:val="00BF317A"/>
    <w:rsid w:val="00BF346D"/>
    <w:rsid w:val="00BF547C"/>
    <w:rsid w:val="00BF548E"/>
    <w:rsid w:val="00BF6635"/>
    <w:rsid w:val="00BF719A"/>
    <w:rsid w:val="00BF7685"/>
    <w:rsid w:val="00C00635"/>
    <w:rsid w:val="00C006DD"/>
    <w:rsid w:val="00C00D5E"/>
    <w:rsid w:val="00C01AFF"/>
    <w:rsid w:val="00C01B2F"/>
    <w:rsid w:val="00C01CA9"/>
    <w:rsid w:val="00C01E42"/>
    <w:rsid w:val="00C0204A"/>
    <w:rsid w:val="00C03A10"/>
    <w:rsid w:val="00C04436"/>
    <w:rsid w:val="00C04C5F"/>
    <w:rsid w:val="00C04EF5"/>
    <w:rsid w:val="00C05A9B"/>
    <w:rsid w:val="00C06151"/>
    <w:rsid w:val="00C06CF3"/>
    <w:rsid w:val="00C07200"/>
    <w:rsid w:val="00C0744B"/>
    <w:rsid w:val="00C07477"/>
    <w:rsid w:val="00C10056"/>
    <w:rsid w:val="00C105BA"/>
    <w:rsid w:val="00C10727"/>
    <w:rsid w:val="00C10FD4"/>
    <w:rsid w:val="00C11403"/>
    <w:rsid w:val="00C121F2"/>
    <w:rsid w:val="00C1224D"/>
    <w:rsid w:val="00C12506"/>
    <w:rsid w:val="00C1317F"/>
    <w:rsid w:val="00C140F7"/>
    <w:rsid w:val="00C14707"/>
    <w:rsid w:val="00C14C87"/>
    <w:rsid w:val="00C14FC8"/>
    <w:rsid w:val="00C150B0"/>
    <w:rsid w:val="00C159A2"/>
    <w:rsid w:val="00C16F8A"/>
    <w:rsid w:val="00C20C1C"/>
    <w:rsid w:val="00C2154B"/>
    <w:rsid w:val="00C23B50"/>
    <w:rsid w:val="00C247FF"/>
    <w:rsid w:val="00C25CAD"/>
    <w:rsid w:val="00C26BF9"/>
    <w:rsid w:val="00C26CD0"/>
    <w:rsid w:val="00C27A05"/>
    <w:rsid w:val="00C31211"/>
    <w:rsid w:val="00C31AD4"/>
    <w:rsid w:val="00C31B19"/>
    <w:rsid w:val="00C333CC"/>
    <w:rsid w:val="00C335C1"/>
    <w:rsid w:val="00C33962"/>
    <w:rsid w:val="00C33CE6"/>
    <w:rsid w:val="00C33E76"/>
    <w:rsid w:val="00C34971"/>
    <w:rsid w:val="00C34BCD"/>
    <w:rsid w:val="00C35665"/>
    <w:rsid w:val="00C357D0"/>
    <w:rsid w:val="00C35C84"/>
    <w:rsid w:val="00C36203"/>
    <w:rsid w:val="00C379D0"/>
    <w:rsid w:val="00C37BA4"/>
    <w:rsid w:val="00C40271"/>
    <w:rsid w:val="00C403AD"/>
    <w:rsid w:val="00C40A9C"/>
    <w:rsid w:val="00C40C22"/>
    <w:rsid w:val="00C40C9B"/>
    <w:rsid w:val="00C40CCA"/>
    <w:rsid w:val="00C40D6D"/>
    <w:rsid w:val="00C40F73"/>
    <w:rsid w:val="00C41B69"/>
    <w:rsid w:val="00C41D82"/>
    <w:rsid w:val="00C41F2B"/>
    <w:rsid w:val="00C4420E"/>
    <w:rsid w:val="00C45109"/>
    <w:rsid w:val="00C45555"/>
    <w:rsid w:val="00C45BD7"/>
    <w:rsid w:val="00C46B34"/>
    <w:rsid w:val="00C479C1"/>
    <w:rsid w:val="00C500C7"/>
    <w:rsid w:val="00C511EB"/>
    <w:rsid w:val="00C519CA"/>
    <w:rsid w:val="00C52198"/>
    <w:rsid w:val="00C52329"/>
    <w:rsid w:val="00C52429"/>
    <w:rsid w:val="00C52688"/>
    <w:rsid w:val="00C52B8F"/>
    <w:rsid w:val="00C53361"/>
    <w:rsid w:val="00C53A07"/>
    <w:rsid w:val="00C53CC5"/>
    <w:rsid w:val="00C54249"/>
    <w:rsid w:val="00C544E3"/>
    <w:rsid w:val="00C54E0C"/>
    <w:rsid w:val="00C55552"/>
    <w:rsid w:val="00C56A14"/>
    <w:rsid w:val="00C60B06"/>
    <w:rsid w:val="00C61631"/>
    <w:rsid w:val="00C616E4"/>
    <w:rsid w:val="00C62893"/>
    <w:rsid w:val="00C62912"/>
    <w:rsid w:val="00C63590"/>
    <w:rsid w:val="00C63B2F"/>
    <w:rsid w:val="00C63D63"/>
    <w:rsid w:val="00C6435D"/>
    <w:rsid w:val="00C644E1"/>
    <w:rsid w:val="00C65600"/>
    <w:rsid w:val="00C65D86"/>
    <w:rsid w:val="00C65EFB"/>
    <w:rsid w:val="00C6660C"/>
    <w:rsid w:val="00C66ABD"/>
    <w:rsid w:val="00C670B6"/>
    <w:rsid w:val="00C70220"/>
    <w:rsid w:val="00C705DA"/>
    <w:rsid w:val="00C711B1"/>
    <w:rsid w:val="00C71423"/>
    <w:rsid w:val="00C718FB"/>
    <w:rsid w:val="00C73CFB"/>
    <w:rsid w:val="00C73DED"/>
    <w:rsid w:val="00C74A96"/>
    <w:rsid w:val="00C756D6"/>
    <w:rsid w:val="00C7588C"/>
    <w:rsid w:val="00C77813"/>
    <w:rsid w:val="00C77876"/>
    <w:rsid w:val="00C80240"/>
    <w:rsid w:val="00C8032B"/>
    <w:rsid w:val="00C81116"/>
    <w:rsid w:val="00C8146B"/>
    <w:rsid w:val="00C81546"/>
    <w:rsid w:val="00C8235B"/>
    <w:rsid w:val="00C828A5"/>
    <w:rsid w:val="00C82A06"/>
    <w:rsid w:val="00C8327A"/>
    <w:rsid w:val="00C83C18"/>
    <w:rsid w:val="00C84427"/>
    <w:rsid w:val="00C8476B"/>
    <w:rsid w:val="00C848C8"/>
    <w:rsid w:val="00C84FD2"/>
    <w:rsid w:val="00C85717"/>
    <w:rsid w:val="00C859E1"/>
    <w:rsid w:val="00C872E8"/>
    <w:rsid w:val="00C9053D"/>
    <w:rsid w:val="00C90722"/>
    <w:rsid w:val="00C90799"/>
    <w:rsid w:val="00C918D7"/>
    <w:rsid w:val="00C920A1"/>
    <w:rsid w:val="00C921F9"/>
    <w:rsid w:val="00C93549"/>
    <w:rsid w:val="00C938CA"/>
    <w:rsid w:val="00C94073"/>
    <w:rsid w:val="00C94250"/>
    <w:rsid w:val="00C9433B"/>
    <w:rsid w:val="00C94427"/>
    <w:rsid w:val="00C94564"/>
    <w:rsid w:val="00C94CF9"/>
    <w:rsid w:val="00C94DD4"/>
    <w:rsid w:val="00C95207"/>
    <w:rsid w:val="00C960AE"/>
    <w:rsid w:val="00C96EEC"/>
    <w:rsid w:val="00C970BC"/>
    <w:rsid w:val="00C978F2"/>
    <w:rsid w:val="00C97D99"/>
    <w:rsid w:val="00CA01C7"/>
    <w:rsid w:val="00CA0EBD"/>
    <w:rsid w:val="00CA13DA"/>
    <w:rsid w:val="00CA1892"/>
    <w:rsid w:val="00CA1CFF"/>
    <w:rsid w:val="00CA24E3"/>
    <w:rsid w:val="00CA2DBF"/>
    <w:rsid w:val="00CA350F"/>
    <w:rsid w:val="00CA357F"/>
    <w:rsid w:val="00CA3663"/>
    <w:rsid w:val="00CA371E"/>
    <w:rsid w:val="00CA3E20"/>
    <w:rsid w:val="00CA4C3B"/>
    <w:rsid w:val="00CA4F09"/>
    <w:rsid w:val="00CA6AF5"/>
    <w:rsid w:val="00CB0E29"/>
    <w:rsid w:val="00CB1006"/>
    <w:rsid w:val="00CB1F27"/>
    <w:rsid w:val="00CB38C7"/>
    <w:rsid w:val="00CB40E1"/>
    <w:rsid w:val="00CB4212"/>
    <w:rsid w:val="00CB4ABA"/>
    <w:rsid w:val="00CB55DC"/>
    <w:rsid w:val="00CB5883"/>
    <w:rsid w:val="00CB5952"/>
    <w:rsid w:val="00CB5DB6"/>
    <w:rsid w:val="00CB60A5"/>
    <w:rsid w:val="00CB60E8"/>
    <w:rsid w:val="00CB6719"/>
    <w:rsid w:val="00CB6F23"/>
    <w:rsid w:val="00CC00B4"/>
    <w:rsid w:val="00CC058A"/>
    <w:rsid w:val="00CC06E8"/>
    <w:rsid w:val="00CC0B17"/>
    <w:rsid w:val="00CC0D4D"/>
    <w:rsid w:val="00CC1EF5"/>
    <w:rsid w:val="00CC23FC"/>
    <w:rsid w:val="00CC3423"/>
    <w:rsid w:val="00CC3434"/>
    <w:rsid w:val="00CC372A"/>
    <w:rsid w:val="00CC5417"/>
    <w:rsid w:val="00CC5BD5"/>
    <w:rsid w:val="00CC61B7"/>
    <w:rsid w:val="00CC638A"/>
    <w:rsid w:val="00CC656B"/>
    <w:rsid w:val="00CC6AA9"/>
    <w:rsid w:val="00CD0701"/>
    <w:rsid w:val="00CD1184"/>
    <w:rsid w:val="00CD2A17"/>
    <w:rsid w:val="00CD328D"/>
    <w:rsid w:val="00CD36F6"/>
    <w:rsid w:val="00CD3A9C"/>
    <w:rsid w:val="00CD47CB"/>
    <w:rsid w:val="00CD4CCE"/>
    <w:rsid w:val="00CD4D9E"/>
    <w:rsid w:val="00CD547E"/>
    <w:rsid w:val="00CD54B9"/>
    <w:rsid w:val="00CD65F5"/>
    <w:rsid w:val="00CD6E44"/>
    <w:rsid w:val="00CD7EC0"/>
    <w:rsid w:val="00CE0295"/>
    <w:rsid w:val="00CE12CC"/>
    <w:rsid w:val="00CE194F"/>
    <w:rsid w:val="00CE1A57"/>
    <w:rsid w:val="00CE1ADC"/>
    <w:rsid w:val="00CE215B"/>
    <w:rsid w:val="00CE2FB0"/>
    <w:rsid w:val="00CE31BD"/>
    <w:rsid w:val="00CE370D"/>
    <w:rsid w:val="00CE4A2F"/>
    <w:rsid w:val="00CE4D97"/>
    <w:rsid w:val="00CE4E5B"/>
    <w:rsid w:val="00CE54FE"/>
    <w:rsid w:val="00CE5B1D"/>
    <w:rsid w:val="00CE5B8A"/>
    <w:rsid w:val="00CE614D"/>
    <w:rsid w:val="00CE73A0"/>
    <w:rsid w:val="00CE7922"/>
    <w:rsid w:val="00CF0AA2"/>
    <w:rsid w:val="00CF0FFB"/>
    <w:rsid w:val="00CF1192"/>
    <w:rsid w:val="00CF1253"/>
    <w:rsid w:val="00CF12B5"/>
    <w:rsid w:val="00CF1385"/>
    <w:rsid w:val="00CF1474"/>
    <w:rsid w:val="00CF187E"/>
    <w:rsid w:val="00CF1AF6"/>
    <w:rsid w:val="00CF21C2"/>
    <w:rsid w:val="00CF2339"/>
    <w:rsid w:val="00CF2443"/>
    <w:rsid w:val="00CF24B2"/>
    <w:rsid w:val="00CF25E7"/>
    <w:rsid w:val="00CF31F3"/>
    <w:rsid w:val="00CF3652"/>
    <w:rsid w:val="00CF3DA9"/>
    <w:rsid w:val="00CF3FCF"/>
    <w:rsid w:val="00CF3FE6"/>
    <w:rsid w:val="00CF4717"/>
    <w:rsid w:val="00CF4E8C"/>
    <w:rsid w:val="00CF6322"/>
    <w:rsid w:val="00CF6776"/>
    <w:rsid w:val="00CF6A9E"/>
    <w:rsid w:val="00CF6B08"/>
    <w:rsid w:val="00CF6B45"/>
    <w:rsid w:val="00CF6F76"/>
    <w:rsid w:val="00CF6FD8"/>
    <w:rsid w:val="00CF728B"/>
    <w:rsid w:val="00CF7BF7"/>
    <w:rsid w:val="00D00501"/>
    <w:rsid w:val="00D008D9"/>
    <w:rsid w:val="00D0091B"/>
    <w:rsid w:val="00D0207C"/>
    <w:rsid w:val="00D02339"/>
    <w:rsid w:val="00D025CC"/>
    <w:rsid w:val="00D02DAB"/>
    <w:rsid w:val="00D03181"/>
    <w:rsid w:val="00D04F5E"/>
    <w:rsid w:val="00D050B6"/>
    <w:rsid w:val="00D05963"/>
    <w:rsid w:val="00D05BBD"/>
    <w:rsid w:val="00D06A60"/>
    <w:rsid w:val="00D06C18"/>
    <w:rsid w:val="00D07212"/>
    <w:rsid w:val="00D07511"/>
    <w:rsid w:val="00D07617"/>
    <w:rsid w:val="00D0763A"/>
    <w:rsid w:val="00D07689"/>
    <w:rsid w:val="00D07AAA"/>
    <w:rsid w:val="00D10644"/>
    <w:rsid w:val="00D1135D"/>
    <w:rsid w:val="00D141CC"/>
    <w:rsid w:val="00D14C44"/>
    <w:rsid w:val="00D155F3"/>
    <w:rsid w:val="00D15F47"/>
    <w:rsid w:val="00D15F83"/>
    <w:rsid w:val="00D1667C"/>
    <w:rsid w:val="00D16A4F"/>
    <w:rsid w:val="00D16ACD"/>
    <w:rsid w:val="00D17A34"/>
    <w:rsid w:val="00D17F39"/>
    <w:rsid w:val="00D205B2"/>
    <w:rsid w:val="00D2076F"/>
    <w:rsid w:val="00D21242"/>
    <w:rsid w:val="00D2128E"/>
    <w:rsid w:val="00D21409"/>
    <w:rsid w:val="00D216D0"/>
    <w:rsid w:val="00D219C4"/>
    <w:rsid w:val="00D21A7F"/>
    <w:rsid w:val="00D21B5B"/>
    <w:rsid w:val="00D23730"/>
    <w:rsid w:val="00D23B32"/>
    <w:rsid w:val="00D2421C"/>
    <w:rsid w:val="00D2435D"/>
    <w:rsid w:val="00D24EA8"/>
    <w:rsid w:val="00D25009"/>
    <w:rsid w:val="00D2548E"/>
    <w:rsid w:val="00D25F92"/>
    <w:rsid w:val="00D262AE"/>
    <w:rsid w:val="00D262C0"/>
    <w:rsid w:val="00D2655B"/>
    <w:rsid w:val="00D26830"/>
    <w:rsid w:val="00D26A21"/>
    <w:rsid w:val="00D26A8D"/>
    <w:rsid w:val="00D26BE0"/>
    <w:rsid w:val="00D26BF6"/>
    <w:rsid w:val="00D2719E"/>
    <w:rsid w:val="00D3003D"/>
    <w:rsid w:val="00D304B6"/>
    <w:rsid w:val="00D30A4A"/>
    <w:rsid w:val="00D313A8"/>
    <w:rsid w:val="00D31FA5"/>
    <w:rsid w:val="00D32CEA"/>
    <w:rsid w:val="00D34143"/>
    <w:rsid w:val="00D34899"/>
    <w:rsid w:val="00D34AAD"/>
    <w:rsid w:val="00D34AB7"/>
    <w:rsid w:val="00D35D8F"/>
    <w:rsid w:val="00D35EBE"/>
    <w:rsid w:val="00D3725E"/>
    <w:rsid w:val="00D377AD"/>
    <w:rsid w:val="00D378A2"/>
    <w:rsid w:val="00D37FEC"/>
    <w:rsid w:val="00D40433"/>
    <w:rsid w:val="00D42189"/>
    <w:rsid w:val="00D42212"/>
    <w:rsid w:val="00D43B33"/>
    <w:rsid w:val="00D43FD4"/>
    <w:rsid w:val="00D43FDB"/>
    <w:rsid w:val="00D43FDC"/>
    <w:rsid w:val="00D469A1"/>
    <w:rsid w:val="00D46D49"/>
    <w:rsid w:val="00D47012"/>
    <w:rsid w:val="00D4718C"/>
    <w:rsid w:val="00D472FF"/>
    <w:rsid w:val="00D476AE"/>
    <w:rsid w:val="00D47CAE"/>
    <w:rsid w:val="00D47FA5"/>
    <w:rsid w:val="00D50EB6"/>
    <w:rsid w:val="00D512E8"/>
    <w:rsid w:val="00D52B95"/>
    <w:rsid w:val="00D52BC5"/>
    <w:rsid w:val="00D54E58"/>
    <w:rsid w:val="00D55ABD"/>
    <w:rsid w:val="00D56097"/>
    <w:rsid w:val="00D56831"/>
    <w:rsid w:val="00D56A85"/>
    <w:rsid w:val="00D57231"/>
    <w:rsid w:val="00D57AA1"/>
    <w:rsid w:val="00D57C11"/>
    <w:rsid w:val="00D57C3C"/>
    <w:rsid w:val="00D57DD4"/>
    <w:rsid w:val="00D60BE0"/>
    <w:rsid w:val="00D61036"/>
    <w:rsid w:val="00D61641"/>
    <w:rsid w:val="00D62561"/>
    <w:rsid w:val="00D62D25"/>
    <w:rsid w:val="00D62F43"/>
    <w:rsid w:val="00D63A81"/>
    <w:rsid w:val="00D6405F"/>
    <w:rsid w:val="00D64710"/>
    <w:rsid w:val="00D648D0"/>
    <w:rsid w:val="00D6499D"/>
    <w:rsid w:val="00D649EF"/>
    <w:rsid w:val="00D652E7"/>
    <w:rsid w:val="00D65E6F"/>
    <w:rsid w:val="00D66153"/>
    <w:rsid w:val="00D66FB3"/>
    <w:rsid w:val="00D671A0"/>
    <w:rsid w:val="00D67A10"/>
    <w:rsid w:val="00D67F5E"/>
    <w:rsid w:val="00D703F0"/>
    <w:rsid w:val="00D70617"/>
    <w:rsid w:val="00D71C88"/>
    <w:rsid w:val="00D73087"/>
    <w:rsid w:val="00D730E9"/>
    <w:rsid w:val="00D738A3"/>
    <w:rsid w:val="00D74177"/>
    <w:rsid w:val="00D74AB7"/>
    <w:rsid w:val="00D74EC2"/>
    <w:rsid w:val="00D75DBC"/>
    <w:rsid w:val="00D75DFD"/>
    <w:rsid w:val="00D7634A"/>
    <w:rsid w:val="00D76714"/>
    <w:rsid w:val="00D76DE4"/>
    <w:rsid w:val="00D77056"/>
    <w:rsid w:val="00D77A4C"/>
    <w:rsid w:val="00D77E98"/>
    <w:rsid w:val="00D80C53"/>
    <w:rsid w:val="00D83601"/>
    <w:rsid w:val="00D846AD"/>
    <w:rsid w:val="00D8484B"/>
    <w:rsid w:val="00D84E08"/>
    <w:rsid w:val="00D853E2"/>
    <w:rsid w:val="00D85611"/>
    <w:rsid w:val="00D8616A"/>
    <w:rsid w:val="00D86DB0"/>
    <w:rsid w:val="00D86F9D"/>
    <w:rsid w:val="00D87293"/>
    <w:rsid w:val="00D87BC0"/>
    <w:rsid w:val="00D87FB8"/>
    <w:rsid w:val="00D9157D"/>
    <w:rsid w:val="00D9254B"/>
    <w:rsid w:val="00D9270A"/>
    <w:rsid w:val="00D92927"/>
    <w:rsid w:val="00D92D1E"/>
    <w:rsid w:val="00D9376A"/>
    <w:rsid w:val="00D94A57"/>
    <w:rsid w:val="00D96563"/>
    <w:rsid w:val="00D97096"/>
    <w:rsid w:val="00D97336"/>
    <w:rsid w:val="00D97E09"/>
    <w:rsid w:val="00D97F10"/>
    <w:rsid w:val="00DA1EF3"/>
    <w:rsid w:val="00DA23DD"/>
    <w:rsid w:val="00DA2B37"/>
    <w:rsid w:val="00DA3610"/>
    <w:rsid w:val="00DA38B5"/>
    <w:rsid w:val="00DA3955"/>
    <w:rsid w:val="00DA4231"/>
    <w:rsid w:val="00DA586E"/>
    <w:rsid w:val="00DA5D7B"/>
    <w:rsid w:val="00DA652D"/>
    <w:rsid w:val="00DA6EF3"/>
    <w:rsid w:val="00DA733E"/>
    <w:rsid w:val="00DA7387"/>
    <w:rsid w:val="00DA774A"/>
    <w:rsid w:val="00DA7C76"/>
    <w:rsid w:val="00DB0D9F"/>
    <w:rsid w:val="00DB0DD1"/>
    <w:rsid w:val="00DB1B37"/>
    <w:rsid w:val="00DB1CE8"/>
    <w:rsid w:val="00DB20E9"/>
    <w:rsid w:val="00DB2744"/>
    <w:rsid w:val="00DB3713"/>
    <w:rsid w:val="00DB37D0"/>
    <w:rsid w:val="00DB3F10"/>
    <w:rsid w:val="00DB4CEC"/>
    <w:rsid w:val="00DB4D32"/>
    <w:rsid w:val="00DB4E70"/>
    <w:rsid w:val="00DB5410"/>
    <w:rsid w:val="00DB623A"/>
    <w:rsid w:val="00DB6393"/>
    <w:rsid w:val="00DB689E"/>
    <w:rsid w:val="00DC03EE"/>
    <w:rsid w:val="00DC1427"/>
    <w:rsid w:val="00DC2313"/>
    <w:rsid w:val="00DC2B65"/>
    <w:rsid w:val="00DC2CA8"/>
    <w:rsid w:val="00DC301A"/>
    <w:rsid w:val="00DC305D"/>
    <w:rsid w:val="00DC3244"/>
    <w:rsid w:val="00DC3483"/>
    <w:rsid w:val="00DC3600"/>
    <w:rsid w:val="00DC407A"/>
    <w:rsid w:val="00DC41EC"/>
    <w:rsid w:val="00DC4EA0"/>
    <w:rsid w:val="00DC6DE9"/>
    <w:rsid w:val="00DD0600"/>
    <w:rsid w:val="00DD08CD"/>
    <w:rsid w:val="00DD09F5"/>
    <w:rsid w:val="00DD1A39"/>
    <w:rsid w:val="00DD2D4E"/>
    <w:rsid w:val="00DD3357"/>
    <w:rsid w:val="00DD3BA6"/>
    <w:rsid w:val="00DD45AA"/>
    <w:rsid w:val="00DD5203"/>
    <w:rsid w:val="00DD5A69"/>
    <w:rsid w:val="00DD5F15"/>
    <w:rsid w:val="00DD648F"/>
    <w:rsid w:val="00DD65FF"/>
    <w:rsid w:val="00DD68B8"/>
    <w:rsid w:val="00DD69EE"/>
    <w:rsid w:val="00DD7DBC"/>
    <w:rsid w:val="00DE09CC"/>
    <w:rsid w:val="00DE0CA5"/>
    <w:rsid w:val="00DE0FA0"/>
    <w:rsid w:val="00DE1131"/>
    <w:rsid w:val="00DE15C0"/>
    <w:rsid w:val="00DE1D0D"/>
    <w:rsid w:val="00DE1D18"/>
    <w:rsid w:val="00DE2063"/>
    <w:rsid w:val="00DE2223"/>
    <w:rsid w:val="00DE2692"/>
    <w:rsid w:val="00DE35BC"/>
    <w:rsid w:val="00DE4FFB"/>
    <w:rsid w:val="00DE61AD"/>
    <w:rsid w:val="00DE6CD9"/>
    <w:rsid w:val="00DE7680"/>
    <w:rsid w:val="00DF1705"/>
    <w:rsid w:val="00DF17E5"/>
    <w:rsid w:val="00DF1CB4"/>
    <w:rsid w:val="00DF3501"/>
    <w:rsid w:val="00DF3ABE"/>
    <w:rsid w:val="00DF482D"/>
    <w:rsid w:val="00DF4BBC"/>
    <w:rsid w:val="00DF54F0"/>
    <w:rsid w:val="00DF5C76"/>
    <w:rsid w:val="00DF6B41"/>
    <w:rsid w:val="00DF773C"/>
    <w:rsid w:val="00DF7FDD"/>
    <w:rsid w:val="00E00643"/>
    <w:rsid w:val="00E008BF"/>
    <w:rsid w:val="00E02C6B"/>
    <w:rsid w:val="00E0409B"/>
    <w:rsid w:val="00E049D8"/>
    <w:rsid w:val="00E04D08"/>
    <w:rsid w:val="00E04E3B"/>
    <w:rsid w:val="00E054FA"/>
    <w:rsid w:val="00E057F6"/>
    <w:rsid w:val="00E05D50"/>
    <w:rsid w:val="00E06CAF"/>
    <w:rsid w:val="00E074EE"/>
    <w:rsid w:val="00E075FF"/>
    <w:rsid w:val="00E07C35"/>
    <w:rsid w:val="00E10528"/>
    <w:rsid w:val="00E10654"/>
    <w:rsid w:val="00E1100D"/>
    <w:rsid w:val="00E110EE"/>
    <w:rsid w:val="00E126A4"/>
    <w:rsid w:val="00E12B2B"/>
    <w:rsid w:val="00E13213"/>
    <w:rsid w:val="00E14000"/>
    <w:rsid w:val="00E1481D"/>
    <w:rsid w:val="00E15DD9"/>
    <w:rsid w:val="00E162E7"/>
    <w:rsid w:val="00E16811"/>
    <w:rsid w:val="00E16D22"/>
    <w:rsid w:val="00E1712C"/>
    <w:rsid w:val="00E20F1F"/>
    <w:rsid w:val="00E210FA"/>
    <w:rsid w:val="00E21730"/>
    <w:rsid w:val="00E218FD"/>
    <w:rsid w:val="00E226C8"/>
    <w:rsid w:val="00E233F7"/>
    <w:rsid w:val="00E23D12"/>
    <w:rsid w:val="00E23E50"/>
    <w:rsid w:val="00E24792"/>
    <w:rsid w:val="00E25014"/>
    <w:rsid w:val="00E251D9"/>
    <w:rsid w:val="00E25548"/>
    <w:rsid w:val="00E25F05"/>
    <w:rsid w:val="00E267BC"/>
    <w:rsid w:val="00E26A76"/>
    <w:rsid w:val="00E26BAE"/>
    <w:rsid w:val="00E26EEF"/>
    <w:rsid w:val="00E2768C"/>
    <w:rsid w:val="00E276C3"/>
    <w:rsid w:val="00E27996"/>
    <w:rsid w:val="00E307FF"/>
    <w:rsid w:val="00E30A4D"/>
    <w:rsid w:val="00E31FF0"/>
    <w:rsid w:val="00E3221D"/>
    <w:rsid w:val="00E32EA5"/>
    <w:rsid w:val="00E33B98"/>
    <w:rsid w:val="00E34004"/>
    <w:rsid w:val="00E341FF"/>
    <w:rsid w:val="00E34DF4"/>
    <w:rsid w:val="00E351FF"/>
    <w:rsid w:val="00E35F9B"/>
    <w:rsid w:val="00E367E6"/>
    <w:rsid w:val="00E36851"/>
    <w:rsid w:val="00E373CA"/>
    <w:rsid w:val="00E37650"/>
    <w:rsid w:val="00E40339"/>
    <w:rsid w:val="00E40994"/>
    <w:rsid w:val="00E41837"/>
    <w:rsid w:val="00E430A9"/>
    <w:rsid w:val="00E4383B"/>
    <w:rsid w:val="00E44861"/>
    <w:rsid w:val="00E44B41"/>
    <w:rsid w:val="00E44ED8"/>
    <w:rsid w:val="00E45F4F"/>
    <w:rsid w:val="00E46092"/>
    <w:rsid w:val="00E466ED"/>
    <w:rsid w:val="00E46E31"/>
    <w:rsid w:val="00E4729F"/>
    <w:rsid w:val="00E475BE"/>
    <w:rsid w:val="00E47B9A"/>
    <w:rsid w:val="00E50104"/>
    <w:rsid w:val="00E50D8B"/>
    <w:rsid w:val="00E51937"/>
    <w:rsid w:val="00E51A9A"/>
    <w:rsid w:val="00E51AB0"/>
    <w:rsid w:val="00E51D37"/>
    <w:rsid w:val="00E53090"/>
    <w:rsid w:val="00E531FF"/>
    <w:rsid w:val="00E533F6"/>
    <w:rsid w:val="00E53714"/>
    <w:rsid w:val="00E53B1F"/>
    <w:rsid w:val="00E5559E"/>
    <w:rsid w:val="00E5610F"/>
    <w:rsid w:val="00E5613D"/>
    <w:rsid w:val="00E5653C"/>
    <w:rsid w:val="00E61263"/>
    <w:rsid w:val="00E6182A"/>
    <w:rsid w:val="00E61E8A"/>
    <w:rsid w:val="00E61EFB"/>
    <w:rsid w:val="00E62B9B"/>
    <w:rsid w:val="00E62F78"/>
    <w:rsid w:val="00E63544"/>
    <w:rsid w:val="00E6382F"/>
    <w:rsid w:val="00E63D69"/>
    <w:rsid w:val="00E64395"/>
    <w:rsid w:val="00E662DB"/>
    <w:rsid w:val="00E66E7E"/>
    <w:rsid w:val="00E67277"/>
    <w:rsid w:val="00E67694"/>
    <w:rsid w:val="00E6787C"/>
    <w:rsid w:val="00E679A0"/>
    <w:rsid w:val="00E71426"/>
    <w:rsid w:val="00E7153E"/>
    <w:rsid w:val="00E724DF"/>
    <w:rsid w:val="00E72E42"/>
    <w:rsid w:val="00E7366D"/>
    <w:rsid w:val="00E73885"/>
    <w:rsid w:val="00E74096"/>
    <w:rsid w:val="00E74489"/>
    <w:rsid w:val="00E75216"/>
    <w:rsid w:val="00E75294"/>
    <w:rsid w:val="00E75395"/>
    <w:rsid w:val="00E75B8A"/>
    <w:rsid w:val="00E75BA5"/>
    <w:rsid w:val="00E77868"/>
    <w:rsid w:val="00E80270"/>
    <w:rsid w:val="00E80295"/>
    <w:rsid w:val="00E807E7"/>
    <w:rsid w:val="00E80CE8"/>
    <w:rsid w:val="00E80F99"/>
    <w:rsid w:val="00E825B0"/>
    <w:rsid w:val="00E84B2A"/>
    <w:rsid w:val="00E84C23"/>
    <w:rsid w:val="00E84C3D"/>
    <w:rsid w:val="00E86D67"/>
    <w:rsid w:val="00E86E81"/>
    <w:rsid w:val="00E8761B"/>
    <w:rsid w:val="00E878F1"/>
    <w:rsid w:val="00E87A36"/>
    <w:rsid w:val="00E90058"/>
    <w:rsid w:val="00E917B8"/>
    <w:rsid w:val="00E91CE7"/>
    <w:rsid w:val="00E922F2"/>
    <w:rsid w:val="00E92526"/>
    <w:rsid w:val="00E93102"/>
    <w:rsid w:val="00E93906"/>
    <w:rsid w:val="00E9433F"/>
    <w:rsid w:val="00E94EA7"/>
    <w:rsid w:val="00E953A7"/>
    <w:rsid w:val="00E9583A"/>
    <w:rsid w:val="00E95B7D"/>
    <w:rsid w:val="00E96368"/>
    <w:rsid w:val="00E966D9"/>
    <w:rsid w:val="00E96DBC"/>
    <w:rsid w:val="00E97EF6"/>
    <w:rsid w:val="00EA022D"/>
    <w:rsid w:val="00EA05BE"/>
    <w:rsid w:val="00EA0F15"/>
    <w:rsid w:val="00EA10DD"/>
    <w:rsid w:val="00EA2772"/>
    <w:rsid w:val="00EA32A3"/>
    <w:rsid w:val="00EA39B8"/>
    <w:rsid w:val="00EA40CE"/>
    <w:rsid w:val="00EA4453"/>
    <w:rsid w:val="00EA4777"/>
    <w:rsid w:val="00EA5B8F"/>
    <w:rsid w:val="00EA62E6"/>
    <w:rsid w:val="00EB3193"/>
    <w:rsid w:val="00EB3291"/>
    <w:rsid w:val="00EB3790"/>
    <w:rsid w:val="00EB3DEA"/>
    <w:rsid w:val="00EB3FF7"/>
    <w:rsid w:val="00EB48C8"/>
    <w:rsid w:val="00EB51F2"/>
    <w:rsid w:val="00EB6C94"/>
    <w:rsid w:val="00EB7866"/>
    <w:rsid w:val="00EC0F07"/>
    <w:rsid w:val="00EC1AE9"/>
    <w:rsid w:val="00EC367E"/>
    <w:rsid w:val="00EC3AD0"/>
    <w:rsid w:val="00EC3B39"/>
    <w:rsid w:val="00EC3E69"/>
    <w:rsid w:val="00EC4608"/>
    <w:rsid w:val="00EC5286"/>
    <w:rsid w:val="00EC5578"/>
    <w:rsid w:val="00EC5A01"/>
    <w:rsid w:val="00EC7081"/>
    <w:rsid w:val="00EC7312"/>
    <w:rsid w:val="00ED06F1"/>
    <w:rsid w:val="00ED0868"/>
    <w:rsid w:val="00ED1D3D"/>
    <w:rsid w:val="00ED24EF"/>
    <w:rsid w:val="00ED2836"/>
    <w:rsid w:val="00ED291C"/>
    <w:rsid w:val="00ED402D"/>
    <w:rsid w:val="00ED49CB"/>
    <w:rsid w:val="00ED4B86"/>
    <w:rsid w:val="00ED4EE1"/>
    <w:rsid w:val="00ED5C29"/>
    <w:rsid w:val="00ED7AF6"/>
    <w:rsid w:val="00EE0134"/>
    <w:rsid w:val="00EE02B9"/>
    <w:rsid w:val="00EE149E"/>
    <w:rsid w:val="00EE17FD"/>
    <w:rsid w:val="00EE18A7"/>
    <w:rsid w:val="00EE221C"/>
    <w:rsid w:val="00EE2612"/>
    <w:rsid w:val="00EE2A55"/>
    <w:rsid w:val="00EE2A87"/>
    <w:rsid w:val="00EE2C38"/>
    <w:rsid w:val="00EE2D50"/>
    <w:rsid w:val="00EE2FDC"/>
    <w:rsid w:val="00EE310E"/>
    <w:rsid w:val="00EE31B2"/>
    <w:rsid w:val="00EE3259"/>
    <w:rsid w:val="00EE37A3"/>
    <w:rsid w:val="00EE3876"/>
    <w:rsid w:val="00EE3EAF"/>
    <w:rsid w:val="00EE4069"/>
    <w:rsid w:val="00EE5805"/>
    <w:rsid w:val="00EE5926"/>
    <w:rsid w:val="00EE5BA1"/>
    <w:rsid w:val="00EE633B"/>
    <w:rsid w:val="00EE66AF"/>
    <w:rsid w:val="00EE696B"/>
    <w:rsid w:val="00EE73D2"/>
    <w:rsid w:val="00EF02FB"/>
    <w:rsid w:val="00EF0427"/>
    <w:rsid w:val="00EF094B"/>
    <w:rsid w:val="00EF3105"/>
    <w:rsid w:val="00EF31E1"/>
    <w:rsid w:val="00EF39BD"/>
    <w:rsid w:val="00EF3E55"/>
    <w:rsid w:val="00EF433E"/>
    <w:rsid w:val="00EF4484"/>
    <w:rsid w:val="00EF454F"/>
    <w:rsid w:val="00EF48E6"/>
    <w:rsid w:val="00EF522F"/>
    <w:rsid w:val="00EF619E"/>
    <w:rsid w:val="00EF683E"/>
    <w:rsid w:val="00EF6D10"/>
    <w:rsid w:val="00EF7FEC"/>
    <w:rsid w:val="00F00647"/>
    <w:rsid w:val="00F00960"/>
    <w:rsid w:val="00F02DF1"/>
    <w:rsid w:val="00F03D6F"/>
    <w:rsid w:val="00F04F7A"/>
    <w:rsid w:val="00F050B9"/>
    <w:rsid w:val="00F058E0"/>
    <w:rsid w:val="00F061F5"/>
    <w:rsid w:val="00F0634D"/>
    <w:rsid w:val="00F06616"/>
    <w:rsid w:val="00F0747F"/>
    <w:rsid w:val="00F1042C"/>
    <w:rsid w:val="00F104C0"/>
    <w:rsid w:val="00F11267"/>
    <w:rsid w:val="00F113F2"/>
    <w:rsid w:val="00F13455"/>
    <w:rsid w:val="00F13629"/>
    <w:rsid w:val="00F13751"/>
    <w:rsid w:val="00F138CB"/>
    <w:rsid w:val="00F13CD5"/>
    <w:rsid w:val="00F15F32"/>
    <w:rsid w:val="00F16D9D"/>
    <w:rsid w:val="00F170BC"/>
    <w:rsid w:val="00F200AD"/>
    <w:rsid w:val="00F21142"/>
    <w:rsid w:val="00F21BFE"/>
    <w:rsid w:val="00F225B0"/>
    <w:rsid w:val="00F2277E"/>
    <w:rsid w:val="00F22B52"/>
    <w:rsid w:val="00F239B9"/>
    <w:rsid w:val="00F239C0"/>
    <w:rsid w:val="00F24822"/>
    <w:rsid w:val="00F24C1D"/>
    <w:rsid w:val="00F25F03"/>
    <w:rsid w:val="00F263F7"/>
    <w:rsid w:val="00F27C27"/>
    <w:rsid w:val="00F27DAA"/>
    <w:rsid w:val="00F303CE"/>
    <w:rsid w:val="00F3128C"/>
    <w:rsid w:val="00F31334"/>
    <w:rsid w:val="00F31A43"/>
    <w:rsid w:val="00F32FB1"/>
    <w:rsid w:val="00F331E0"/>
    <w:rsid w:val="00F3331C"/>
    <w:rsid w:val="00F3554C"/>
    <w:rsid w:val="00F357C5"/>
    <w:rsid w:val="00F357F0"/>
    <w:rsid w:val="00F35AC4"/>
    <w:rsid w:val="00F35DB0"/>
    <w:rsid w:val="00F361BC"/>
    <w:rsid w:val="00F36F43"/>
    <w:rsid w:val="00F4020C"/>
    <w:rsid w:val="00F40651"/>
    <w:rsid w:val="00F40668"/>
    <w:rsid w:val="00F4377F"/>
    <w:rsid w:val="00F43D14"/>
    <w:rsid w:val="00F44682"/>
    <w:rsid w:val="00F45457"/>
    <w:rsid w:val="00F4581D"/>
    <w:rsid w:val="00F47AD3"/>
    <w:rsid w:val="00F519AE"/>
    <w:rsid w:val="00F529D5"/>
    <w:rsid w:val="00F52CC7"/>
    <w:rsid w:val="00F53F28"/>
    <w:rsid w:val="00F54A45"/>
    <w:rsid w:val="00F54E02"/>
    <w:rsid w:val="00F55233"/>
    <w:rsid w:val="00F62549"/>
    <w:rsid w:val="00F625FE"/>
    <w:rsid w:val="00F64123"/>
    <w:rsid w:val="00F65127"/>
    <w:rsid w:val="00F65375"/>
    <w:rsid w:val="00F65770"/>
    <w:rsid w:val="00F66349"/>
    <w:rsid w:val="00F66BA2"/>
    <w:rsid w:val="00F6718E"/>
    <w:rsid w:val="00F6752A"/>
    <w:rsid w:val="00F67CD9"/>
    <w:rsid w:val="00F702B2"/>
    <w:rsid w:val="00F7034F"/>
    <w:rsid w:val="00F710CC"/>
    <w:rsid w:val="00F71F54"/>
    <w:rsid w:val="00F76371"/>
    <w:rsid w:val="00F7643E"/>
    <w:rsid w:val="00F76492"/>
    <w:rsid w:val="00F7699E"/>
    <w:rsid w:val="00F76A4A"/>
    <w:rsid w:val="00F77BB3"/>
    <w:rsid w:val="00F80D17"/>
    <w:rsid w:val="00F81AF0"/>
    <w:rsid w:val="00F821BC"/>
    <w:rsid w:val="00F8227D"/>
    <w:rsid w:val="00F829AF"/>
    <w:rsid w:val="00F834FC"/>
    <w:rsid w:val="00F83831"/>
    <w:rsid w:val="00F849C3"/>
    <w:rsid w:val="00F84C31"/>
    <w:rsid w:val="00F85203"/>
    <w:rsid w:val="00F865FD"/>
    <w:rsid w:val="00F878BE"/>
    <w:rsid w:val="00F87B7C"/>
    <w:rsid w:val="00F90636"/>
    <w:rsid w:val="00F90A78"/>
    <w:rsid w:val="00F90CA6"/>
    <w:rsid w:val="00F90F1E"/>
    <w:rsid w:val="00F91B0F"/>
    <w:rsid w:val="00F92069"/>
    <w:rsid w:val="00F926FD"/>
    <w:rsid w:val="00F94286"/>
    <w:rsid w:val="00F94614"/>
    <w:rsid w:val="00F94939"/>
    <w:rsid w:val="00F96EE0"/>
    <w:rsid w:val="00FA084E"/>
    <w:rsid w:val="00FA0FA0"/>
    <w:rsid w:val="00FA1490"/>
    <w:rsid w:val="00FA219F"/>
    <w:rsid w:val="00FA21C7"/>
    <w:rsid w:val="00FA2B3B"/>
    <w:rsid w:val="00FA3335"/>
    <w:rsid w:val="00FA35D9"/>
    <w:rsid w:val="00FA380E"/>
    <w:rsid w:val="00FA3ED4"/>
    <w:rsid w:val="00FA4524"/>
    <w:rsid w:val="00FA4B8C"/>
    <w:rsid w:val="00FA4CF2"/>
    <w:rsid w:val="00FA5473"/>
    <w:rsid w:val="00FA648A"/>
    <w:rsid w:val="00FA6F1F"/>
    <w:rsid w:val="00FB0C56"/>
    <w:rsid w:val="00FB1932"/>
    <w:rsid w:val="00FB2002"/>
    <w:rsid w:val="00FB30CF"/>
    <w:rsid w:val="00FB3469"/>
    <w:rsid w:val="00FB358F"/>
    <w:rsid w:val="00FB3978"/>
    <w:rsid w:val="00FB3A49"/>
    <w:rsid w:val="00FB3E1B"/>
    <w:rsid w:val="00FB3EBF"/>
    <w:rsid w:val="00FB3ED8"/>
    <w:rsid w:val="00FB4101"/>
    <w:rsid w:val="00FB424B"/>
    <w:rsid w:val="00FB430B"/>
    <w:rsid w:val="00FB4390"/>
    <w:rsid w:val="00FB5240"/>
    <w:rsid w:val="00FB5608"/>
    <w:rsid w:val="00FB5FDD"/>
    <w:rsid w:val="00FB7FBE"/>
    <w:rsid w:val="00FC163D"/>
    <w:rsid w:val="00FC1CFF"/>
    <w:rsid w:val="00FC3AA7"/>
    <w:rsid w:val="00FC3F1E"/>
    <w:rsid w:val="00FC4020"/>
    <w:rsid w:val="00FC45C6"/>
    <w:rsid w:val="00FC5515"/>
    <w:rsid w:val="00FC5BA9"/>
    <w:rsid w:val="00FC68C1"/>
    <w:rsid w:val="00FC7698"/>
    <w:rsid w:val="00FD0915"/>
    <w:rsid w:val="00FD1690"/>
    <w:rsid w:val="00FD1AB3"/>
    <w:rsid w:val="00FD1D4A"/>
    <w:rsid w:val="00FD2398"/>
    <w:rsid w:val="00FD2585"/>
    <w:rsid w:val="00FD2E38"/>
    <w:rsid w:val="00FD46A2"/>
    <w:rsid w:val="00FD46B2"/>
    <w:rsid w:val="00FD54E3"/>
    <w:rsid w:val="00FD5C5B"/>
    <w:rsid w:val="00FD5DF5"/>
    <w:rsid w:val="00FD6B9D"/>
    <w:rsid w:val="00FD7C53"/>
    <w:rsid w:val="00FE0934"/>
    <w:rsid w:val="00FE1C8E"/>
    <w:rsid w:val="00FE1D08"/>
    <w:rsid w:val="00FE2DAA"/>
    <w:rsid w:val="00FE2F67"/>
    <w:rsid w:val="00FE324F"/>
    <w:rsid w:val="00FE370A"/>
    <w:rsid w:val="00FE3EED"/>
    <w:rsid w:val="00FE40A6"/>
    <w:rsid w:val="00FE414D"/>
    <w:rsid w:val="00FE4E12"/>
    <w:rsid w:val="00FE626D"/>
    <w:rsid w:val="00FE62A5"/>
    <w:rsid w:val="00FE66AA"/>
    <w:rsid w:val="00FE69CD"/>
    <w:rsid w:val="00FE7683"/>
    <w:rsid w:val="00FE7FF5"/>
    <w:rsid w:val="00FF0448"/>
    <w:rsid w:val="00FF06F6"/>
    <w:rsid w:val="00FF09AE"/>
    <w:rsid w:val="00FF0BFF"/>
    <w:rsid w:val="00FF10AF"/>
    <w:rsid w:val="00FF1216"/>
    <w:rsid w:val="00FF14EA"/>
    <w:rsid w:val="00FF160D"/>
    <w:rsid w:val="00FF1D08"/>
    <w:rsid w:val="00FF2040"/>
    <w:rsid w:val="00FF36B5"/>
    <w:rsid w:val="00FF46C2"/>
    <w:rsid w:val="00FF53ED"/>
    <w:rsid w:val="00FF5857"/>
    <w:rsid w:val="00FF5A9E"/>
    <w:rsid w:val="00FF61C1"/>
    <w:rsid w:val="00FF690A"/>
    <w:rsid w:val="00FF6C64"/>
    <w:rsid w:val="00FF6F85"/>
    <w:rsid w:val="00FF6FE0"/>
    <w:rsid w:val="00FF720B"/>
    <w:rsid w:val="00FF7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color="#dcdcdc">
      <v:fill color="#dcdcdc"/>
      <v:stroke weight=".25pt"/>
      <v:shadow color="#868686"/>
    </o:shapedefaults>
    <o:shapelayout v:ext="edit">
      <o:idmap v:ext="edit" data="1"/>
    </o:shapelayout>
  </w:shapeDefaults>
  <w:decimalSymbol w:val="."/>
  <w:listSeparator w:val=","/>
  <w14:docId w14:val="3D8A3DD3"/>
  <w15:docId w15:val="{7F78D61B-5271-45C2-9CD5-A4F122B8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B0B"/>
    <w:pPr>
      <w:spacing w:before="120"/>
      <w:jc w:val="both"/>
    </w:pPr>
    <w:rPr>
      <w:rFonts w:ascii="Cambria" w:hAnsi="Cambria"/>
      <w:lang w:val="en-US" w:eastAsia="en-US"/>
    </w:rPr>
  </w:style>
  <w:style w:type="paragraph" w:styleId="Heading1">
    <w:name w:val="heading 1"/>
    <w:basedOn w:val="Normal"/>
    <w:next w:val="Heading2"/>
    <w:qFormat/>
    <w:rsid w:val="00AA6C9A"/>
    <w:pPr>
      <w:keepNext/>
      <w:keepLines/>
      <w:pageBreakBefore/>
      <w:numPr>
        <w:numId w:val="6"/>
      </w:numPr>
      <w:spacing w:before="240" w:after="120"/>
      <w:jc w:val="left"/>
      <w:outlineLvl w:val="0"/>
    </w:pPr>
    <w:rPr>
      <w:b/>
      <w:color w:val="27AE60"/>
      <w:sz w:val="32"/>
    </w:rPr>
  </w:style>
  <w:style w:type="paragraph" w:styleId="Heading2">
    <w:name w:val="heading 2"/>
    <w:basedOn w:val="Normal"/>
    <w:next w:val="Heading3"/>
    <w:qFormat/>
    <w:rsid w:val="00AA6C9A"/>
    <w:pPr>
      <w:keepNext/>
      <w:keepLines/>
      <w:numPr>
        <w:ilvl w:val="1"/>
        <w:numId w:val="6"/>
      </w:numPr>
      <w:spacing w:before="240" w:after="120"/>
      <w:outlineLvl w:val="1"/>
    </w:pPr>
    <w:rPr>
      <w:b/>
      <w:sz w:val="28"/>
    </w:rPr>
  </w:style>
  <w:style w:type="paragraph" w:styleId="Heading3">
    <w:name w:val="heading 3"/>
    <w:basedOn w:val="Normal"/>
    <w:next w:val="Normal"/>
    <w:qFormat/>
    <w:rsid w:val="00AA6C9A"/>
    <w:pPr>
      <w:keepNext/>
      <w:keepLines/>
      <w:numPr>
        <w:ilvl w:val="2"/>
        <w:numId w:val="6"/>
      </w:numPr>
      <w:spacing w:before="240" w:after="120"/>
      <w:outlineLvl w:val="2"/>
    </w:pPr>
    <w:rPr>
      <w:b/>
      <w:sz w:val="24"/>
    </w:rPr>
  </w:style>
  <w:style w:type="paragraph" w:styleId="Heading4">
    <w:name w:val="heading 4"/>
    <w:basedOn w:val="Normal"/>
    <w:next w:val="Normal"/>
    <w:qFormat/>
    <w:rsid w:val="006E449E"/>
    <w:pPr>
      <w:keepNext/>
      <w:keepLines/>
      <w:numPr>
        <w:ilvl w:val="3"/>
        <w:numId w:val="6"/>
      </w:numPr>
      <w:spacing w:before="240" w:after="120"/>
      <w:outlineLvl w:val="3"/>
    </w:pPr>
    <w:rPr>
      <w:b/>
      <w:noProof/>
    </w:rPr>
  </w:style>
  <w:style w:type="paragraph" w:styleId="Heading5">
    <w:name w:val="heading 5"/>
    <w:basedOn w:val="Normal"/>
    <w:next w:val="Heading6"/>
    <w:qFormat/>
    <w:rsid w:val="00ED0868"/>
    <w:pPr>
      <w:keepNext/>
      <w:keepLines/>
      <w:numPr>
        <w:ilvl w:val="4"/>
        <w:numId w:val="6"/>
      </w:numPr>
      <w:spacing w:before="240" w:after="120"/>
      <w:outlineLvl w:val="4"/>
    </w:pPr>
    <w:rPr>
      <w:i/>
      <w:noProof/>
    </w:rPr>
  </w:style>
  <w:style w:type="paragraph" w:styleId="Heading6">
    <w:name w:val="heading 6"/>
    <w:basedOn w:val="Normal"/>
    <w:next w:val="Heading7"/>
    <w:qFormat/>
    <w:rsid w:val="006E449E"/>
    <w:pPr>
      <w:keepNext/>
      <w:keepLines/>
      <w:numPr>
        <w:ilvl w:val="5"/>
        <w:numId w:val="6"/>
      </w:numPr>
      <w:spacing w:before="240" w:after="120"/>
      <w:outlineLvl w:val="5"/>
    </w:pPr>
    <w:rPr>
      <w:b/>
      <w:noProof/>
    </w:rPr>
  </w:style>
  <w:style w:type="paragraph" w:styleId="Heading7">
    <w:name w:val="heading 7"/>
    <w:basedOn w:val="Normal"/>
    <w:next w:val="Heading8"/>
    <w:qFormat/>
    <w:rsid w:val="006E449E"/>
    <w:pPr>
      <w:keepNext/>
      <w:keepLines/>
      <w:numPr>
        <w:ilvl w:val="6"/>
        <w:numId w:val="6"/>
      </w:numPr>
      <w:spacing w:before="240" w:after="120"/>
      <w:outlineLvl w:val="6"/>
    </w:pPr>
    <w:rPr>
      <w:b/>
      <w:noProof/>
    </w:rPr>
  </w:style>
  <w:style w:type="paragraph" w:styleId="Heading8">
    <w:name w:val="heading 8"/>
    <w:basedOn w:val="Normal"/>
    <w:next w:val="Heading9"/>
    <w:qFormat/>
    <w:rsid w:val="006E449E"/>
    <w:pPr>
      <w:keepNext/>
      <w:keepLines/>
      <w:numPr>
        <w:ilvl w:val="7"/>
        <w:numId w:val="6"/>
      </w:numPr>
      <w:spacing w:before="240" w:after="120"/>
      <w:outlineLvl w:val="7"/>
    </w:pPr>
    <w:rPr>
      <w:b/>
      <w:noProof/>
    </w:rPr>
  </w:style>
  <w:style w:type="paragraph" w:styleId="Heading9">
    <w:name w:val="heading 9"/>
    <w:basedOn w:val="Normal"/>
    <w:next w:val="Normal"/>
    <w:qFormat/>
    <w:rsid w:val="006E449E"/>
    <w:pPr>
      <w:keepNext/>
      <w:keepLines/>
      <w:numPr>
        <w:ilvl w:val="8"/>
        <w:numId w:val="6"/>
      </w:numPr>
      <w:spacing w:before="240" w:after="120"/>
      <w:outlineLvl w:val="8"/>
    </w:pPr>
    <w:rPr>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AF465D"/>
  </w:style>
  <w:style w:type="paragraph" w:customStyle="1" w:styleId="TableOfContents">
    <w:name w:val="TableOfContents"/>
    <w:basedOn w:val="Normal"/>
    <w:rsid w:val="00C77813"/>
    <w:pPr>
      <w:keepNext/>
      <w:keepLines/>
      <w:tabs>
        <w:tab w:val="left" w:pos="2520"/>
      </w:tabs>
      <w:spacing w:after="240"/>
      <w:jc w:val="center"/>
    </w:pPr>
    <w:rPr>
      <w:b/>
      <w:color w:val="27AE60"/>
      <w:sz w:val="32"/>
    </w:rPr>
  </w:style>
  <w:style w:type="paragraph" w:styleId="TOC1">
    <w:name w:val="toc 1"/>
    <w:basedOn w:val="Normal"/>
    <w:next w:val="Normal"/>
    <w:autoRedefine/>
    <w:uiPriority w:val="39"/>
    <w:rsid w:val="00CD328D"/>
    <w:pPr>
      <w:keepNext/>
      <w:tabs>
        <w:tab w:val="left" w:pos="284"/>
        <w:tab w:val="right" w:leader="dot" w:pos="9017"/>
      </w:tabs>
      <w:spacing w:after="120"/>
      <w:jc w:val="left"/>
    </w:pPr>
    <w:rPr>
      <w:b/>
      <w:bCs/>
      <w:smallCaps/>
      <w:noProof/>
      <w:color w:val="27AE60"/>
      <w:sz w:val="22"/>
    </w:rPr>
  </w:style>
  <w:style w:type="paragraph" w:styleId="TOC2">
    <w:name w:val="toc 2"/>
    <w:basedOn w:val="Normal"/>
    <w:next w:val="Normal"/>
    <w:autoRedefine/>
    <w:uiPriority w:val="39"/>
    <w:rsid w:val="00C77813"/>
    <w:pPr>
      <w:tabs>
        <w:tab w:val="left" w:pos="567"/>
        <w:tab w:val="right" w:leader="dot" w:pos="9017"/>
      </w:tabs>
      <w:spacing w:before="0"/>
      <w:ind w:left="160"/>
      <w:jc w:val="left"/>
    </w:pPr>
    <w:rPr>
      <w:smallCaps/>
      <w:noProof/>
    </w:rPr>
  </w:style>
  <w:style w:type="paragraph" w:styleId="TOC3">
    <w:name w:val="toc 3"/>
    <w:basedOn w:val="Normal"/>
    <w:next w:val="Normal"/>
    <w:autoRedefine/>
    <w:uiPriority w:val="39"/>
    <w:rsid w:val="00C60B06"/>
    <w:pPr>
      <w:tabs>
        <w:tab w:val="left" w:pos="1276"/>
        <w:tab w:val="right" w:leader="dot" w:pos="9017"/>
      </w:tabs>
      <w:spacing w:before="0"/>
      <w:ind w:left="567"/>
      <w:jc w:val="left"/>
    </w:pPr>
    <w:rPr>
      <w:iCs/>
      <w:noProof/>
    </w:rPr>
  </w:style>
  <w:style w:type="paragraph" w:styleId="TOC4">
    <w:name w:val="toc 4"/>
    <w:basedOn w:val="Normal"/>
    <w:next w:val="Normal"/>
    <w:autoRedefine/>
    <w:uiPriority w:val="39"/>
    <w:rsid w:val="00B50AB7"/>
    <w:pPr>
      <w:tabs>
        <w:tab w:val="left" w:pos="1985"/>
        <w:tab w:val="right" w:leader="dot" w:pos="9017"/>
      </w:tabs>
      <w:spacing w:before="0"/>
      <w:ind w:left="1276"/>
      <w:jc w:val="left"/>
    </w:pPr>
    <w:rPr>
      <w:noProof/>
      <w:szCs w:val="18"/>
    </w:rPr>
  </w:style>
  <w:style w:type="paragraph" w:styleId="TOC5">
    <w:name w:val="toc 5"/>
    <w:basedOn w:val="Normal"/>
    <w:next w:val="Normal"/>
    <w:autoRedefine/>
    <w:uiPriority w:val="39"/>
    <w:rsid w:val="003E20CB"/>
    <w:pPr>
      <w:tabs>
        <w:tab w:val="left" w:pos="2694"/>
        <w:tab w:val="right" w:leader="dot" w:pos="9017"/>
      </w:tabs>
      <w:spacing w:before="0"/>
      <w:ind w:left="1560"/>
      <w:jc w:val="left"/>
    </w:pPr>
    <w:rPr>
      <w:rFonts w:asciiTheme="majorHAnsi" w:hAnsiTheme="majorHAnsi"/>
      <w:i/>
      <w:noProof/>
      <w:szCs w:val="18"/>
      <w:lang w:val="fr-FR"/>
    </w:rPr>
  </w:style>
  <w:style w:type="paragraph" w:styleId="TOC6">
    <w:name w:val="toc 6"/>
    <w:basedOn w:val="Normal"/>
    <w:next w:val="Normal"/>
    <w:autoRedefine/>
    <w:uiPriority w:val="39"/>
    <w:rsid w:val="00AF465D"/>
    <w:pPr>
      <w:spacing w:before="0"/>
      <w:ind w:left="800"/>
      <w:jc w:val="left"/>
    </w:pPr>
    <w:rPr>
      <w:rFonts w:ascii="Times New Roman" w:hAnsi="Times New Roman"/>
      <w:szCs w:val="18"/>
    </w:rPr>
  </w:style>
  <w:style w:type="paragraph" w:styleId="TOC7">
    <w:name w:val="toc 7"/>
    <w:basedOn w:val="Normal"/>
    <w:next w:val="Normal"/>
    <w:autoRedefine/>
    <w:uiPriority w:val="39"/>
    <w:rsid w:val="00AF465D"/>
    <w:pPr>
      <w:spacing w:before="0"/>
      <w:ind w:left="960"/>
      <w:jc w:val="left"/>
    </w:pPr>
    <w:rPr>
      <w:rFonts w:ascii="Times New Roman" w:hAnsi="Times New Roman"/>
      <w:szCs w:val="18"/>
    </w:rPr>
  </w:style>
  <w:style w:type="paragraph" w:styleId="TOC8">
    <w:name w:val="toc 8"/>
    <w:basedOn w:val="Normal"/>
    <w:next w:val="Normal"/>
    <w:autoRedefine/>
    <w:uiPriority w:val="39"/>
    <w:rsid w:val="00AF465D"/>
    <w:pPr>
      <w:spacing w:before="0"/>
      <w:ind w:left="1120"/>
      <w:jc w:val="left"/>
    </w:pPr>
    <w:rPr>
      <w:rFonts w:ascii="Times New Roman" w:hAnsi="Times New Roman"/>
      <w:szCs w:val="18"/>
    </w:rPr>
  </w:style>
  <w:style w:type="paragraph" w:styleId="TOC9">
    <w:name w:val="toc 9"/>
    <w:basedOn w:val="Normal"/>
    <w:next w:val="Normal"/>
    <w:autoRedefine/>
    <w:uiPriority w:val="39"/>
    <w:rsid w:val="00AF465D"/>
    <w:pPr>
      <w:spacing w:before="0"/>
      <w:ind w:left="1280"/>
      <w:jc w:val="left"/>
    </w:pPr>
    <w:rPr>
      <w:rFonts w:ascii="Times New Roman" w:hAnsi="Times New Roman"/>
      <w:szCs w:val="18"/>
    </w:rPr>
  </w:style>
  <w:style w:type="paragraph" w:styleId="Footer">
    <w:name w:val="footer"/>
    <w:basedOn w:val="Normal"/>
    <w:rsid w:val="00C77813"/>
    <w:pPr>
      <w:keepLines/>
      <w:tabs>
        <w:tab w:val="right" w:pos="9720"/>
      </w:tabs>
      <w:spacing w:before="0"/>
    </w:pPr>
  </w:style>
  <w:style w:type="paragraph" w:styleId="Header">
    <w:name w:val="header"/>
    <w:basedOn w:val="Normal"/>
    <w:rsid w:val="005A1BAA"/>
    <w:pPr>
      <w:keepLines/>
      <w:tabs>
        <w:tab w:val="right" w:pos="9720"/>
      </w:tabs>
      <w:spacing w:before="0"/>
    </w:pPr>
  </w:style>
  <w:style w:type="paragraph" w:customStyle="1" w:styleId="Reference">
    <w:name w:val="Reference"/>
    <w:basedOn w:val="Normal"/>
    <w:rsid w:val="00A44773"/>
    <w:pPr>
      <w:keepNext/>
      <w:keepLines/>
      <w:numPr>
        <w:numId w:val="3"/>
      </w:numPr>
      <w:jc w:val="left"/>
    </w:pPr>
  </w:style>
  <w:style w:type="paragraph" w:styleId="BodyText">
    <w:name w:val="Body Text"/>
    <w:basedOn w:val="Normal"/>
    <w:link w:val="BodyTextChar"/>
    <w:rsid w:val="00AF465D"/>
    <w:pPr>
      <w:framePr w:wrap="notBeside" w:hAnchor="margin" w:xAlign="center" w:y="11521"/>
      <w:pBdr>
        <w:top w:val="single" w:sz="6" w:space="1" w:color="auto"/>
        <w:left w:val="single" w:sz="6" w:space="1" w:color="auto"/>
        <w:bottom w:val="single" w:sz="6" w:space="1" w:color="auto"/>
        <w:right w:val="single" w:sz="6" w:space="1" w:color="auto"/>
      </w:pBdr>
      <w:spacing w:before="0"/>
      <w:jc w:val="center"/>
    </w:pPr>
  </w:style>
  <w:style w:type="character" w:customStyle="1" w:styleId="BodyTextChar">
    <w:name w:val="Body Text Char"/>
    <w:basedOn w:val="DefaultParagraphFont"/>
    <w:link w:val="BodyText"/>
    <w:rsid w:val="00197B74"/>
    <w:rPr>
      <w:rFonts w:ascii="Georgia" w:hAnsi="Georgia"/>
      <w:sz w:val="16"/>
      <w:lang w:val="en-US" w:eastAsia="en-US"/>
    </w:rPr>
  </w:style>
  <w:style w:type="paragraph" w:customStyle="1" w:styleId="ArgumentsTabShifted">
    <w:name w:val="Arguments Tab Shifted"/>
    <w:basedOn w:val="Normal"/>
    <w:next w:val="Normal"/>
    <w:rsid w:val="00AF465D"/>
    <w:pPr>
      <w:tabs>
        <w:tab w:val="left" w:pos="3969"/>
      </w:tabs>
      <w:spacing w:before="0" w:after="120"/>
      <w:ind w:left="3975" w:hanging="3690"/>
      <w:jc w:val="left"/>
    </w:pPr>
  </w:style>
  <w:style w:type="paragraph" w:styleId="Caption">
    <w:name w:val="caption"/>
    <w:basedOn w:val="Normal"/>
    <w:next w:val="Normal"/>
    <w:qFormat/>
    <w:rsid w:val="00E32EA5"/>
    <w:pPr>
      <w:keepNext/>
      <w:spacing w:after="240"/>
      <w:jc w:val="center"/>
    </w:pPr>
    <w:rPr>
      <w:b/>
      <w:sz w:val="22"/>
    </w:rPr>
  </w:style>
  <w:style w:type="character" w:customStyle="1" w:styleId="Clanguagecharacter">
    <w:name w:val="C language (character)"/>
    <w:basedOn w:val="DefaultParagraphFont"/>
    <w:rsid w:val="00B755F9"/>
    <w:rPr>
      <w:rFonts w:ascii="Consolas" w:hAnsi="Consolas"/>
      <w:noProof/>
      <w:sz w:val="16"/>
    </w:rPr>
  </w:style>
  <w:style w:type="paragraph" w:customStyle="1" w:styleId="Clanguageparagraph">
    <w:name w:val="C language (paragraph)"/>
    <w:basedOn w:val="Normal"/>
    <w:rsid w:val="00B755F9"/>
    <w:pPr>
      <w:spacing w:before="0"/>
      <w:ind w:left="284"/>
      <w:jc w:val="left"/>
    </w:pPr>
    <w:rPr>
      <w:rFonts w:ascii="Consolas" w:hAnsi="Consolas"/>
      <w:lang w:val="en-GB"/>
    </w:rPr>
  </w:style>
  <w:style w:type="paragraph" w:customStyle="1" w:styleId="NotesShifted">
    <w:name w:val="Notes Shifted"/>
    <w:basedOn w:val="Normal"/>
    <w:rsid w:val="00AF465D"/>
    <w:pPr>
      <w:spacing w:before="0" w:after="60"/>
      <w:ind w:left="568" w:hanging="284"/>
      <w:jc w:val="left"/>
    </w:pPr>
    <w:rPr>
      <w:lang w:val="en-GB"/>
    </w:rPr>
  </w:style>
  <w:style w:type="paragraph" w:customStyle="1" w:styleId="NormalShifted">
    <w:name w:val="Normal Shifted"/>
    <w:basedOn w:val="Normal"/>
    <w:rsid w:val="00AF465D"/>
    <w:pPr>
      <w:ind w:left="284"/>
    </w:pPr>
    <w:rPr>
      <w:lang w:val="en-GB"/>
    </w:rPr>
  </w:style>
  <w:style w:type="paragraph" w:customStyle="1" w:styleId="ListOfFigures">
    <w:name w:val="ListOfFigures"/>
    <w:basedOn w:val="Normal"/>
    <w:rsid w:val="00AF465D"/>
    <w:pPr>
      <w:keepNext/>
      <w:keepLines/>
      <w:pageBreakBefore/>
      <w:numPr>
        <w:numId w:val="1"/>
      </w:numPr>
      <w:jc w:val="center"/>
    </w:pPr>
    <w:rPr>
      <w:b/>
      <w:sz w:val="32"/>
    </w:rPr>
  </w:style>
  <w:style w:type="paragraph" w:styleId="TableofFigures">
    <w:name w:val="table of figures"/>
    <w:basedOn w:val="Normal"/>
    <w:next w:val="Normal"/>
    <w:uiPriority w:val="99"/>
    <w:rsid w:val="002B6D0C"/>
    <w:pPr>
      <w:spacing w:before="0"/>
      <w:ind w:left="482" w:hanging="482"/>
    </w:pPr>
  </w:style>
  <w:style w:type="paragraph" w:customStyle="1" w:styleId="ListOfTables">
    <w:name w:val="ListOfTables"/>
    <w:basedOn w:val="Normal"/>
    <w:rsid w:val="00AF465D"/>
    <w:pPr>
      <w:keepNext/>
      <w:keepLines/>
      <w:numPr>
        <w:numId w:val="2"/>
      </w:numPr>
      <w:ind w:left="357" w:hanging="357"/>
      <w:jc w:val="center"/>
    </w:pPr>
    <w:rPr>
      <w:b/>
      <w:sz w:val="32"/>
    </w:rPr>
  </w:style>
  <w:style w:type="paragraph" w:customStyle="1" w:styleId="SubTitles">
    <w:name w:val="SubTitles"/>
    <w:basedOn w:val="Normal"/>
    <w:next w:val="Normal"/>
    <w:rsid w:val="001855B4"/>
    <w:pPr>
      <w:keepNext/>
      <w:keepLines/>
      <w:spacing w:before="240" w:after="60"/>
    </w:pPr>
    <w:rPr>
      <w:b/>
      <w:color w:val="27AE60"/>
      <w:sz w:val="32"/>
      <w:lang w:val="en-GB"/>
    </w:rPr>
  </w:style>
  <w:style w:type="paragraph" w:customStyle="1" w:styleId="Appendix2">
    <w:name w:val="Appendix 2"/>
    <w:basedOn w:val="Normal"/>
    <w:next w:val="Appendix3"/>
    <w:rsid w:val="00AF465D"/>
    <w:pPr>
      <w:keepNext/>
      <w:keepLines/>
      <w:numPr>
        <w:ilvl w:val="1"/>
        <w:numId w:val="20"/>
      </w:numPr>
      <w:spacing w:before="240" w:after="120"/>
      <w:outlineLvl w:val="1"/>
    </w:pPr>
    <w:rPr>
      <w:b/>
      <w:sz w:val="24"/>
    </w:rPr>
  </w:style>
  <w:style w:type="paragraph" w:customStyle="1" w:styleId="Appendix3">
    <w:name w:val="Appendix 3"/>
    <w:basedOn w:val="Normal"/>
    <w:next w:val="Normal"/>
    <w:rsid w:val="001000E6"/>
    <w:pPr>
      <w:keepNext/>
      <w:keepLines/>
      <w:numPr>
        <w:ilvl w:val="2"/>
        <w:numId w:val="20"/>
      </w:numPr>
      <w:spacing w:before="240" w:after="120"/>
      <w:outlineLvl w:val="2"/>
    </w:pPr>
    <w:rPr>
      <w:b/>
      <w:noProof/>
    </w:rPr>
  </w:style>
  <w:style w:type="paragraph" w:customStyle="1" w:styleId="Appendix1">
    <w:name w:val="Appendix 1"/>
    <w:basedOn w:val="Normal"/>
    <w:next w:val="Appendix2"/>
    <w:rsid w:val="008836CC"/>
    <w:pPr>
      <w:keepNext/>
      <w:keepLines/>
      <w:pageBreakBefore/>
      <w:numPr>
        <w:numId w:val="20"/>
      </w:numPr>
      <w:tabs>
        <w:tab w:val="left" w:pos="1985"/>
      </w:tabs>
      <w:spacing w:before="240" w:after="120"/>
      <w:outlineLvl w:val="0"/>
    </w:pPr>
    <w:rPr>
      <w:b/>
      <w:color w:val="27AE60"/>
      <w:sz w:val="32"/>
    </w:rPr>
  </w:style>
  <w:style w:type="paragraph" w:styleId="DocumentMap">
    <w:name w:val="Document Map"/>
    <w:basedOn w:val="Normal"/>
    <w:semiHidden/>
    <w:rsid w:val="00AF465D"/>
    <w:pPr>
      <w:shd w:val="clear" w:color="auto" w:fill="000080"/>
    </w:pPr>
    <w:rPr>
      <w:rFonts w:ascii="Tahoma" w:hAnsi="Tahoma"/>
    </w:rPr>
  </w:style>
  <w:style w:type="character" w:customStyle="1" w:styleId="Noproofing">
    <w:name w:val="No proofing"/>
    <w:basedOn w:val="DefaultParagraphFont"/>
    <w:rsid w:val="00AF465D"/>
    <w:rPr>
      <w:noProof/>
    </w:rPr>
  </w:style>
  <w:style w:type="character" w:customStyle="1" w:styleId="Directoriesfilenames">
    <w:name w:val="Directories/filenames"/>
    <w:basedOn w:val="DefaultParagraphFont"/>
    <w:rsid w:val="00AF465D"/>
    <w:rPr>
      <w:i/>
      <w:noProof/>
    </w:rPr>
  </w:style>
  <w:style w:type="character" w:customStyle="1" w:styleId="Commandvariables">
    <w:name w:val="Command variables"/>
    <w:basedOn w:val="DefaultParagraphFont"/>
    <w:rsid w:val="00AF465D"/>
    <w:rPr>
      <w:b/>
      <w:i/>
      <w:noProof/>
    </w:rPr>
  </w:style>
  <w:style w:type="character" w:customStyle="1" w:styleId="Commands">
    <w:name w:val="Commands"/>
    <w:basedOn w:val="DefaultParagraphFont"/>
    <w:rsid w:val="00AF465D"/>
    <w:rPr>
      <w:b/>
      <w:noProof/>
    </w:rPr>
  </w:style>
  <w:style w:type="character" w:styleId="Hyperlink">
    <w:name w:val="Hyperlink"/>
    <w:basedOn w:val="DefaultParagraphFont"/>
    <w:uiPriority w:val="99"/>
    <w:rsid w:val="00AF465D"/>
    <w:rPr>
      <w:color w:val="0000FF"/>
      <w:u w:val="single"/>
    </w:rPr>
  </w:style>
  <w:style w:type="paragraph" w:customStyle="1" w:styleId="Table">
    <w:name w:val="Table"/>
    <w:basedOn w:val="Normal"/>
    <w:rsid w:val="00AF465D"/>
    <w:pPr>
      <w:keepNext/>
      <w:spacing w:before="40" w:after="40"/>
      <w:jc w:val="left"/>
    </w:pPr>
  </w:style>
  <w:style w:type="paragraph" w:styleId="BodyTextIndent">
    <w:name w:val="Body Text Indent"/>
    <w:basedOn w:val="Normal"/>
    <w:link w:val="BodyTextIndentChar"/>
    <w:rsid w:val="00AF465D"/>
    <w:pPr>
      <w:ind w:left="720"/>
    </w:pPr>
    <w:rPr>
      <w:lang w:val="en-GB"/>
    </w:rPr>
  </w:style>
  <w:style w:type="character" w:customStyle="1" w:styleId="BodyTextIndentChar">
    <w:name w:val="Body Text Indent Char"/>
    <w:basedOn w:val="DefaultParagraphFont"/>
    <w:link w:val="BodyTextIndent"/>
    <w:rsid w:val="008B4599"/>
    <w:rPr>
      <w:rFonts w:ascii="Georgia" w:hAnsi="Georgia"/>
      <w:sz w:val="16"/>
      <w:lang w:val="en-GB" w:eastAsia="en-US"/>
    </w:rPr>
  </w:style>
  <w:style w:type="paragraph" w:styleId="BodyTextIndent2">
    <w:name w:val="Body Text Indent 2"/>
    <w:basedOn w:val="Normal"/>
    <w:rsid w:val="00AF465D"/>
    <w:pPr>
      <w:ind w:left="1418" w:hanging="698"/>
    </w:pPr>
    <w:rPr>
      <w:lang w:val="en-GB"/>
    </w:rPr>
  </w:style>
  <w:style w:type="paragraph" w:customStyle="1" w:styleId="Bullet">
    <w:name w:val="Bullet"/>
    <w:basedOn w:val="Normal"/>
    <w:rsid w:val="00AF465D"/>
    <w:pPr>
      <w:numPr>
        <w:numId w:val="4"/>
      </w:numPr>
      <w:tabs>
        <w:tab w:val="clear" w:pos="1080"/>
        <w:tab w:val="num" w:pos="851"/>
      </w:tabs>
      <w:ind w:left="851" w:right="522" w:hanging="491"/>
      <w:jc w:val="left"/>
    </w:pPr>
    <w:rPr>
      <w:lang w:val="en-GB"/>
    </w:rPr>
  </w:style>
  <w:style w:type="paragraph" w:styleId="FootnoteText">
    <w:name w:val="footnote text"/>
    <w:basedOn w:val="Normal"/>
    <w:semiHidden/>
    <w:rsid w:val="00AF465D"/>
  </w:style>
  <w:style w:type="character" w:styleId="FootnoteReference">
    <w:name w:val="footnote reference"/>
    <w:basedOn w:val="DefaultParagraphFont"/>
    <w:semiHidden/>
    <w:rsid w:val="00AF465D"/>
    <w:rPr>
      <w:vertAlign w:val="superscript"/>
    </w:rPr>
  </w:style>
  <w:style w:type="character" w:styleId="FollowedHyperlink">
    <w:name w:val="FollowedHyperlink"/>
    <w:basedOn w:val="DefaultParagraphFont"/>
    <w:rsid w:val="00AF465D"/>
    <w:rPr>
      <w:color w:val="800080"/>
      <w:u w:val="single"/>
    </w:rPr>
  </w:style>
  <w:style w:type="paragraph" w:customStyle="1" w:styleId="AttackTreeTitle">
    <w:name w:val="Attack Tree Title"/>
    <w:basedOn w:val="Normal"/>
    <w:next w:val="AttackTreeText"/>
    <w:rsid w:val="00AF465D"/>
    <w:rPr>
      <w:rFonts w:ascii="Consolas" w:hAnsi="Consolas" w:cs="Consolas"/>
      <w:b/>
      <w:bCs/>
      <w:noProof/>
    </w:rPr>
  </w:style>
  <w:style w:type="paragraph" w:customStyle="1" w:styleId="AttackTreeText">
    <w:name w:val="Attack Tree Text"/>
    <w:basedOn w:val="Normal"/>
    <w:rsid w:val="00AF465D"/>
    <w:pPr>
      <w:jc w:val="left"/>
    </w:pPr>
    <w:rPr>
      <w:rFonts w:ascii="Consolas" w:hAnsi="Consolas" w:cs="Consolas"/>
      <w:noProof/>
    </w:rPr>
  </w:style>
  <w:style w:type="paragraph" w:styleId="NormalIndent">
    <w:name w:val="Normal Indent"/>
    <w:basedOn w:val="Normal"/>
    <w:rsid w:val="00AF465D"/>
    <w:pPr>
      <w:ind w:left="720"/>
    </w:pPr>
  </w:style>
  <w:style w:type="paragraph" w:styleId="BodyTextIndent3">
    <w:name w:val="Body Text Indent 3"/>
    <w:basedOn w:val="Normal"/>
    <w:rsid w:val="00AF465D"/>
    <w:pPr>
      <w:ind w:left="720"/>
    </w:pPr>
    <w:rPr>
      <w:lang w:val="en-GB"/>
    </w:rPr>
  </w:style>
  <w:style w:type="paragraph" w:styleId="ListBullet">
    <w:name w:val="List Bullet"/>
    <w:basedOn w:val="Normal"/>
    <w:rsid w:val="00AF465D"/>
    <w:pPr>
      <w:numPr>
        <w:numId w:val="5"/>
      </w:numPr>
      <w:spacing w:before="60"/>
    </w:pPr>
  </w:style>
  <w:style w:type="paragraph" w:styleId="NormalWeb">
    <w:name w:val="Normal (Web)"/>
    <w:basedOn w:val="Normal"/>
    <w:uiPriority w:val="99"/>
    <w:rsid w:val="00AF465D"/>
    <w:pPr>
      <w:spacing w:before="100" w:beforeAutospacing="1" w:after="100" w:afterAutospacing="1"/>
      <w:jc w:val="left"/>
    </w:pPr>
    <w:rPr>
      <w:rFonts w:ascii="Arial" w:eastAsia="Arial Unicode MS" w:hAnsi="Arial" w:cs="Arial"/>
      <w:color w:val="000000"/>
      <w:lang w:val="en-GB"/>
    </w:rPr>
  </w:style>
  <w:style w:type="character" w:styleId="CommentReference">
    <w:name w:val="annotation reference"/>
    <w:basedOn w:val="DefaultParagraphFont"/>
    <w:semiHidden/>
    <w:rsid w:val="00AF465D"/>
    <w:rPr>
      <w:sz w:val="16"/>
      <w:szCs w:val="16"/>
    </w:rPr>
  </w:style>
  <w:style w:type="paragraph" w:styleId="ListNumber">
    <w:name w:val="List Number"/>
    <w:basedOn w:val="Normal"/>
    <w:rsid w:val="00AF465D"/>
    <w:pPr>
      <w:tabs>
        <w:tab w:val="num" w:pos="3600"/>
      </w:tabs>
      <w:ind w:left="360" w:hanging="360"/>
    </w:pPr>
  </w:style>
  <w:style w:type="paragraph" w:styleId="ListNumber2">
    <w:name w:val="List Number 2"/>
    <w:basedOn w:val="Normal"/>
    <w:rsid w:val="00AF465D"/>
    <w:pPr>
      <w:tabs>
        <w:tab w:val="num" w:pos="643"/>
      </w:tabs>
      <w:ind w:left="643" w:hanging="360"/>
    </w:pPr>
  </w:style>
  <w:style w:type="character" w:styleId="LineNumber">
    <w:name w:val="line number"/>
    <w:basedOn w:val="DefaultParagraphFont"/>
    <w:rsid w:val="00AF465D"/>
  </w:style>
  <w:style w:type="paragraph" w:styleId="CommentText">
    <w:name w:val="annotation text"/>
    <w:basedOn w:val="Normal"/>
    <w:link w:val="CommentTextChar"/>
    <w:semiHidden/>
    <w:rsid w:val="00AF465D"/>
  </w:style>
  <w:style w:type="character" w:customStyle="1" w:styleId="CommentTextChar">
    <w:name w:val="Comment Text Char"/>
    <w:basedOn w:val="DefaultParagraphFont"/>
    <w:link w:val="CommentText"/>
    <w:semiHidden/>
    <w:rsid w:val="00751700"/>
    <w:rPr>
      <w:rFonts w:ascii="Georgia" w:hAnsi="Georgia"/>
      <w:sz w:val="16"/>
      <w:lang w:val="en-US" w:eastAsia="en-US"/>
    </w:rPr>
  </w:style>
  <w:style w:type="paragraph" w:styleId="ListBullet2">
    <w:name w:val="List Bullet 2"/>
    <w:basedOn w:val="Normal"/>
    <w:rsid w:val="00AF465D"/>
    <w:pPr>
      <w:tabs>
        <w:tab w:val="num" w:pos="643"/>
      </w:tabs>
      <w:ind w:left="643" w:hanging="360"/>
    </w:pPr>
  </w:style>
  <w:style w:type="paragraph" w:customStyle="1" w:styleId="Textedebulles1">
    <w:name w:val="Texte de bulles1"/>
    <w:basedOn w:val="Normal"/>
    <w:semiHidden/>
    <w:rsid w:val="00AF465D"/>
    <w:rPr>
      <w:rFonts w:ascii="Tahoma" w:hAnsi="Tahoma" w:cs="Tahoma"/>
      <w:szCs w:val="16"/>
    </w:rPr>
  </w:style>
  <w:style w:type="paragraph" w:customStyle="1" w:styleId="CellList1">
    <w:name w:val="Cell List 1"/>
    <w:basedOn w:val="Normal"/>
    <w:rsid w:val="00AF465D"/>
    <w:pPr>
      <w:keepLines/>
      <w:tabs>
        <w:tab w:val="num" w:pos="360"/>
      </w:tabs>
      <w:spacing w:before="0"/>
      <w:ind w:left="360" w:hanging="360"/>
      <w:jc w:val="left"/>
    </w:pPr>
    <w:rPr>
      <w:rFonts w:ascii="Times New Roman" w:hAnsi="Times New Roman"/>
    </w:rPr>
  </w:style>
  <w:style w:type="paragraph" w:customStyle="1" w:styleId="FigureRef">
    <w:name w:val="FigureRef"/>
    <w:basedOn w:val="Normal"/>
    <w:rsid w:val="00AF465D"/>
    <w:pPr>
      <w:keepLines/>
      <w:tabs>
        <w:tab w:val="num" w:pos="1080"/>
      </w:tabs>
      <w:spacing w:before="240" w:after="240"/>
      <w:ind w:left="360" w:hanging="360"/>
      <w:jc w:val="center"/>
    </w:pPr>
    <w:rPr>
      <w:rFonts w:ascii="Helvetica" w:hAnsi="Helvetica"/>
      <w:sz w:val="22"/>
    </w:rPr>
  </w:style>
  <w:style w:type="paragraph" w:customStyle="1" w:styleId="Index">
    <w:name w:val="Index"/>
    <w:basedOn w:val="Normal"/>
    <w:next w:val="Normal"/>
    <w:rsid w:val="00AF465D"/>
    <w:pPr>
      <w:pageBreakBefore/>
      <w:tabs>
        <w:tab w:val="num" w:pos="720"/>
      </w:tabs>
      <w:spacing w:before="0" w:after="120"/>
      <w:ind w:left="357" w:hanging="357"/>
    </w:pPr>
    <w:rPr>
      <w:b/>
      <w:sz w:val="24"/>
    </w:rPr>
  </w:style>
  <w:style w:type="paragraph" w:styleId="ListBullet3">
    <w:name w:val="List Bullet 3"/>
    <w:basedOn w:val="Normal"/>
    <w:rsid w:val="00AF465D"/>
    <w:pPr>
      <w:tabs>
        <w:tab w:val="num" w:pos="926"/>
      </w:tabs>
      <w:spacing w:before="0"/>
      <w:ind w:left="926" w:hanging="360"/>
      <w:jc w:val="left"/>
    </w:pPr>
    <w:rPr>
      <w:rFonts w:ascii="Times New Roman" w:hAnsi="Times New Roman"/>
      <w:sz w:val="22"/>
    </w:rPr>
  </w:style>
  <w:style w:type="paragraph" w:styleId="ListBullet4">
    <w:name w:val="List Bullet 4"/>
    <w:basedOn w:val="Normal"/>
    <w:autoRedefine/>
    <w:rsid w:val="00AF465D"/>
    <w:pPr>
      <w:tabs>
        <w:tab w:val="num" w:pos="1209"/>
      </w:tabs>
      <w:spacing w:before="0"/>
      <w:ind w:left="1209" w:hanging="360"/>
      <w:jc w:val="left"/>
    </w:pPr>
    <w:rPr>
      <w:rFonts w:ascii="Times New Roman" w:hAnsi="Times New Roman"/>
      <w:sz w:val="22"/>
    </w:rPr>
  </w:style>
  <w:style w:type="paragraph" w:styleId="ListBullet5">
    <w:name w:val="List Bullet 5"/>
    <w:basedOn w:val="Normal"/>
    <w:autoRedefine/>
    <w:rsid w:val="00AF465D"/>
    <w:pPr>
      <w:tabs>
        <w:tab w:val="num" w:pos="1492"/>
      </w:tabs>
      <w:spacing w:before="0"/>
      <w:ind w:left="1492" w:hanging="360"/>
      <w:jc w:val="left"/>
    </w:pPr>
    <w:rPr>
      <w:rFonts w:ascii="Times New Roman" w:hAnsi="Times New Roman"/>
      <w:sz w:val="22"/>
    </w:rPr>
  </w:style>
  <w:style w:type="paragraph" w:styleId="ListNumber3">
    <w:name w:val="List Number 3"/>
    <w:basedOn w:val="Normal"/>
    <w:rsid w:val="00AF465D"/>
    <w:pPr>
      <w:tabs>
        <w:tab w:val="num" w:pos="926"/>
      </w:tabs>
      <w:spacing w:before="0"/>
      <w:ind w:left="926" w:hanging="360"/>
      <w:jc w:val="left"/>
    </w:pPr>
    <w:rPr>
      <w:rFonts w:ascii="Times New Roman" w:hAnsi="Times New Roman"/>
      <w:sz w:val="22"/>
    </w:rPr>
  </w:style>
  <w:style w:type="paragraph" w:styleId="ListNumber4">
    <w:name w:val="List Number 4"/>
    <w:basedOn w:val="Normal"/>
    <w:rsid w:val="00AF465D"/>
    <w:pPr>
      <w:tabs>
        <w:tab w:val="num" w:pos="1209"/>
      </w:tabs>
      <w:spacing w:before="0"/>
      <w:ind w:left="1209" w:hanging="360"/>
      <w:jc w:val="left"/>
    </w:pPr>
    <w:rPr>
      <w:rFonts w:ascii="Times New Roman" w:hAnsi="Times New Roman"/>
      <w:sz w:val="22"/>
    </w:rPr>
  </w:style>
  <w:style w:type="paragraph" w:styleId="ListNumber5">
    <w:name w:val="List Number 5"/>
    <w:basedOn w:val="Normal"/>
    <w:rsid w:val="00AF465D"/>
    <w:pPr>
      <w:tabs>
        <w:tab w:val="num" w:pos="1492"/>
      </w:tabs>
      <w:spacing w:before="0"/>
      <w:ind w:left="1492" w:hanging="360"/>
      <w:jc w:val="left"/>
    </w:pPr>
    <w:rPr>
      <w:rFonts w:ascii="Times New Roman" w:hAnsi="Times New Roman"/>
      <w:sz w:val="22"/>
    </w:rPr>
  </w:style>
  <w:style w:type="paragraph" w:customStyle="1" w:styleId="Liste1">
    <w:name w:val="Liste 1"/>
    <w:basedOn w:val="Normal"/>
    <w:rsid w:val="00AF465D"/>
    <w:pPr>
      <w:tabs>
        <w:tab w:val="num" w:pos="360"/>
      </w:tabs>
      <w:spacing w:before="0"/>
      <w:ind w:left="288" w:hanging="288"/>
    </w:pPr>
    <w:rPr>
      <w:rFonts w:ascii="Times New Roman" w:hAnsi="Times New Roman"/>
      <w:sz w:val="22"/>
    </w:rPr>
  </w:style>
  <w:style w:type="paragraph" w:styleId="List2">
    <w:name w:val="List 2"/>
    <w:basedOn w:val="Liste1"/>
    <w:rsid w:val="00AF465D"/>
    <w:pPr>
      <w:tabs>
        <w:tab w:val="clear" w:pos="360"/>
        <w:tab w:val="num" w:pos="431"/>
        <w:tab w:val="num" w:pos="720"/>
      </w:tabs>
      <w:ind w:left="720" w:hanging="431"/>
    </w:pPr>
  </w:style>
  <w:style w:type="paragraph" w:styleId="BodyText2">
    <w:name w:val="Body Text 2"/>
    <w:basedOn w:val="Normal"/>
    <w:rsid w:val="00AF465D"/>
    <w:rPr>
      <w:i/>
      <w:iCs/>
    </w:rPr>
  </w:style>
  <w:style w:type="paragraph" w:styleId="Title">
    <w:name w:val="Title"/>
    <w:basedOn w:val="Normal"/>
    <w:qFormat/>
    <w:rsid w:val="00732603"/>
    <w:pPr>
      <w:spacing w:before="480"/>
      <w:jc w:val="center"/>
    </w:pPr>
    <w:rPr>
      <w:rFonts w:ascii="Arial Rounded MT Bold" w:hAnsi="Arial Rounded MT Bold"/>
      <w:bCs/>
      <w:sz w:val="40"/>
    </w:rPr>
  </w:style>
  <w:style w:type="paragraph" w:styleId="BodyText3">
    <w:name w:val="Body Text 3"/>
    <w:basedOn w:val="Normal"/>
    <w:rsid w:val="00AF465D"/>
    <w:pPr>
      <w:spacing w:before="480"/>
      <w:jc w:val="center"/>
    </w:pPr>
    <w:rPr>
      <w:b/>
      <w:sz w:val="32"/>
    </w:rPr>
  </w:style>
  <w:style w:type="paragraph" w:customStyle="1" w:styleId="Req">
    <w:name w:val="Req"/>
    <w:basedOn w:val="Normal"/>
    <w:rsid w:val="00AF465D"/>
    <w:pPr>
      <w:tabs>
        <w:tab w:val="num" w:pos="360"/>
      </w:tabs>
      <w:ind w:left="360" w:hanging="360"/>
    </w:pPr>
    <w:rPr>
      <w:i/>
    </w:rPr>
  </w:style>
  <w:style w:type="paragraph" w:customStyle="1" w:styleId="Requirement">
    <w:name w:val="Requirement"/>
    <w:basedOn w:val="Normal"/>
    <w:rsid w:val="00AF465D"/>
  </w:style>
  <w:style w:type="paragraph" w:customStyle="1" w:styleId="Requirementcont">
    <w:name w:val="Requirement cont"/>
    <w:basedOn w:val="Normal"/>
    <w:rsid w:val="00AF465D"/>
    <w:pPr>
      <w:ind w:left="2019"/>
    </w:pPr>
    <w:rPr>
      <w:b/>
      <w:bCs/>
    </w:rPr>
  </w:style>
  <w:style w:type="paragraph" w:customStyle="1" w:styleId="TableContent">
    <w:name w:val="TableContent"/>
    <w:basedOn w:val="Normal"/>
    <w:rsid w:val="00AF465D"/>
    <w:pPr>
      <w:spacing w:before="40" w:after="40"/>
      <w:jc w:val="left"/>
    </w:pPr>
    <w:rPr>
      <w:rFonts w:cs="Consolas"/>
      <w:lang w:val="en-GB"/>
    </w:rPr>
  </w:style>
  <w:style w:type="paragraph" w:customStyle="1" w:styleId="TableCentered">
    <w:name w:val="TableCentered"/>
    <w:basedOn w:val="Normal"/>
    <w:autoRedefine/>
    <w:rsid w:val="00AF465D"/>
    <w:pPr>
      <w:spacing w:before="40" w:after="40"/>
      <w:jc w:val="center"/>
    </w:pPr>
  </w:style>
  <w:style w:type="character" w:customStyle="1" w:styleId="SubTitlesChar">
    <w:name w:val="SubTitles Char"/>
    <w:basedOn w:val="DefaultParagraphFont"/>
    <w:rsid w:val="00AF465D"/>
    <w:rPr>
      <w:rFonts w:ascii="Verdana" w:hAnsi="Verdana"/>
      <w:b/>
      <w:lang w:val="en-GB" w:eastAsia="en-US" w:bidi="ar-SA"/>
    </w:rPr>
  </w:style>
  <w:style w:type="character" w:customStyle="1" w:styleId="TableOfContentsChar">
    <w:name w:val="TableOfContents Char"/>
    <w:basedOn w:val="DefaultParagraphFont"/>
    <w:rsid w:val="009C1197"/>
    <w:rPr>
      <w:rFonts w:ascii="Arial Rounded MT Bold" w:hAnsi="Arial Rounded MT Bold"/>
      <w:b/>
      <w:sz w:val="32"/>
      <w:lang w:val="en-US" w:eastAsia="en-US" w:bidi="ar-SA"/>
    </w:rPr>
  </w:style>
  <w:style w:type="paragraph" w:customStyle="1" w:styleId="TableTitle">
    <w:name w:val="TableTitle"/>
    <w:basedOn w:val="Normal"/>
    <w:autoRedefine/>
    <w:rsid w:val="00E32EA5"/>
    <w:pPr>
      <w:spacing w:before="40" w:after="40"/>
      <w:jc w:val="left"/>
    </w:pPr>
    <w:rPr>
      <w:b/>
      <w:sz w:val="22"/>
    </w:rPr>
  </w:style>
  <w:style w:type="paragraph" w:customStyle="1" w:styleId="RequirementSubTitle">
    <w:name w:val="RequirementSubTitle"/>
    <w:basedOn w:val="Requirementcont"/>
    <w:rsid w:val="00AF465D"/>
    <w:pPr>
      <w:ind w:left="1440"/>
    </w:pPr>
  </w:style>
  <w:style w:type="paragraph" w:customStyle="1" w:styleId="UnnumberedTitle">
    <w:name w:val="UnnumberedTitle"/>
    <w:basedOn w:val="ListOfFigures"/>
    <w:rsid w:val="00AF465D"/>
  </w:style>
  <w:style w:type="paragraph" w:customStyle="1" w:styleId="RequestForComment">
    <w:name w:val="RequestForComment"/>
    <w:basedOn w:val="Normal"/>
    <w:next w:val="Normal"/>
    <w:rsid w:val="00AF465D"/>
    <w:pPr>
      <w:shd w:val="clear" w:color="auto" w:fill="FFFF99"/>
    </w:pPr>
    <w:rPr>
      <w:rFonts w:ascii="Times New Roman" w:hAnsi="Times New Roman"/>
      <w:i/>
    </w:rPr>
  </w:style>
  <w:style w:type="paragraph" w:customStyle="1" w:styleId="MPEGSyntax">
    <w:name w:val="MPEG Syntax"/>
    <w:basedOn w:val="TableContent"/>
    <w:rsid w:val="00AF465D"/>
    <w:pPr>
      <w:tabs>
        <w:tab w:val="left" w:pos="340"/>
        <w:tab w:val="left" w:pos="680"/>
        <w:tab w:val="left" w:pos="1021"/>
        <w:tab w:val="left" w:pos="1361"/>
      </w:tabs>
      <w:spacing w:before="0" w:after="0"/>
    </w:pPr>
  </w:style>
  <w:style w:type="paragraph" w:customStyle="1" w:styleId="MPEGBits">
    <w:name w:val="MPEG Bits"/>
    <w:basedOn w:val="MPEGSyntax"/>
    <w:rsid w:val="00AF465D"/>
    <w:pPr>
      <w:tabs>
        <w:tab w:val="clear" w:pos="340"/>
        <w:tab w:val="clear" w:pos="680"/>
        <w:tab w:val="clear" w:pos="1021"/>
        <w:tab w:val="clear" w:pos="1361"/>
        <w:tab w:val="right" w:pos="567"/>
      </w:tabs>
    </w:pPr>
  </w:style>
  <w:style w:type="paragraph" w:customStyle="1" w:styleId="PseudoCode">
    <w:name w:val="PseudoCode"/>
    <w:basedOn w:val="Normal"/>
    <w:rsid w:val="00AF465D"/>
    <w:pPr>
      <w:tabs>
        <w:tab w:val="left" w:pos="1134"/>
        <w:tab w:val="left" w:pos="1701"/>
        <w:tab w:val="left" w:pos="2268"/>
        <w:tab w:val="left" w:pos="2835"/>
      </w:tabs>
      <w:spacing w:before="0"/>
      <w:ind w:left="567"/>
      <w:jc w:val="left"/>
    </w:pPr>
    <w:rPr>
      <w:lang w:val="en-GB"/>
    </w:rPr>
  </w:style>
  <w:style w:type="paragraph" w:customStyle="1" w:styleId="Appendix4">
    <w:name w:val="Appendix 4"/>
    <w:basedOn w:val="Appendix3"/>
    <w:rsid w:val="00AF465D"/>
    <w:pPr>
      <w:numPr>
        <w:ilvl w:val="3"/>
      </w:numPr>
    </w:pPr>
    <w:rPr>
      <w:sz w:val="18"/>
      <w:lang w:val="en-GB"/>
    </w:rPr>
  </w:style>
  <w:style w:type="paragraph" w:styleId="BlockText">
    <w:name w:val="Block Text"/>
    <w:basedOn w:val="Normal"/>
    <w:rsid w:val="00AF465D"/>
    <w:pPr>
      <w:ind w:left="851" w:right="1230"/>
    </w:pPr>
    <w:rPr>
      <w:lang w:val="en-GB"/>
    </w:rPr>
  </w:style>
  <w:style w:type="paragraph" w:customStyle="1" w:styleId="OptionName">
    <w:name w:val="Option Name"/>
    <w:basedOn w:val="Normal"/>
    <w:next w:val="OptionDescription"/>
    <w:link w:val="OptionNameCar"/>
    <w:rsid w:val="00120F2A"/>
    <w:pPr>
      <w:keepNext/>
      <w:ind w:left="284"/>
      <w:jc w:val="left"/>
    </w:pPr>
    <w:rPr>
      <w:rFonts w:ascii="Consolas" w:hAnsi="Consolas" w:cs="Consolas"/>
      <w:b/>
      <w:bCs/>
      <w:lang w:val="en-GB"/>
    </w:rPr>
  </w:style>
  <w:style w:type="paragraph" w:customStyle="1" w:styleId="OptionDescription">
    <w:name w:val="Option Description"/>
    <w:basedOn w:val="Normal"/>
    <w:link w:val="OptionDescriptionCar"/>
    <w:rsid w:val="00F85203"/>
    <w:pPr>
      <w:spacing w:before="60"/>
      <w:ind w:left="709"/>
    </w:pPr>
    <w:rPr>
      <w:lang w:val="en-GB"/>
    </w:rPr>
  </w:style>
  <w:style w:type="character" w:customStyle="1" w:styleId="OptionDescriptionCar">
    <w:name w:val="Option Description Car"/>
    <w:basedOn w:val="DefaultParagraphFont"/>
    <w:link w:val="OptionDescription"/>
    <w:rsid w:val="00F85203"/>
    <w:rPr>
      <w:rFonts w:ascii="Cambria" w:hAnsi="Cambria"/>
      <w:lang w:val="en-GB" w:eastAsia="en-US"/>
    </w:rPr>
  </w:style>
  <w:style w:type="character" w:customStyle="1" w:styleId="OptionNameCar">
    <w:name w:val="Option Name Car"/>
    <w:basedOn w:val="DefaultParagraphFont"/>
    <w:link w:val="OptionName"/>
    <w:rsid w:val="00120F2A"/>
    <w:rPr>
      <w:rFonts w:ascii="Consolas" w:hAnsi="Consolas" w:cs="Consolas"/>
      <w:b/>
      <w:bCs/>
      <w:lang w:val="en-GB" w:eastAsia="en-US"/>
    </w:rPr>
  </w:style>
  <w:style w:type="paragraph" w:customStyle="1" w:styleId="UsageTitle">
    <w:name w:val="Usage Title"/>
    <w:basedOn w:val="Normal"/>
    <w:next w:val="UsageSyntax"/>
    <w:rsid w:val="00B05BBB"/>
    <w:pPr>
      <w:keepNext/>
    </w:pPr>
    <w:rPr>
      <w:b/>
      <w:bCs/>
      <w:sz w:val="22"/>
      <w:lang w:val="fr-FR"/>
    </w:rPr>
  </w:style>
  <w:style w:type="paragraph" w:customStyle="1" w:styleId="UsageSyntax">
    <w:name w:val="Usage Syntax"/>
    <w:basedOn w:val="Normal"/>
    <w:rsid w:val="00D97096"/>
    <w:pPr>
      <w:ind w:left="284"/>
      <w:jc w:val="left"/>
    </w:pPr>
    <w:rPr>
      <w:rFonts w:ascii="Consolas" w:hAnsi="Consolas" w:cs="Consolas"/>
      <w:noProof/>
      <w:lang w:val="fr-FR"/>
    </w:rPr>
  </w:style>
  <w:style w:type="paragraph" w:customStyle="1" w:styleId="Example">
    <w:name w:val="Example"/>
    <w:basedOn w:val="UsageSyntax"/>
    <w:rsid w:val="00F94614"/>
    <w:pPr>
      <w:contextualSpacing/>
    </w:pPr>
    <w:rPr>
      <w:sz w:val="18"/>
      <w:lang w:val="en-GB"/>
    </w:rPr>
  </w:style>
  <w:style w:type="paragraph" w:customStyle="1" w:styleId="TableContentPacked">
    <w:name w:val="TableContentPacked"/>
    <w:basedOn w:val="TableContent"/>
    <w:rsid w:val="00732603"/>
    <w:pPr>
      <w:spacing w:before="0" w:after="0"/>
    </w:pPr>
  </w:style>
  <w:style w:type="paragraph" w:customStyle="1" w:styleId="StyleOptionNameItalique">
    <w:name w:val="Style Option Name + Italique"/>
    <w:basedOn w:val="OptionName"/>
    <w:link w:val="StyleOptionNameItaliqueCar"/>
    <w:rsid w:val="00A6771E"/>
    <w:rPr>
      <w:i/>
      <w:iCs/>
    </w:rPr>
  </w:style>
  <w:style w:type="character" w:customStyle="1" w:styleId="StyleOptionNameItaliqueCar">
    <w:name w:val="Style Option Name + Italique Car"/>
    <w:basedOn w:val="OptionNameCar"/>
    <w:link w:val="StyleOptionNameItalique"/>
    <w:rsid w:val="00A6771E"/>
    <w:rPr>
      <w:rFonts w:ascii="Consolas" w:hAnsi="Consolas" w:cs="Consolas"/>
      <w:b/>
      <w:bCs/>
      <w:i/>
      <w:iCs/>
      <w:sz w:val="18"/>
      <w:lang w:val="en-GB" w:eastAsia="en-US" w:bidi="ar-SA"/>
    </w:rPr>
  </w:style>
  <w:style w:type="paragraph" w:customStyle="1" w:styleId="Listesanspuce">
    <w:name w:val="Liste sans puce"/>
    <w:basedOn w:val="ListBullet"/>
    <w:rsid w:val="001C09A2"/>
    <w:pPr>
      <w:numPr>
        <w:numId w:val="0"/>
      </w:numPr>
      <w:ind w:left="357"/>
    </w:pPr>
  </w:style>
  <w:style w:type="table" w:styleId="TableGrid">
    <w:name w:val="Table Grid"/>
    <w:basedOn w:val="TableNormal"/>
    <w:rsid w:val="007A6E5C"/>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ectionTitle">
    <w:name w:val="Reference Section Title"/>
    <w:basedOn w:val="Heading2"/>
    <w:next w:val="Normal"/>
    <w:rsid w:val="003149C4"/>
    <w:pPr>
      <w:pageBreakBefore/>
      <w:numPr>
        <w:ilvl w:val="0"/>
        <w:numId w:val="8"/>
      </w:numPr>
      <w:pBdr>
        <w:bottom w:val="single" w:sz="4" w:space="1" w:color="auto"/>
      </w:pBdr>
      <w:tabs>
        <w:tab w:val="clear" w:pos="720"/>
        <w:tab w:val="num" w:pos="284"/>
      </w:tabs>
      <w:ind w:left="284" w:hanging="284"/>
    </w:pPr>
    <w:rPr>
      <w:color w:val="25AF60"/>
      <w:lang w:val="en-GB"/>
    </w:rPr>
  </w:style>
  <w:style w:type="paragraph" w:styleId="BalloonText">
    <w:name w:val="Balloon Text"/>
    <w:basedOn w:val="Normal"/>
    <w:link w:val="BalloonTextChar"/>
    <w:rsid w:val="00B978E4"/>
    <w:pPr>
      <w:spacing w:before="0"/>
    </w:pPr>
    <w:rPr>
      <w:rFonts w:ascii="Tahoma" w:hAnsi="Tahoma" w:cs="Tahoma"/>
      <w:szCs w:val="16"/>
    </w:rPr>
  </w:style>
  <w:style w:type="character" w:customStyle="1" w:styleId="BalloonTextChar">
    <w:name w:val="Balloon Text Char"/>
    <w:basedOn w:val="DefaultParagraphFont"/>
    <w:link w:val="BalloonText"/>
    <w:rsid w:val="00B978E4"/>
    <w:rPr>
      <w:rFonts w:ascii="Tahoma" w:hAnsi="Tahoma" w:cs="Tahoma"/>
      <w:sz w:val="16"/>
      <w:szCs w:val="16"/>
      <w:lang w:val="en-US" w:eastAsia="en-US"/>
    </w:rPr>
  </w:style>
  <w:style w:type="paragraph" w:styleId="ListParagraph">
    <w:name w:val="List Paragraph"/>
    <w:basedOn w:val="Normal"/>
    <w:uiPriority w:val="34"/>
    <w:qFormat/>
    <w:rsid w:val="00C8476B"/>
    <w:pPr>
      <w:ind w:left="720"/>
      <w:contextualSpacing/>
    </w:pPr>
  </w:style>
  <w:style w:type="paragraph" w:styleId="Revision">
    <w:name w:val="Revision"/>
    <w:hidden/>
    <w:uiPriority w:val="99"/>
    <w:semiHidden/>
    <w:rsid w:val="003822E4"/>
    <w:rPr>
      <w:rFonts w:ascii="Cambria" w:hAnsi="Cambria"/>
      <w:lang w:val="en-US" w:eastAsia="en-US"/>
    </w:rPr>
  </w:style>
  <w:style w:type="paragraph" w:customStyle="1" w:styleId="p1">
    <w:name w:val="p1"/>
    <w:basedOn w:val="Normal"/>
    <w:rsid w:val="00F85203"/>
    <w:pPr>
      <w:shd w:val="clear" w:color="auto" w:fill="FFFFFF"/>
      <w:spacing w:before="0"/>
      <w:jc w:val="left"/>
    </w:pPr>
    <w:rPr>
      <w:rFonts w:ascii="Menlo" w:hAnsi="Menlo" w:cs="Menlo"/>
      <w:color w:val="000000"/>
      <w:lang w:val="fr-FR" w:eastAsia="fr-FR"/>
    </w:rPr>
  </w:style>
  <w:style w:type="character" w:customStyle="1" w:styleId="s1">
    <w:name w:val="s1"/>
    <w:basedOn w:val="DefaultParagraphFont"/>
    <w:rsid w:val="00F85203"/>
  </w:style>
  <w:style w:type="character" w:customStyle="1" w:styleId="apple-converted-space">
    <w:name w:val="apple-converted-space"/>
    <w:basedOn w:val="DefaultParagraphFont"/>
    <w:rsid w:val="00F85203"/>
  </w:style>
  <w:style w:type="paragraph" w:customStyle="1" w:styleId="p2">
    <w:name w:val="p2"/>
    <w:basedOn w:val="Normal"/>
    <w:rsid w:val="0026184E"/>
    <w:pPr>
      <w:shd w:val="clear" w:color="auto" w:fill="FFFFFF"/>
      <w:spacing w:before="0"/>
      <w:jc w:val="left"/>
    </w:pPr>
    <w:rPr>
      <w:rFonts w:ascii="Menlo" w:hAnsi="Menlo" w:cs="Menlo"/>
      <w:color w:val="000000"/>
      <w:lang w:val="fr-FR" w:eastAsia="fr-FR"/>
    </w:rPr>
  </w:style>
  <w:style w:type="paragraph" w:customStyle="1" w:styleId="Spacedlist">
    <w:name w:val="Spaced list"/>
    <w:basedOn w:val="ListParagraph"/>
    <w:qFormat/>
    <w:rsid w:val="00AA564F"/>
    <w:pPr>
      <w:numPr>
        <w:numId w:val="12"/>
      </w:numPr>
      <w:contextualSpacing w:val="0"/>
    </w:pPr>
  </w:style>
  <w:style w:type="character" w:customStyle="1" w:styleId="StyleConsolas">
    <w:name w:val="Style Consolas"/>
    <w:basedOn w:val="DefaultParagraphFont"/>
    <w:rsid w:val="001E1625"/>
    <w:rPr>
      <w:rFonts w:ascii="Consolas" w:hAnsi="Consolas"/>
    </w:rPr>
  </w:style>
  <w:style w:type="character" w:customStyle="1" w:styleId="Mentionnonrsolue1">
    <w:name w:val="Mention non résolue1"/>
    <w:basedOn w:val="DefaultParagraphFont"/>
    <w:uiPriority w:val="99"/>
    <w:semiHidden/>
    <w:unhideWhenUsed/>
    <w:rsid w:val="00354648"/>
    <w:rPr>
      <w:color w:val="808080"/>
      <w:shd w:val="clear" w:color="auto" w:fill="E6E6E6"/>
    </w:rPr>
  </w:style>
  <w:style w:type="character" w:customStyle="1" w:styleId="StyleConsolas1">
    <w:name w:val="Style Consolas1"/>
    <w:basedOn w:val="DefaultParagraphFont"/>
    <w:rsid w:val="00FF0BFF"/>
    <w:rPr>
      <w:rFonts w:ascii="Consolas" w:hAnsi="Consolas"/>
    </w:rPr>
  </w:style>
  <w:style w:type="numbering" w:customStyle="1" w:styleId="Appendices">
    <w:name w:val="Appendices"/>
    <w:uiPriority w:val="99"/>
    <w:rsid w:val="000D78D0"/>
    <w:pPr>
      <w:numPr>
        <w:numId w:val="19"/>
      </w:numPr>
    </w:pPr>
  </w:style>
  <w:style w:type="character" w:customStyle="1" w:styleId="Mentionnonrsolue2">
    <w:name w:val="Mention non résolue2"/>
    <w:basedOn w:val="DefaultParagraphFont"/>
    <w:uiPriority w:val="99"/>
    <w:semiHidden/>
    <w:unhideWhenUsed/>
    <w:rsid w:val="00470626"/>
    <w:rPr>
      <w:color w:val="605E5C"/>
      <w:shd w:val="clear" w:color="auto" w:fill="E1DFDD"/>
    </w:rPr>
  </w:style>
  <w:style w:type="character" w:customStyle="1" w:styleId="Mentionnonrsolue3">
    <w:name w:val="Mention non résolue3"/>
    <w:basedOn w:val="DefaultParagraphFont"/>
    <w:uiPriority w:val="99"/>
    <w:semiHidden/>
    <w:unhideWhenUsed/>
    <w:rsid w:val="004E2258"/>
    <w:rPr>
      <w:color w:val="605E5C"/>
      <w:shd w:val="clear" w:color="auto" w:fill="E1DFDD"/>
    </w:rPr>
  </w:style>
  <w:style w:type="character" w:styleId="Emphasis">
    <w:name w:val="Emphasis"/>
    <w:basedOn w:val="DefaultParagraphFont"/>
    <w:uiPriority w:val="20"/>
    <w:qFormat/>
    <w:rsid w:val="00A54A15"/>
    <w:rPr>
      <w:i/>
      <w:iCs/>
    </w:rPr>
  </w:style>
  <w:style w:type="character" w:styleId="HTMLCode">
    <w:name w:val="HTML Code"/>
    <w:basedOn w:val="DefaultParagraphFont"/>
    <w:uiPriority w:val="99"/>
    <w:semiHidden/>
    <w:unhideWhenUsed/>
    <w:rsid w:val="00A54A15"/>
    <w:rPr>
      <w:rFonts w:ascii="Courier New" w:eastAsia="Times New Roman" w:hAnsi="Courier New" w:cs="Courier New"/>
      <w:sz w:val="20"/>
      <w:szCs w:val="20"/>
    </w:rPr>
  </w:style>
  <w:style w:type="character" w:styleId="Strong">
    <w:name w:val="Strong"/>
    <w:basedOn w:val="DefaultParagraphFont"/>
    <w:uiPriority w:val="22"/>
    <w:qFormat/>
    <w:rsid w:val="00A54A15"/>
    <w:rPr>
      <w:b/>
      <w:bCs/>
    </w:rPr>
  </w:style>
  <w:style w:type="character" w:customStyle="1" w:styleId="Mentionnonrsolue4">
    <w:name w:val="Mention non résolue4"/>
    <w:basedOn w:val="DefaultParagraphFont"/>
    <w:uiPriority w:val="99"/>
    <w:semiHidden/>
    <w:unhideWhenUsed/>
    <w:rsid w:val="003A1D42"/>
    <w:rPr>
      <w:color w:val="605E5C"/>
      <w:shd w:val="clear" w:color="auto" w:fill="E1DFDD"/>
    </w:rPr>
  </w:style>
  <w:style w:type="character" w:customStyle="1" w:styleId="Codeintext">
    <w:name w:val="Code in text"/>
    <w:basedOn w:val="DefaultParagraphFont"/>
    <w:uiPriority w:val="1"/>
    <w:qFormat/>
    <w:rsid w:val="007F7550"/>
    <w:rPr>
      <w:rFonts w:ascii="Consolas" w:hAnsi="Consolas"/>
    </w:rPr>
  </w:style>
  <w:style w:type="character" w:customStyle="1" w:styleId="Mentionnonrsolue5">
    <w:name w:val="Mention non résolue5"/>
    <w:basedOn w:val="DefaultParagraphFont"/>
    <w:uiPriority w:val="99"/>
    <w:semiHidden/>
    <w:unhideWhenUsed/>
    <w:rsid w:val="006F5380"/>
    <w:rPr>
      <w:color w:val="605E5C"/>
      <w:shd w:val="clear" w:color="auto" w:fill="E1DFDD"/>
    </w:rPr>
  </w:style>
  <w:style w:type="character" w:customStyle="1" w:styleId="Mentionnonrsolue6">
    <w:name w:val="Mention non résolue6"/>
    <w:basedOn w:val="DefaultParagraphFont"/>
    <w:uiPriority w:val="99"/>
    <w:semiHidden/>
    <w:unhideWhenUsed/>
    <w:rsid w:val="00A45E9A"/>
    <w:rPr>
      <w:color w:val="605E5C"/>
      <w:shd w:val="clear" w:color="auto" w:fill="E1DFDD"/>
    </w:rPr>
  </w:style>
  <w:style w:type="character" w:customStyle="1" w:styleId="Mentionnonrsolue7">
    <w:name w:val="Mention non résolue7"/>
    <w:basedOn w:val="DefaultParagraphFont"/>
    <w:uiPriority w:val="99"/>
    <w:semiHidden/>
    <w:unhideWhenUsed/>
    <w:rsid w:val="00121FFB"/>
    <w:rPr>
      <w:color w:val="605E5C"/>
      <w:shd w:val="clear" w:color="auto" w:fill="E1DFDD"/>
    </w:rPr>
  </w:style>
  <w:style w:type="character" w:customStyle="1" w:styleId="Mentionnonrsolue8">
    <w:name w:val="Mention non résolue8"/>
    <w:basedOn w:val="DefaultParagraphFont"/>
    <w:uiPriority w:val="99"/>
    <w:semiHidden/>
    <w:unhideWhenUsed/>
    <w:rsid w:val="00FF720B"/>
    <w:rPr>
      <w:color w:val="605E5C"/>
      <w:shd w:val="clear" w:color="auto" w:fill="E1DFDD"/>
    </w:rPr>
  </w:style>
  <w:style w:type="character" w:customStyle="1" w:styleId="Mentionnonrsolue9">
    <w:name w:val="Mention non résolue9"/>
    <w:basedOn w:val="DefaultParagraphFont"/>
    <w:uiPriority w:val="99"/>
    <w:semiHidden/>
    <w:unhideWhenUsed/>
    <w:rsid w:val="00A3203C"/>
    <w:rPr>
      <w:color w:val="605E5C"/>
      <w:shd w:val="clear" w:color="auto" w:fill="E1DFDD"/>
    </w:rPr>
  </w:style>
  <w:style w:type="character" w:customStyle="1" w:styleId="Mentionnonrsolue10">
    <w:name w:val="Mention non résolue10"/>
    <w:basedOn w:val="DefaultParagraphFont"/>
    <w:uiPriority w:val="99"/>
    <w:semiHidden/>
    <w:unhideWhenUsed/>
    <w:rsid w:val="000758DE"/>
    <w:rPr>
      <w:color w:val="605E5C"/>
      <w:shd w:val="clear" w:color="auto" w:fill="E1DFDD"/>
    </w:rPr>
  </w:style>
  <w:style w:type="paragraph" w:styleId="HTMLPreformatted">
    <w:name w:val="HTML Preformatted"/>
    <w:basedOn w:val="Normal"/>
    <w:link w:val="HTMLPreformattedChar"/>
    <w:uiPriority w:val="99"/>
    <w:unhideWhenUsed/>
    <w:rsid w:val="00A10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inherit" w:hAnsi="inherit" w:cs="Courier New"/>
    </w:rPr>
  </w:style>
  <w:style w:type="character" w:customStyle="1" w:styleId="HTMLPreformattedChar">
    <w:name w:val="HTML Preformatted Char"/>
    <w:basedOn w:val="DefaultParagraphFont"/>
    <w:link w:val="HTMLPreformatted"/>
    <w:uiPriority w:val="99"/>
    <w:rsid w:val="00A102B4"/>
    <w:rPr>
      <w:rFonts w:ascii="inherit" w:hAnsi="inherit" w:cs="Courier New"/>
      <w:lang w:val="en-US" w:eastAsia="en-US"/>
    </w:rPr>
  </w:style>
  <w:style w:type="character" w:customStyle="1" w:styleId="od">
    <w:name w:val="od"/>
    <w:basedOn w:val="DefaultParagraphFont"/>
    <w:rsid w:val="00A102B4"/>
  </w:style>
  <w:style w:type="character" w:customStyle="1" w:styleId="ev">
    <w:name w:val="ev"/>
    <w:basedOn w:val="DefaultParagraphFont"/>
    <w:rsid w:val="00A102B4"/>
  </w:style>
  <w:style w:type="character" w:customStyle="1" w:styleId="Mentionnonrsolue11">
    <w:name w:val="Mention non résolue11"/>
    <w:basedOn w:val="DefaultParagraphFont"/>
    <w:uiPriority w:val="99"/>
    <w:semiHidden/>
    <w:unhideWhenUsed/>
    <w:rsid w:val="007E434C"/>
    <w:rPr>
      <w:color w:val="605E5C"/>
      <w:shd w:val="clear" w:color="auto" w:fill="E1DFDD"/>
    </w:rPr>
  </w:style>
  <w:style w:type="character" w:customStyle="1" w:styleId="Mentionnonrsolue12">
    <w:name w:val="Mention non résolue12"/>
    <w:basedOn w:val="DefaultParagraphFont"/>
    <w:uiPriority w:val="99"/>
    <w:semiHidden/>
    <w:unhideWhenUsed/>
    <w:rsid w:val="00E15DD9"/>
    <w:rPr>
      <w:color w:val="605E5C"/>
      <w:shd w:val="clear" w:color="auto" w:fill="E1DFDD"/>
    </w:rPr>
  </w:style>
  <w:style w:type="character" w:customStyle="1" w:styleId="Mentionnonrsolue13">
    <w:name w:val="Mention non résolue13"/>
    <w:basedOn w:val="DefaultParagraphFont"/>
    <w:uiPriority w:val="99"/>
    <w:semiHidden/>
    <w:unhideWhenUsed/>
    <w:rsid w:val="00DF1CB4"/>
    <w:rPr>
      <w:color w:val="605E5C"/>
      <w:shd w:val="clear" w:color="auto" w:fill="E1DFDD"/>
    </w:rPr>
  </w:style>
  <w:style w:type="character" w:customStyle="1" w:styleId="Mentionnonrsolue14">
    <w:name w:val="Mention non résolue14"/>
    <w:basedOn w:val="DefaultParagraphFont"/>
    <w:uiPriority w:val="99"/>
    <w:semiHidden/>
    <w:unhideWhenUsed/>
    <w:rsid w:val="002900B0"/>
    <w:rPr>
      <w:color w:val="605E5C"/>
      <w:shd w:val="clear" w:color="auto" w:fill="E1DFDD"/>
    </w:rPr>
  </w:style>
  <w:style w:type="character" w:customStyle="1" w:styleId="Mentionnonrsolue15">
    <w:name w:val="Mention non résolue15"/>
    <w:basedOn w:val="DefaultParagraphFont"/>
    <w:uiPriority w:val="99"/>
    <w:semiHidden/>
    <w:unhideWhenUsed/>
    <w:rsid w:val="001A566D"/>
    <w:rPr>
      <w:color w:val="605E5C"/>
      <w:shd w:val="clear" w:color="auto" w:fill="E1DFDD"/>
    </w:rPr>
  </w:style>
  <w:style w:type="character" w:customStyle="1" w:styleId="Mentionnonrsolue16">
    <w:name w:val="Mention non résolue16"/>
    <w:basedOn w:val="DefaultParagraphFont"/>
    <w:uiPriority w:val="99"/>
    <w:semiHidden/>
    <w:unhideWhenUsed/>
    <w:rsid w:val="001C4C76"/>
    <w:rPr>
      <w:color w:val="605E5C"/>
      <w:shd w:val="clear" w:color="auto" w:fill="E1DFDD"/>
    </w:rPr>
  </w:style>
  <w:style w:type="character" w:customStyle="1" w:styleId="Mentionnonrsolue17">
    <w:name w:val="Mention non résolue17"/>
    <w:basedOn w:val="DefaultParagraphFont"/>
    <w:uiPriority w:val="99"/>
    <w:semiHidden/>
    <w:unhideWhenUsed/>
    <w:rsid w:val="00D6499D"/>
    <w:rPr>
      <w:color w:val="605E5C"/>
      <w:shd w:val="clear" w:color="auto" w:fill="E1DFDD"/>
    </w:rPr>
  </w:style>
  <w:style w:type="character" w:customStyle="1" w:styleId="Mentionnonrsolue18">
    <w:name w:val="Mention non résolue18"/>
    <w:basedOn w:val="DefaultParagraphFont"/>
    <w:uiPriority w:val="99"/>
    <w:semiHidden/>
    <w:unhideWhenUsed/>
    <w:rsid w:val="0089107B"/>
    <w:rPr>
      <w:color w:val="605E5C"/>
      <w:shd w:val="clear" w:color="auto" w:fill="E1DFDD"/>
    </w:rPr>
  </w:style>
  <w:style w:type="character" w:customStyle="1" w:styleId="UnresolvedMention">
    <w:name w:val="Unresolved Mention"/>
    <w:basedOn w:val="DefaultParagraphFont"/>
    <w:uiPriority w:val="99"/>
    <w:semiHidden/>
    <w:unhideWhenUsed/>
    <w:rsid w:val="009436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59797">
      <w:bodyDiv w:val="1"/>
      <w:marLeft w:val="0"/>
      <w:marRight w:val="0"/>
      <w:marTop w:val="0"/>
      <w:marBottom w:val="0"/>
      <w:divBdr>
        <w:top w:val="none" w:sz="0" w:space="0" w:color="auto"/>
        <w:left w:val="none" w:sz="0" w:space="0" w:color="auto"/>
        <w:bottom w:val="none" w:sz="0" w:space="0" w:color="auto"/>
        <w:right w:val="none" w:sz="0" w:space="0" w:color="auto"/>
      </w:divBdr>
    </w:div>
    <w:div w:id="240262441">
      <w:bodyDiv w:val="1"/>
      <w:marLeft w:val="0"/>
      <w:marRight w:val="0"/>
      <w:marTop w:val="0"/>
      <w:marBottom w:val="0"/>
      <w:divBdr>
        <w:top w:val="none" w:sz="0" w:space="0" w:color="auto"/>
        <w:left w:val="none" w:sz="0" w:space="0" w:color="auto"/>
        <w:bottom w:val="none" w:sz="0" w:space="0" w:color="auto"/>
        <w:right w:val="none" w:sz="0" w:space="0" w:color="auto"/>
      </w:divBdr>
    </w:div>
    <w:div w:id="274027125">
      <w:bodyDiv w:val="1"/>
      <w:marLeft w:val="0"/>
      <w:marRight w:val="0"/>
      <w:marTop w:val="0"/>
      <w:marBottom w:val="0"/>
      <w:divBdr>
        <w:top w:val="none" w:sz="0" w:space="0" w:color="auto"/>
        <w:left w:val="none" w:sz="0" w:space="0" w:color="auto"/>
        <w:bottom w:val="none" w:sz="0" w:space="0" w:color="auto"/>
        <w:right w:val="none" w:sz="0" w:space="0" w:color="auto"/>
      </w:divBdr>
    </w:div>
    <w:div w:id="284778283">
      <w:bodyDiv w:val="1"/>
      <w:marLeft w:val="0"/>
      <w:marRight w:val="0"/>
      <w:marTop w:val="0"/>
      <w:marBottom w:val="0"/>
      <w:divBdr>
        <w:top w:val="none" w:sz="0" w:space="0" w:color="auto"/>
        <w:left w:val="none" w:sz="0" w:space="0" w:color="auto"/>
        <w:bottom w:val="none" w:sz="0" w:space="0" w:color="auto"/>
        <w:right w:val="none" w:sz="0" w:space="0" w:color="auto"/>
      </w:divBdr>
    </w:div>
    <w:div w:id="359354049">
      <w:bodyDiv w:val="1"/>
      <w:marLeft w:val="0"/>
      <w:marRight w:val="0"/>
      <w:marTop w:val="0"/>
      <w:marBottom w:val="0"/>
      <w:divBdr>
        <w:top w:val="none" w:sz="0" w:space="0" w:color="auto"/>
        <w:left w:val="none" w:sz="0" w:space="0" w:color="auto"/>
        <w:bottom w:val="none" w:sz="0" w:space="0" w:color="auto"/>
        <w:right w:val="none" w:sz="0" w:space="0" w:color="auto"/>
      </w:divBdr>
      <w:divsChild>
        <w:div w:id="780415422">
          <w:marLeft w:val="0"/>
          <w:marRight w:val="0"/>
          <w:marTop w:val="0"/>
          <w:marBottom w:val="0"/>
          <w:divBdr>
            <w:top w:val="single" w:sz="2" w:space="1" w:color="auto"/>
            <w:left w:val="single" w:sz="2" w:space="1" w:color="auto"/>
            <w:bottom w:val="single" w:sz="2" w:space="1" w:color="auto"/>
            <w:right w:val="single" w:sz="2" w:space="1" w:color="auto"/>
          </w:divBdr>
        </w:div>
      </w:divsChild>
    </w:div>
    <w:div w:id="516700070">
      <w:bodyDiv w:val="1"/>
      <w:marLeft w:val="0"/>
      <w:marRight w:val="0"/>
      <w:marTop w:val="0"/>
      <w:marBottom w:val="0"/>
      <w:divBdr>
        <w:top w:val="none" w:sz="0" w:space="0" w:color="auto"/>
        <w:left w:val="none" w:sz="0" w:space="0" w:color="auto"/>
        <w:bottom w:val="none" w:sz="0" w:space="0" w:color="auto"/>
        <w:right w:val="none" w:sz="0" w:space="0" w:color="auto"/>
      </w:divBdr>
      <w:divsChild>
        <w:div w:id="70082531">
          <w:marLeft w:val="0"/>
          <w:marRight w:val="0"/>
          <w:marTop w:val="0"/>
          <w:marBottom w:val="0"/>
          <w:divBdr>
            <w:top w:val="single" w:sz="2" w:space="1" w:color="auto"/>
            <w:left w:val="single" w:sz="2" w:space="1" w:color="auto"/>
            <w:bottom w:val="single" w:sz="2" w:space="1" w:color="auto"/>
            <w:right w:val="single" w:sz="2" w:space="1" w:color="auto"/>
          </w:divBdr>
        </w:div>
      </w:divsChild>
    </w:div>
    <w:div w:id="532768990">
      <w:bodyDiv w:val="1"/>
      <w:marLeft w:val="0"/>
      <w:marRight w:val="0"/>
      <w:marTop w:val="0"/>
      <w:marBottom w:val="0"/>
      <w:divBdr>
        <w:top w:val="none" w:sz="0" w:space="0" w:color="auto"/>
        <w:left w:val="none" w:sz="0" w:space="0" w:color="auto"/>
        <w:bottom w:val="none" w:sz="0" w:space="0" w:color="auto"/>
        <w:right w:val="none" w:sz="0" w:space="0" w:color="auto"/>
      </w:divBdr>
    </w:div>
    <w:div w:id="675376905">
      <w:bodyDiv w:val="1"/>
      <w:marLeft w:val="0"/>
      <w:marRight w:val="0"/>
      <w:marTop w:val="0"/>
      <w:marBottom w:val="0"/>
      <w:divBdr>
        <w:top w:val="none" w:sz="0" w:space="0" w:color="auto"/>
        <w:left w:val="none" w:sz="0" w:space="0" w:color="auto"/>
        <w:bottom w:val="none" w:sz="0" w:space="0" w:color="auto"/>
        <w:right w:val="none" w:sz="0" w:space="0" w:color="auto"/>
      </w:divBdr>
    </w:div>
    <w:div w:id="810512714">
      <w:bodyDiv w:val="1"/>
      <w:marLeft w:val="0"/>
      <w:marRight w:val="0"/>
      <w:marTop w:val="0"/>
      <w:marBottom w:val="0"/>
      <w:divBdr>
        <w:top w:val="none" w:sz="0" w:space="0" w:color="auto"/>
        <w:left w:val="none" w:sz="0" w:space="0" w:color="auto"/>
        <w:bottom w:val="none" w:sz="0" w:space="0" w:color="auto"/>
        <w:right w:val="none" w:sz="0" w:space="0" w:color="auto"/>
      </w:divBdr>
    </w:div>
    <w:div w:id="814027059">
      <w:bodyDiv w:val="1"/>
      <w:marLeft w:val="0"/>
      <w:marRight w:val="0"/>
      <w:marTop w:val="0"/>
      <w:marBottom w:val="0"/>
      <w:divBdr>
        <w:top w:val="none" w:sz="0" w:space="0" w:color="auto"/>
        <w:left w:val="none" w:sz="0" w:space="0" w:color="auto"/>
        <w:bottom w:val="none" w:sz="0" w:space="0" w:color="auto"/>
        <w:right w:val="none" w:sz="0" w:space="0" w:color="auto"/>
      </w:divBdr>
    </w:div>
    <w:div w:id="825979021">
      <w:bodyDiv w:val="1"/>
      <w:marLeft w:val="0"/>
      <w:marRight w:val="0"/>
      <w:marTop w:val="0"/>
      <w:marBottom w:val="0"/>
      <w:divBdr>
        <w:top w:val="none" w:sz="0" w:space="0" w:color="auto"/>
        <w:left w:val="none" w:sz="0" w:space="0" w:color="auto"/>
        <w:bottom w:val="none" w:sz="0" w:space="0" w:color="auto"/>
        <w:right w:val="none" w:sz="0" w:space="0" w:color="auto"/>
      </w:divBdr>
      <w:divsChild>
        <w:div w:id="204298585">
          <w:marLeft w:val="0"/>
          <w:marRight w:val="0"/>
          <w:marTop w:val="0"/>
          <w:marBottom w:val="0"/>
          <w:divBdr>
            <w:top w:val="single" w:sz="2" w:space="1" w:color="auto"/>
            <w:left w:val="single" w:sz="2" w:space="1" w:color="auto"/>
            <w:bottom w:val="single" w:sz="2" w:space="1" w:color="auto"/>
            <w:right w:val="single" w:sz="2" w:space="1" w:color="auto"/>
          </w:divBdr>
        </w:div>
      </w:divsChild>
    </w:div>
    <w:div w:id="864633728">
      <w:bodyDiv w:val="1"/>
      <w:marLeft w:val="0"/>
      <w:marRight w:val="0"/>
      <w:marTop w:val="0"/>
      <w:marBottom w:val="0"/>
      <w:divBdr>
        <w:top w:val="none" w:sz="0" w:space="0" w:color="auto"/>
        <w:left w:val="none" w:sz="0" w:space="0" w:color="auto"/>
        <w:bottom w:val="none" w:sz="0" w:space="0" w:color="auto"/>
        <w:right w:val="none" w:sz="0" w:space="0" w:color="auto"/>
      </w:divBdr>
    </w:div>
    <w:div w:id="1074401680">
      <w:bodyDiv w:val="1"/>
      <w:marLeft w:val="0"/>
      <w:marRight w:val="0"/>
      <w:marTop w:val="0"/>
      <w:marBottom w:val="0"/>
      <w:divBdr>
        <w:top w:val="none" w:sz="0" w:space="0" w:color="auto"/>
        <w:left w:val="none" w:sz="0" w:space="0" w:color="auto"/>
        <w:bottom w:val="none" w:sz="0" w:space="0" w:color="auto"/>
        <w:right w:val="none" w:sz="0" w:space="0" w:color="auto"/>
      </w:divBdr>
    </w:div>
    <w:div w:id="1169297356">
      <w:bodyDiv w:val="1"/>
      <w:marLeft w:val="0"/>
      <w:marRight w:val="0"/>
      <w:marTop w:val="0"/>
      <w:marBottom w:val="0"/>
      <w:divBdr>
        <w:top w:val="none" w:sz="0" w:space="0" w:color="auto"/>
        <w:left w:val="none" w:sz="0" w:space="0" w:color="auto"/>
        <w:bottom w:val="none" w:sz="0" w:space="0" w:color="auto"/>
        <w:right w:val="none" w:sz="0" w:space="0" w:color="auto"/>
      </w:divBdr>
    </w:div>
    <w:div w:id="1470130831">
      <w:bodyDiv w:val="1"/>
      <w:marLeft w:val="0"/>
      <w:marRight w:val="0"/>
      <w:marTop w:val="0"/>
      <w:marBottom w:val="0"/>
      <w:divBdr>
        <w:top w:val="none" w:sz="0" w:space="0" w:color="auto"/>
        <w:left w:val="none" w:sz="0" w:space="0" w:color="auto"/>
        <w:bottom w:val="none" w:sz="0" w:space="0" w:color="auto"/>
        <w:right w:val="none" w:sz="0" w:space="0" w:color="auto"/>
      </w:divBdr>
    </w:div>
    <w:div w:id="1522815260">
      <w:bodyDiv w:val="1"/>
      <w:marLeft w:val="0"/>
      <w:marRight w:val="0"/>
      <w:marTop w:val="0"/>
      <w:marBottom w:val="0"/>
      <w:divBdr>
        <w:top w:val="none" w:sz="0" w:space="0" w:color="auto"/>
        <w:left w:val="none" w:sz="0" w:space="0" w:color="auto"/>
        <w:bottom w:val="none" w:sz="0" w:space="0" w:color="auto"/>
        <w:right w:val="none" w:sz="0" w:space="0" w:color="auto"/>
      </w:divBdr>
    </w:div>
    <w:div w:id="1586258482">
      <w:bodyDiv w:val="1"/>
      <w:marLeft w:val="0"/>
      <w:marRight w:val="0"/>
      <w:marTop w:val="0"/>
      <w:marBottom w:val="0"/>
      <w:divBdr>
        <w:top w:val="none" w:sz="0" w:space="0" w:color="auto"/>
        <w:left w:val="none" w:sz="0" w:space="0" w:color="auto"/>
        <w:bottom w:val="none" w:sz="0" w:space="0" w:color="auto"/>
        <w:right w:val="none" w:sz="0" w:space="0" w:color="auto"/>
      </w:divBdr>
    </w:div>
    <w:div w:id="1587032044">
      <w:bodyDiv w:val="1"/>
      <w:marLeft w:val="0"/>
      <w:marRight w:val="0"/>
      <w:marTop w:val="0"/>
      <w:marBottom w:val="0"/>
      <w:divBdr>
        <w:top w:val="none" w:sz="0" w:space="0" w:color="auto"/>
        <w:left w:val="none" w:sz="0" w:space="0" w:color="auto"/>
        <w:bottom w:val="none" w:sz="0" w:space="0" w:color="auto"/>
        <w:right w:val="none" w:sz="0" w:space="0" w:color="auto"/>
      </w:divBdr>
    </w:div>
    <w:div w:id="1636640198">
      <w:bodyDiv w:val="1"/>
      <w:marLeft w:val="0"/>
      <w:marRight w:val="0"/>
      <w:marTop w:val="0"/>
      <w:marBottom w:val="0"/>
      <w:divBdr>
        <w:top w:val="none" w:sz="0" w:space="0" w:color="auto"/>
        <w:left w:val="none" w:sz="0" w:space="0" w:color="auto"/>
        <w:bottom w:val="none" w:sz="0" w:space="0" w:color="auto"/>
        <w:right w:val="none" w:sz="0" w:space="0" w:color="auto"/>
      </w:divBdr>
    </w:div>
    <w:div w:id="1698386122">
      <w:bodyDiv w:val="1"/>
      <w:marLeft w:val="0"/>
      <w:marRight w:val="0"/>
      <w:marTop w:val="0"/>
      <w:marBottom w:val="0"/>
      <w:divBdr>
        <w:top w:val="none" w:sz="0" w:space="0" w:color="auto"/>
        <w:left w:val="none" w:sz="0" w:space="0" w:color="auto"/>
        <w:bottom w:val="none" w:sz="0" w:space="0" w:color="auto"/>
        <w:right w:val="none" w:sz="0" w:space="0" w:color="auto"/>
      </w:divBdr>
    </w:div>
    <w:div w:id="1699424232">
      <w:bodyDiv w:val="1"/>
      <w:marLeft w:val="0"/>
      <w:marRight w:val="0"/>
      <w:marTop w:val="0"/>
      <w:marBottom w:val="0"/>
      <w:divBdr>
        <w:top w:val="none" w:sz="0" w:space="0" w:color="auto"/>
        <w:left w:val="none" w:sz="0" w:space="0" w:color="auto"/>
        <w:bottom w:val="none" w:sz="0" w:space="0" w:color="auto"/>
        <w:right w:val="none" w:sz="0" w:space="0" w:color="auto"/>
      </w:divBdr>
    </w:div>
    <w:div w:id="1705590648">
      <w:bodyDiv w:val="1"/>
      <w:marLeft w:val="0"/>
      <w:marRight w:val="0"/>
      <w:marTop w:val="0"/>
      <w:marBottom w:val="0"/>
      <w:divBdr>
        <w:top w:val="none" w:sz="0" w:space="0" w:color="auto"/>
        <w:left w:val="none" w:sz="0" w:space="0" w:color="auto"/>
        <w:bottom w:val="none" w:sz="0" w:space="0" w:color="auto"/>
        <w:right w:val="none" w:sz="0" w:space="0" w:color="auto"/>
      </w:divBdr>
    </w:div>
    <w:div w:id="1719739923">
      <w:bodyDiv w:val="1"/>
      <w:marLeft w:val="0"/>
      <w:marRight w:val="0"/>
      <w:marTop w:val="0"/>
      <w:marBottom w:val="0"/>
      <w:divBdr>
        <w:top w:val="none" w:sz="0" w:space="0" w:color="auto"/>
        <w:left w:val="none" w:sz="0" w:space="0" w:color="auto"/>
        <w:bottom w:val="none" w:sz="0" w:space="0" w:color="auto"/>
        <w:right w:val="none" w:sz="0" w:space="0" w:color="auto"/>
      </w:divBdr>
    </w:div>
    <w:div w:id="1745570692">
      <w:bodyDiv w:val="1"/>
      <w:marLeft w:val="0"/>
      <w:marRight w:val="0"/>
      <w:marTop w:val="0"/>
      <w:marBottom w:val="0"/>
      <w:divBdr>
        <w:top w:val="none" w:sz="0" w:space="0" w:color="auto"/>
        <w:left w:val="none" w:sz="0" w:space="0" w:color="auto"/>
        <w:bottom w:val="none" w:sz="0" w:space="0" w:color="auto"/>
        <w:right w:val="none" w:sz="0" w:space="0" w:color="auto"/>
      </w:divBdr>
    </w:div>
    <w:div w:id="1759518791">
      <w:bodyDiv w:val="1"/>
      <w:marLeft w:val="0"/>
      <w:marRight w:val="0"/>
      <w:marTop w:val="0"/>
      <w:marBottom w:val="0"/>
      <w:divBdr>
        <w:top w:val="none" w:sz="0" w:space="0" w:color="auto"/>
        <w:left w:val="none" w:sz="0" w:space="0" w:color="auto"/>
        <w:bottom w:val="none" w:sz="0" w:space="0" w:color="auto"/>
        <w:right w:val="none" w:sz="0" w:space="0" w:color="auto"/>
      </w:divBdr>
    </w:div>
    <w:div w:id="1773353948">
      <w:bodyDiv w:val="1"/>
      <w:marLeft w:val="0"/>
      <w:marRight w:val="0"/>
      <w:marTop w:val="0"/>
      <w:marBottom w:val="0"/>
      <w:divBdr>
        <w:top w:val="none" w:sz="0" w:space="0" w:color="auto"/>
        <w:left w:val="none" w:sz="0" w:space="0" w:color="auto"/>
        <w:bottom w:val="none" w:sz="0" w:space="0" w:color="auto"/>
        <w:right w:val="none" w:sz="0" w:space="0" w:color="auto"/>
      </w:divBdr>
    </w:div>
    <w:div w:id="1776099801">
      <w:bodyDiv w:val="1"/>
      <w:marLeft w:val="0"/>
      <w:marRight w:val="0"/>
      <w:marTop w:val="0"/>
      <w:marBottom w:val="0"/>
      <w:divBdr>
        <w:top w:val="none" w:sz="0" w:space="0" w:color="auto"/>
        <w:left w:val="none" w:sz="0" w:space="0" w:color="auto"/>
        <w:bottom w:val="none" w:sz="0" w:space="0" w:color="auto"/>
        <w:right w:val="none" w:sz="0" w:space="0" w:color="auto"/>
      </w:divBdr>
      <w:divsChild>
        <w:div w:id="1190725828">
          <w:marLeft w:val="0"/>
          <w:marRight w:val="0"/>
          <w:marTop w:val="0"/>
          <w:marBottom w:val="0"/>
          <w:divBdr>
            <w:top w:val="single" w:sz="2" w:space="1" w:color="auto"/>
            <w:left w:val="single" w:sz="2" w:space="1" w:color="auto"/>
            <w:bottom w:val="single" w:sz="2" w:space="1" w:color="auto"/>
            <w:right w:val="single" w:sz="2" w:space="1" w:color="auto"/>
          </w:divBdr>
        </w:div>
      </w:divsChild>
    </w:div>
    <w:div w:id="1832133531">
      <w:bodyDiv w:val="1"/>
      <w:marLeft w:val="0"/>
      <w:marRight w:val="0"/>
      <w:marTop w:val="0"/>
      <w:marBottom w:val="0"/>
      <w:divBdr>
        <w:top w:val="none" w:sz="0" w:space="0" w:color="auto"/>
        <w:left w:val="none" w:sz="0" w:space="0" w:color="auto"/>
        <w:bottom w:val="none" w:sz="0" w:space="0" w:color="auto"/>
        <w:right w:val="none" w:sz="0" w:space="0" w:color="auto"/>
      </w:divBdr>
    </w:div>
    <w:div w:id="1879273528">
      <w:bodyDiv w:val="1"/>
      <w:marLeft w:val="0"/>
      <w:marRight w:val="0"/>
      <w:marTop w:val="0"/>
      <w:marBottom w:val="0"/>
      <w:divBdr>
        <w:top w:val="none" w:sz="0" w:space="0" w:color="auto"/>
        <w:left w:val="none" w:sz="0" w:space="0" w:color="auto"/>
        <w:bottom w:val="none" w:sz="0" w:space="0" w:color="auto"/>
        <w:right w:val="none" w:sz="0" w:space="0" w:color="auto"/>
      </w:divBdr>
    </w:div>
    <w:div w:id="2011322988">
      <w:bodyDiv w:val="1"/>
      <w:marLeft w:val="0"/>
      <w:marRight w:val="0"/>
      <w:marTop w:val="0"/>
      <w:marBottom w:val="0"/>
      <w:divBdr>
        <w:top w:val="none" w:sz="0" w:space="0" w:color="auto"/>
        <w:left w:val="none" w:sz="0" w:space="0" w:color="auto"/>
        <w:bottom w:val="none" w:sz="0" w:space="0" w:color="auto"/>
        <w:right w:val="none" w:sz="0" w:space="0" w:color="auto"/>
      </w:divBdr>
    </w:div>
    <w:div w:id="213000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1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4.xml"/><Relationship Id="rId8"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5.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elegard\Mod&#232;les\Normal.dot%20%20%20%20%20%20%20%20%20%20%20%20%20%20%20%20%20%20"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2ECC71"/>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E07AC-AA55-47C4-A66C-453DD4B64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                  </Template>
  <TotalTime>290</TotalTime>
  <Pages>9</Pages>
  <Words>1144</Words>
  <Characters>6522</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TSDuck Sample "Foo" Extension User's Guide</vt:lpstr>
      <vt:lpstr>TSDuck User's Guide</vt:lpstr>
    </vt:vector>
  </TitlesOfParts>
  <Manager/>
  <Company/>
  <LinksUpToDate>false</LinksUpToDate>
  <CharactersWithSpaces>7651</CharactersWithSpaces>
  <SharedDoc>false</SharedDoc>
  <HyperlinkBase/>
  <HLinks>
    <vt:vector size="870" baseType="variant">
      <vt:variant>
        <vt:i4>1114170</vt:i4>
      </vt:variant>
      <vt:variant>
        <vt:i4>869</vt:i4>
      </vt:variant>
      <vt:variant>
        <vt:i4>0</vt:i4>
      </vt:variant>
      <vt:variant>
        <vt:i4>5</vt:i4>
      </vt:variant>
      <vt:variant>
        <vt:lpwstr/>
      </vt:variant>
      <vt:variant>
        <vt:lpwstr>_Toc257290619</vt:lpwstr>
      </vt:variant>
      <vt:variant>
        <vt:i4>1114170</vt:i4>
      </vt:variant>
      <vt:variant>
        <vt:i4>863</vt:i4>
      </vt:variant>
      <vt:variant>
        <vt:i4>0</vt:i4>
      </vt:variant>
      <vt:variant>
        <vt:i4>5</vt:i4>
      </vt:variant>
      <vt:variant>
        <vt:lpwstr/>
      </vt:variant>
      <vt:variant>
        <vt:lpwstr>_Toc257290618</vt:lpwstr>
      </vt:variant>
      <vt:variant>
        <vt:i4>1114170</vt:i4>
      </vt:variant>
      <vt:variant>
        <vt:i4>857</vt:i4>
      </vt:variant>
      <vt:variant>
        <vt:i4>0</vt:i4>
      </vt:variant>
      <vt:variant>
        <vt:i4>5</vt:i4>
      </vt:variant>
      <vt:variant>
        <vt:lpwstr/>
      </vt:variant>
      <vt:variant>
        <vt:lpwstr>_Toc257290617</vt:lpwstr>
      </vt:variant>
      <vt:variant>
        <vt:i4>1114170</vt:i4>
      </vt:variant>
      <vt:variant>
        <vt:i4>851</vt:i4>
      </vt:variant>
      <vt:variant>
        <vt:i4>0</vt:i4>
      </vt:variant>
      <vt:variant>
        <vt:i4>5</vt:i4>
      </vt:variant>
      <vt:variant>
        <vt:lpwstr/>
      </vt:variant>
      <vt:variant>
        <vt:lpwstr>_Toc257290616</vt:lpwstr>
      </vt:variant>
      <vt:variant>
        <vt:i4>1114170</vt:i4>
      </vt:variant>
      <vt:variant>
        <vt:i4>845</vt:i4>
      </vt:variant>
      <vt:variant>
        <vt:i4>0</vt:i4>
      </vt:variant>
      <vt:variant>
        <vt:i4>5</vt:i4>
      </vt:variant>
      <vt:variant>
        <vt:lpwstr/>
      </vt:variant>
      <vt:variant>
        <vt:lpwstr>_Toc257290615</vt:lpwstr>
      </vt:variant>
      <vt:variant>
        <vt:i4>1114170</vt:i4>
      </vt:variant>
      <vt:variant>
        <vt:i4>839</vt:i4>
      </vt:variant>
      <vt:variant>
        <vt:i4>0</vt:i4>
      </vt:variant>
      <vt:variant>
        <vt:i4>5</vt:i4>
      </vt:variant>
      <vt:variant>
        <vt:lpwstr/>
      </vt:variant>
      <vt:variant>
        <vt:lpwstr>_Toc257290614</vt:lpwstr>
      </vt:variant>
      <vt:variant>
        <vt:i4>1114170</vt:i4>
      </vt:variant>
      <vt:variant>
        <vt:i4>833</vt:i4>
      </vt:variant>
      <vt:variant>
        <vt:i4>0</vt:i4>
      </vt:variant>
      <vt:variant>
        <vt:i4>5</vt:i4>
      </vt:variant>
      <vt:variant>
        <vt:lpwstr/>
      </vt:variant>
      <vt:variant>
        <vt:lpwstr>_Toc257290613</vt:lpwstr>
      </vt:variant>
      <vt:variant>
        <vt:i4>1114170</vt:i4>
      </vt:variant>
      <vt:variant>
        <vt:i4>827</vt:i4>
      </vt:variant>
      <vt:variant>
        <vt:i4>0</vt:i4>
      </vt:variant>
      <vt:variant>
        <vt:i4>5</vt:i4>
      </vt:variant>
      <vt:variant>
        <vt:lpwstr/>
      </vt:variant>
      <vt:variant>
        <vt:lpwstr>_Toc257290612</vt:lpwstr>
      </vt:variant>
      <vt:variant>
        <vt:i4>1114170</vt:i4>
      </vt:variant>
      <vt:variant>
        <vt:i4>821</vt:i4>
      </vt:variant>
      <vt:variant>
        <vt:i4>0</vt:i4>
      </vt:variant>
      <vt:variant>
        <vt:i4>5</vt:i4>
      </vt:variant>
      <vt:variant>
        <vt:lpwstr/>
      </vt:variant>
      <vt:variant>
        <vt:lpwstr>_Toc257290611</vt:lpwstr>
      </vt:variant>
      <vt:variant>
        <vt:i4>1114170</vt:i4>
      </vt:variant>
      <vt:variant>
        <vt:i4>815</vt:i4>
      </vt:variant>
      <vt:variant>
        <vt:i4>0</vt:i4>
      </vt:variant>
      <vt:variant>
        <vt:i4>5</vt:i4>
      </vt:variant>
      <vt:variant>
        <vt:lpwstr/>
      </vt:variant>
      <vt:variant>
        <vt:lpwstr>_Toc257290610</vt:lpwstr>
      </vt:variant>
      <vt:variant>
        <vt:i4>1048634</vt:i4>
      </vt:variant>
      <vt:variant>
        <vt:i4>809</vt:i4>
      </vt:variant>
      <vt:variant>
        <vt:i4>0</vt:i4>
      </vt:variant>
      <vt:variant>
        <vt:i4>5</vt:i4>
      </vt:variant>
      <vt:variant>
        <vt:lpwstr/>
      </vt:variant>
      <vt:variant>
        <vt:lpwstr>_Toc257290609</vt:lpwstr>
      </vt:variant>
      <vt:variant>
        <vt:i4>1048634</vt:i4>
      </vt:variant>
      <vt:variant>
        <vt:i4>803</vt:i4>
      </vt:variant>
      <vt:variant>
        <vt:i4>0</vt:i4>
      </vt:variant>
      <vt:variant>
        <vt:i4>5</vt:i4>
      </vt:variant>
      <vt:variant>
        <vt:lpwstr/>
      </vt:variant>
      <vt:variant>
        <vt:lpwstr>_Toc257290608</vt:lpwstr>
      </vt:variant>
      <vt:variant>
        <vt:i4>1048634</vt:i4>
      </vt:variant>
      <vt:variant>
        <vt:i4>797</vt:i4>
      </vt:variant>
      <vt:variant>
        <vt:i4>0</vt:i4>
      </vt:variant>
      <vt:variant>
        <vt:i4>5</vt:i4>
      </vt:variant>
      <vt:variant>
        <vt:lpwstr/>
      </vt:variant>
      <vt:variant>
        <vt:lpwstr>_Toc257290607</vt:lpwstr>
      </vt:variant>
      <vt:variant>
        <vt:i4>1048634</vt:i4>
      </vt:variant>
      <vt:variant>
        <vt:i4>791</vt:i4>
      </vt:variant>
      <vt:variant>
        <vt:i4>0</vt:i4>
      </vt:variant>
      <vt:variant>
        <vt:i4>5</vt:i4>
      </vt:variant>
      <vt:variant>
        <vt:lpwstr/>
      </vt:variant>
      <vt:variant>
        <vt:lpwstr>_Toc257290606</vt:lpwstr>
      </vt:variant>
      <vt:variant>
        <vt:i4>1048634</vt:i4>
      </vt:variant>
      <vt:variant>
        <vt:i4>785</vt:i4>
      </vt:variant>
      <vt:variant>
        <vt:i4>0</vt:i4>
      </vt:variant>
      <vt:variant>
        <vt:i4>5</vt:i4>
      </vt:variant>
      <vt:variant>
        <vt:lpwstr/>
      </vt:variant>
      <vt:variant>
        <vt:lpwstr>_Toc257290605</vt:lpwstr>
      </vt:variant>
      <vt:variant>
        <vt:i4>1048634</vt:i4>
      </vt:variant>
      <vt:variant>
        <vt:i4>779</vt:i4>
      </vt:variant>
      <vt:variant>
        <vt:i4>0</vt:i4>
      </vt:variant>
      <vt:variant>
        <vt:i4>5</vt:i4>
      </vt:variant>
      <vt:variant>
        <vt:lpwstr/>
      </vt:variant>
      <vt:variant>
        <vt:lpwstr>_Toc257290604</vt:lpwstr>
      </vt:variant>
      <vt:variant>
        <vt:i4>1048634</vt:i4>
      </vt:variant>
      <vt:variant>
        <vt:i4>773</vt:i4>
      </vt:variant>
      <vt:variant>
        <vt:i4>0</vt:i4>
      </vt:variant>
      <vt:variant>
        <vt:i4>5</vt:i4>
      </vt:variant>
      <vt:variant>
        <vt:lpwstr/>
      </vt:variant>
      <vt:variant>
        <vt:lpwstr>_Toc257290603</vt:lpwstr>
      </vt:variant>
      <vt:variant>
        <vt:i4>1048634</vt:i4>
      </vt:variant>
      <vt:variant>
        <vt:i4>767</vt:i4>
      </vt:variant>
      <vt:variant>
        <vt:i4>0</vt:i4>
      </vt:variant>
      <vt:variant>
        <vt:i4>5</vt:i4>
      </vt:variant>
      <vt:variant>
        <vt:lpwstr/>
      </vt:variant>
      <vt:variant>
        <vt:lpwstr>_Toc257290602</vt:lpwstr>
      </vt:variant>
      <vt:variant>
        <vt:i4>1048634</vt:i4>
      </vt:variant>
      <vt:variant>
        <vt:i4>761</vt:i4>
      </vt:variant>
      <vt:variant>
        <vt:i4>0</vt:i4>
      </vt:variant>
      <vt:variant>
        <vt:i4>5</vt:i4>
      </vt:variant>
      <vt:variant>
        <vt:lpwstr/>
      </vt:variant>
      <vt:variant>
        <vt:lpwstr>_Toc257290601</vt:lpwstr>
      </vt:variant>
      <vt:variant>
        <vt:i4>1048634</vt:i4>
      </vt:variant>
      <vt:variant>
        <vt:i4>755</vt:i4>
      </vt:variant>
      <vt:variant>
        <vt:i4>0</vt:i4>
      </vt:variant>
      <vt:variant>
        <vt:i4>5</vt:i4>
      </vt:variant>
      <vt:variant>
        <vt:lpwstr/>
      </vt:variant>
      <vt:variant>
        <vt:lpwstr>_Toc257290600</vt:lpwstr>
      </vt:variant>
      <vt:variant>
        <vt:i4>1638457</vt:i4>
      </vt:variant>
      <vt:variant>
        <vt:i4>749</vt:i4>
      </vt:variant>
      <vt:variant>
        <vt:i4>0</vt:i4>
      </vt:variant>
      <vt:variant>
        <vt:i4>5</vt:i4>
      </vt:variant>
      <vt:variant>
        <vt:lpwstr/>
      </vt:variant>
      <vt:variant>
        <vt:lpwstr>_Toc257290599</vt:lpwstr>
      </vt:variant>
      <vt:variant>
        <vt:i4>1638457</vt:i4>
      </vt:variant>
      <vt:variant>
        <vt:i4>743</vt:i4>
      </vt:variant>
      <vt:variant>
        <vt:i4>0</vt:i4>
      </vt:variant>
      <vt:variant>
        <vt:i4>5</vt:i4>
      </vt:variant>
      <vt:variant>
        <vt:lpwstr/>
      </vt:variant>
      <vt:variant>
        <vt:lpwstr>_Toc257290598</vt:lpwstr>
      </vt:variant>
      <vt:variant>
        <vt:i4>1638457</vt:i4>
      </vt:variant>
      <vt:variant>
        <vt:i4>737</vt:i4>
      </vt:variant>
      <vt:variant>
        <vt:i4>0</vt:i4>
      </vt:variant>
      <vt:variant>
        <vt:i4>5</vt:i4>
      </vt:variant>
      <vt:variant>
        <vt:lpwstr/>
      </vt:variant>
      <vt:variant>
        <vt:lpwstr>_Toc257290597</vt:lpwstr>
      </vt:variant>
      <vt:variant>
        <vt:i4>1638457</vt:i4>
      </vt:variant>
      <vt:variant>
        <vt:i4>731</vt:i4>
      </vt:variant>
      <vt:variant>
        <vt:i4>0</vt:i4>
      </vt:variant>
      <vt:variant>
        <vt:i4>5</vt:i4>
      </vt:variant>
      <vt:variant>
        <vt:lpwstr/>
      </vt:variant>
      <vt:variant>
        <vt:lpwstr>_Toc257290596</vt:lpwstr>
      </vt:variant>
      <vt:variant>
        <vt:i4>1638457</vt:i4>
      </vt:variant>
      <vt:variant>
        <vt:i4>725</vt:i4>
      </vt:variant>
      <vt:variant>
        <vt:i4>0</vt:i4>
      </vt:variant>
      <vt:variant>
        <vt:i4>5</vt:i4>
      </vt:variant>
      <vt:variant>
        <vt:lpwstr/>
      </vt:variant>
      <vt:variant>
        <vt:lpwstr>_Toc257290595</vt:lpwstr>
      </vt:variant>
      <vt:variant>
        <vt:i4>1638457</vt:i4>
      </vt:variant>
      <vt:variant>
        <vt:i4>719</vt:i4>
      </vt:variant>
      <vt:variant>
        <vt:i4>0</vt:i4>
      </vt:variant>
      <vt:variant>
        <vt:i4>5</vt:i4>
      </vt:variant>
      <vt:variant>
        <vt:lpwstr/>
      </vt:variant>
      <vt:variant>
        <vt:lpwstr>_Toc257290594</vt:lpwstr>
      </vt:variant>
      <vt:variant>
        <vt:i4>1638457</vt:i4>
      </vt:variant>
      <vt:variant>
        <vt:i4>713</vt:i4>
      </vt:variant>
      <vt:variant>
        <vt:i4>0</vt:i4>
      </vt:variant>
      <vt:variant>
        <vt:i4>5</vt:i4>
      </vt:variant>
      <vt:variant>
        <vt:lpwstr/>
      </vt:variant>
      <vt:variant>
        <vt:lpwstr>_Toc257290593</vt:lpwstr>
      </vt:variant>
      <vt:variant>
        <vt:i4>1638457</vt:i4>
      </vt:variant>
      <vt:variant>
        <vt:i4>707</vt:i4>
      </vt:variant>
      <vt:variant>
        <vt:i4>0</vt:i4>
      </vt:variant>
      <vt:variant>
        <vt:i4>5</vt:i4>
      </vt:variant>
      <vt:variant>
        <vt:lpwstr/>
      </vt:variant>
      <vt:variant>
        <vt:lpwstr>_Toc257290592</vt:lpwstr>
      </vt:variant>
      <vt:variant>
        <vt:i4>1638457</vt:i4>
      </vt:variant>
      <vt:variant>
        <vt:i4>701</vt:i4>
      </vt:variant>
      <vt:variant>
        <vt:i4>0</vt:i4>
      </vt:variant>
      <vt:variant>
        <vt:i4>5</vt:i4>
      </vt:variant>
      <vt:variant>
        <vt:lpwstr/>
      </vt:variant>
      <vt:variant>
        <vt:lpwstr>_Toc257290591</vt:lpwstr>
      </vt:variant>
      <vt:variant>
        <vt:i4>1638457</vt:i4>
      </vt:variant>
      <vt:variant>
        <vt:i4>695</vt:i4>
      </vt:variant>
      <vt:variant>
        <vt:i4>0</vt:i4>
      </vt:variant>
      <vt:variant>
        <vt:i4>5</vt:i4>
      </vt:variant>
      <vt:variant>
        <vt:lpwstr/>
      </vt:variant>
      <vt:variant>
        <vt:lpwstr>_Toc257290590</vt:lpwstr>
      </vt:variant>
      <vt:variant>
        <vt:i4>1572921</vt:i4>
      </vt:variant>
      <vt:variant>
        <vt:i4>689</vt:i4>
      </vt:variant>
      <vt:variant>
        <vt:i4>0</vt:i4>
      </vt:variant>
      <vt:variant>
        <vt:i4>5</vt:i4>
      </vt:variant>
      <vt:variant>
        <vt:lpwstr/>
      </vt:variant>
      <vt:variant>
        <vt:lpwstr>_Toc257290589</vt:lpwstr>
      </vt:variant>
      <vt:variant>
        <vt:i4>1572921</vt:i4>
      </vt:variant>
      <vt:variant>
        <vt:i4>683</vt:i4>
      </vt:variant>
      <vt:variant>
        <vt:i4>0</vt:i4>
      </vt:variant>
      <vt:variant>
        <vt:i4>5</vt:i4>
      </vt:variant>
      <vt:variant>
        <vt:lpwstr/>
      </vt:variant>
      <vt:variant>
        <vt:lpwstr>_Toc257290588</vt:lpwstr>
      </vt:variant>
      <vt:variant>
        <vt:i4>1572921</vt:i4>
      </vt:variant>
      <vt:variant>
        <vt:i4>677</vt:i4>
      </vt:variant>
      <vt:variant>
        <vt:i4>0</vt:i4>
      </vt:variant>
      <vt:variant>
        <vt:i4>5</vt:i4>
      </vt:variant>
      <vt:variant>
        <vt:lpwstr/>
      </vt:variant>
      <vt:variant>
        <vt:lpwstr>_Toc257290587</vt:lpwstr>
      </vt:variant>
      <vt:variant>
        <vt:i4>1572921</vt:i4>
      </vt:variant>
      <vt:variant>
        <vt:i4>671</vt:i4>
      </vt:variant>
      <vt:variant>
        <vt:i4>0</vt:i4>
      </vt:variant>
      <vt:variant>
        <vt:i4>5</vt:i4>
      </vt:variant>
      <vt:variant>
        <vt:lpwstr/>
      </vt:variant>
      <vt:variant>
        <vt:lpwstr>_Toc257290586</vt:lpwstr>
      </vt:variant>
      <vt:variant>
        <vt:i4>1572921</vt:i4>
      </vt:variant>
      <vt:variant>
        <vt:i4>665</vt:i4>
      </vt:variant>
      <vt:variant>
        <vt:i4>0</vt:i4>
      </vt:variant>
      <vt:variant>
        <vt:i4>5</vt:i4>
      </vt:variant>
      <vt:variant>
        <vt:lpwstr/>
      </vt:variant>
      <vt:variant>
        <vt:lpwstr>_Toc257290585</vt:lpwstr>
      </vt:variant>
      <vt:variant>
        <vt:i4>1572921</vt:i4>
      </vt:variant>
      <vt:variant>
        <vt:i4>659</vt:i4>
      </vt:variant>
      <vt:variant>
        <vt:i4>0</vt:i4>
      </vt:variant>
      <vt:variant>
        <vt:i4>5</vt:i4>
      </vt:variant>
      <vt:variant>
        <vt:lpwstr/>
      </vt:variant>
      <vt:variant>
        <vt:lpwstr>_Toc257290584</vt:lpwstr>
      </vt:variant>
      <vt:variant>
        <vt:i4>1572921</vt:i4>
      </vt:variant>
      <vt:variant>
        <vt:i4>653</vt:i4>
      </vt:variant>
      <vt:variant>
        <vt:i4>0</vt:i4>
      </vt:variant>
      <vt:variant>
        <vt:i4>5</vt:i4>
      </vt:variant>
      <vt:variant>
        <vt:lpwstr/>
      </vt:variant>
      <vt:variant>
        <vt:lpwstr>_Toc257290583</vt:lpwstr>
      </vt:variant>
      <vt:variant>
        <vt:i4>1572921</vt:i4>
      </vt:variant>
      <vt:variant>
        <vt:i4>647</vt:i4>
      </vt:variant>
      <vt:variant>
        <vt:i4>0</vt:i4>
      </vt:variant>
      <vt:variant>
        <vt:i4>5</vt:i4>
      </vt:variant>
      <vt:variant>
        <vt:lpwstr/>
      </vt:variant>
      <vt:variant>
        <vt:lpwstr>_Toc257290582</vt:lpwstr>
      </vt:variant>
      <vt:variant>
        <vt:i4>1572921</vt:i4>
      </vt:variant>
      <vt:variant>
        <vt:i4>641</vt:i4>
      </vt:variant>
      <vt:variant>
        <vt:i4>0</vt:i4>
      </vt:variant>
      <vt:variant>
        <vt:i4>5</vt:i4>
      </vt:variant>
      <vt:variant>
        <vt:lpwstr/>
      </vt:variant>
      <vt:variant>
        <vt:lpwstr>_Toc257290581</vt:lpwstr>
      </vt:variant>
      <vt:variant>
        <vt:i4>1572921</vt:i4>
      </vt:variant>
      <vt:variant>
        <vt:i4>635</vt:i4>
      </vt:variant>
      <vt:variant>
        <vt:i4>0</vt:i4>
      </vt:variant>
      <vt:variant>
        <vt:i4>5</vt:i4>
      </vt:variant>
      <vt:variant>
        <vt:lpwstr/>
      </vt:variant>
      <vt:variant>
        <vt:lpwstr>_Toc257290580</vt:lpwstr>
      </vt:variant>
      <vt:variant>
        <vt:i4>1507385</vt:i4>
      </vt:variant>
      <vt:variant>
        <vt:i4>629</vt:i4>
      </vt:variant>
      <vt:variant>
        <vt:i4>0</vt:i4>
      </vt:variant>
      <vt:variant>
        <vt:i4>5</vt:i4>
      </vt:variant>
      <vt:variant>
        <vt:lpwstr/>
      </vt:variant>
      <vt:variant>
        <vt:lpwstr>_Toc257290579</vt:lpwstr>
      </vt:variant>
      <vt:variant>
        <vt:i4>1507385</vt:i4>
      </vt:variant>
      <vt:variant>
        <vt:i4>623</vt:i4>
      </vt:variant>
      <vt:variant>
        <vt:i4>0</vt:i4>
      </vt:variant>
      <vt:variant>
        <vt:i4>5</vt:i4>
      </vt:variant>
      <vt:variant>
        <vt:lpwstr/>
      </vt:variant>
      <vt:variant>
        <vt:lpwstr>_Toc257290578</vt:lpwstr>
      </vt:variant>
      <vt:variant>
        <vt:i4>1507385</vt:i4>
      </vt:variant>
      <vt:variant>
        <vt:i4>617</vt:i4>
      </vt:variant>
      <vt:variant>
        <vt:i4>0</vt:i4>
      </vt:variant>
      <vt:variant>
        <vt:i4>5</vt:i4>
      </vt:variant>
      <vt:variant>
        <vt:lpwstr/>
      </vt:variant>
      <vt:variant>
        <vt:lpwstr>_Toc257290577</vt:lpwstr>
      </vt:variant>
      <vt:variant>
        <vt:i4>1507385</vt:i4>
      </vt:variant>
      <vt:variant>
        <vt:i4>611</vt:i4>
      </vt:variant>
      <vt:variant>
        <vt:i4>0</vt:i4>
      </vt:variant>
      <vt:variant>
        <vt:i4>5</vt:i4>
      </vt:variant>
      <vt:variant>
        <vt:lpwstr/>
      </vt:variant>
      <vt:variant>
        <vt:lpwstr>_Toc257290576</vt:lpwstr>
      </vt:variant>
      <vt:variant>
        <vt:i4>1507385</vt:i4>
      </vt:variant>
      <vt:variant>
        <vt:i4>605</vt:i4>
      </vt:variant>
      <vt:variant>
        <vt:i4>0</vt:i4>
      </vt:variant>
      <vt:variant>
        <vt:i4>5</vt:i4>
      </vt:variant>
      <vt:variant>
        <vt:lpwstr/>
      </vt:variant>
      <vt:variant>
        <vt:lpwstr>_Toc257290575</vt:lpwstr>
      </vt:variant>
      <vt:variant>
        <vt:i4>1507385</vt:i4>
      </vt:variant>
      <vt:variant>
        <vt:i4>599</vt:i4>
      </vt:variant>
      <vt:variant>
        <vt:i4>0</vt:i4>
      </vt:variant>
      <vt:variant>
        <vt:i4>5</vt:i4>
      </vt:variant>
      <vt:variant>
        <vt:lpwstr/>
      </vt:variant>
      <vt:variant>
        <vt:lpwstr>_Toc257290574</vt:lpwstr>
      </vt:variant>
      <vt:variant>
        <vt:i4>1507385</vt:i4>
      </vt:variant>
      <vt:variant>
        <vt:i4>593</vt:i4>
      </vt:variant>
      <vt:variant>
        <vt:i4>0</vt:i4>
      </vt:variant>
      <vt:variant>
        <vt:i4>5</vt:i4>
      </vt:variant>
      <vt:variant>
        <vt:lpwstr/>
      </vt:variant>
      <vt:variant>
        <vt:lpwstr>_Toc257290573</vt:lpwstr>
      </vt:variant>
      <vt:variant>
        <vt:i4>1507385</vt:i4>
      </vt:variant>
      <vt:variant>
        <vt:i4>587</vt:i4>
      </vt:variant>
      <vt:variant>
        <vt:i4>0</vt:i4>
      </vt:variant>
      <vt:variant>
        <vt:i4>5</vt:i4>
      </vt:variant>
      <vt:variant>
        <vt:lpwstr/>
      </vt:variant>
      <vt:variant>
        <vt:lpwstr>_Toc257290572</vt:lpwstr>
      </vt:variant>
      <vt:variant>
        <vt:i4>1507385</vt:i4>
      </vt:variant>
      <vt:variant>
        <vt:i4>581</vt:i4>
      </vt:variant>
      <vt:variant>
        <vt:i4>0</vt:i4>
      </vt:variant>
      <vt:variant>
        <vt:i4>5</vt:i4>
      </vt:variant>
      <vt:variant>
        <vt:lpwstr/>
      </vt:variant>
      <vt:variant>
        <vt:lpwstr>_Toc257290571</vt:lpwstr>
      </vt:variant>
      <vt:variant>
        <vt:i4>1507385</vt:i4>
      </vt:variant>
      <vt:variant>
        <vt:i4>575</vt:i4>
      </vt:variant>
      <vt:variant>
        <vt:i4>0</vt:i4>
      </vt:variant>
      <vt:variant>
        <vt:i4>5</vt:i4>
      </vt:variant>
      <vt:variant>
        <vt:lpwstr/>
      </vt:variant>
      <vt:variant>
        <vt:lpwstr>_Toc257290570</vt:lpwstr>
      </vt:variant>
      <vt:variant>
        <vt:i4>1441849</vt:i4>
      </vt:variant>
      <vt:variant>
        <vt:i4>569</vt:i4>
      </vt:variant>
      <vt:variant>
        <vt:i4>0</vt:i4>
      </vt:variant>
      <vt:variant>
        <vt:i4>5</vt:i4>
      </vt:variant>
      <vt:variant>
        <vt:lpwstr/>
      </vt:variant>
      <vt:variant>
        <vt:lpwstr>_Toc257290569</vt:lpwstr>
      </vt:variant>
      <vt:variant>
        <vt:i4>1441849</vt:i4>
      </vt:variant>
      <vt:variant>
        <vt:i4>563</vt:i4>
      </vt:variant>
      <vt:variant>
        <vt:i4>0</vt:i4>
      </vt:variant>
      <vt:variant>
        <vt:i4>5</vt:i4>
      </vt:variant>
      <vt:variant>
        <vt:lpwstr/>
      </vt:variant>
      <vt:variant>
        <vt:lpwstr>_Toc257290568</vt:lpwstr>
      </vt:variant>
      <vt:variant>
        <vt:i4>1441849</vt:i4>
      </vt:variant>
      <vt:variant>
        <vt:i4>557</vt:i4>
      </vt:variant>
      <vt:variant>
        <vt:i4>0</vt:i4>
      </vt:variant>
      <vt:variant>
        <vt:i4>5</vt:i4>
      </vt:variant>
      <vt:variant>
        <vt:lpwstr/>
      </vt:variant>
      <vt:variant>
        <vt:lpwstr>_Toc257290567</vt:lpwstr>
      </vt:variant>
      <vt:variant>
        <vt:i4>1441849</vt:i4>
      </vt:variant>
      <vt:variant>
        <vt:i4>551</vt:i4>
      </vt:variant>
      <vt:variant>
        <vt:i4>0</vt:i4>
      </vt:variant>
      <vt:variant>
        <vt:i4>5</vt:i4>
      </vt:variant>
      <vt:variant>
        <vt:lpwstr/>
      </vt:variant>
      <vt:variant>
        <vt:lpwstr>_Toc257290566</vt:lpwstr>
      </vt:variant>
      <vt:variant>
        <vt:i4>1441849</vt:i4>
      </vt:variant>
      <vt:variant>
        <vt:i4>545</vt:i4>
      </vt:variant>
      <vt:variant>
        <vt:i4>0</vt:i4>
      </vt:variant>
      <vt:variant>
        <vt:i4>5</vt:i4>
      </vt:variant>
      <vt:variant>
        <vt:lpwstr/>
      </vt:variant>
      <vt:variant>
        <vt:lpwstr>_Toc257290565</vt:lpwstr>
      </vt:variant>
      <vt:variant>
        <vt:i4>1441849</vt:i4>
      </vt:variant>
      <vt:variant>
        <vt:i4>539</vt:i4>
      </vt:variant>
      <vt:variant>
        <vt:i4>0</vt:i4>
      </vt:variant>
      <vt:variant>
        <vt:i4>5</vt:i4>
      </vt:variant>
      <vt:variant>
        <vt:lpwstr/>
      </vt:variant>
      <vt:variant>
        <vt:lpwstr>_Toc257290564</vt:lpwstr>
      </vt:variant>
      <vt:variant>
        <vt:i4>1441849</vt:i4>
      </vt:variant>
      <vt:variant>
        <vt:i4>533</vt:i4>
      </vt:variant>
      <vt:variant>
        <vt:i4>0</vt:i4>
      </vt:variant>
      <vt:variant>
        <vt:i4>5</vt:i4>
      </vt:variant>
      <vt:variant>
        <vt:lpwstr/>
      </vt:variant>
      <vt:variant>
        <vt:lpwstr>_Toc257290563</vt:lpwstr>
      </vt:variant>
      <vt:variant>
        <vt:i4>1441849</vt:i4>
      </vt:variant>
      <vt:variant>
        <vt:i4>527</vt:i4>
      </vt:variant>
      <vt:variant>
        <vt:i4>0</vt:i4>
      </vt:variant>
      <vt:variant>
        <vt:i4>5</vt:i4>
      </vt:variant>
      <vt:variant>
        <vt:lpwstr/>
      </vt:variant>
      <vt:variant>
        <vt:lpwstr>_Toc257290562</vt:lpwstr>
      </vt:variant>
      <vt:variant>
        <vt:i4>1441849</vt:i4>
      </vt:variant>
      <vt:variant>
        <vt:i4>521</vt:i4>
      </vt:variant>
      <vt:variant>
        <vt:i4>0</vt:i4>
      </vt:variant>
      <vt:variant>
        <vt:i4>5</vt:i4>
      </vt:variant>
      <vt:variant>
        <vt:lpwstr/>
      </vt:variant>
      <vt:variant>
        <vt:lpwstr>_Toc257290561</vt:lpwstr>
      </vt:variant>
      <vt:variant>
        <vt:i4>1441849</vt:i4>
      </vt:variant>
      <vt:variant>
        <vt:i4>515</vt:i4>
      </vt:variant>
      <vt:variant>
        <vt:i4>0</vt:i4>
      </vt:variant>
      <vt:variant>
        <vt:i4>5</vt:i4>
      </vt:variant>
      <vt:variant>
        <vt:lpwstr/>
      </vt:variant>
      <vt:variant>
        <vt:lpwstr>_Toc257290560</vt:lpwstr>
      </vt:variant>
      <vt:variant>
        <vt:i4>1376313</vt:i4>
      </vt:variant>
      <vt:variant>
        <vt:i4>509</vt:i4>
      </vt:variant>
      <vt:variant>
        <vt:i4>0</vt:i4>
      </vt:variant>
      <vt:variant>
        <vt:i4>5</vt:i4>
      </vt:variant>
      <vt:variant>
        <vt:lpwstr/>
      </vt:variant>
      <vt:variant>
        <vt:lpwstr>_Toc257290559</vt:lpwstr>
      </vt:variant>
      <vt:variant>
        <vt:i4>1376313</vt:i4>
      </vt:variant>
      <vt:variant>
        <vt:i4>503</vt:i4>
      </vt:variant>
      <vt:variant>
        <vt:i4>0</vt:i4>
      </vt:variant>
      <vt:variant>
        <vt:i4>5</vt:i4>
      </vt:variant>
      <vt:variant>
        <vt:lpwstr/>
      </vt:variant>
      <vt:variant>
        <vt:lpwstr>_Toc257290558</vt:lpwstr>
      </vt:variant>
      <vt:variant>
        <vt:i4>1376313</vt:i4>
      </vt:variant>
      <vt:variant>
        <vt:i4>497</vt:i4>
      </vt:variant>
      <vt:variant>
        <vt:i4>0</vt:i4>
      </vt:variant>
      <vt:variant>
        <vt:i4>5</vt:i4>
      </vt:variant>
      <vt:variant>
        <vt:lpwstr/>
      </vt:variant>
      <vt:variant>
        <vt:lpwstr>_Toc257290557</vt:lpwstr>
      </vt:variant>
      <vt:variant>
        <vt:i4>1376313</vt:i4>
      </vt:variant>
      <vt:variant>
        <vt:i4>491</vt:i4>
      </vt:variant>
      <vt:variant>
        <vt:i4>0</vt:i4>
      </vt:variant>
      <vt:variant>
        <vt:i4>5</vt:i4>
      </vt:variant>
      <vt:variant>
        <vt:lpwstr/>
      </vt:variant>
      <vt:variant>
        <vt:lpwstr>_Toc257290556</vt:lpwstr>
      </vt:variant>
      <vt:variant>
        <vt:i4>1376313</vt:i4>
      </vt:variant>
      <vt:variant>
        <vt:i4>485</vt:i4>
      </vt:variant>
      <vt:variant>
        <vt:i4>0</vt:i4>
      </vt:variant>
      <vt:variant>
        <vt:i4>5</vt:i4>
      </vt:variant>
      <vt:variant>
        <vt:lpwstr/>
      </vt:variant>
      <vt:variant>
        <vt:lpwstr>_Toc257290555</vt:lpwstr>
      </vt:variant>
      <vt:variant>
        <vt:i4>1376313</vt:i4>
      </vt:variant>
      <vt:variant>
        <vt:i4>479</vt:i4>
      </vt:variant>
      <vt:variant>
        <vt:i4>0</vt:i4>
      </vt:variant>
      <vt:variant>
        <vt:i4>5</vt:i4>
      </vt:variant>
      <vt:variant>
        <vt:lpwstr/>
      </vt:variant>
      <vt:variant>
        <vt:lpwstr>_Toc257290554</vt:lpwstr>
      </vt:variant>
      <vt:variant>
        <vt:i4>1376313</vt:i4>
      </vt:variant>
      <vt:variant>
        <vt:i4>473</vt:i4>
      </vt:variant>
      <vt:variant>
        <vt:i4>0</vt:i4>
      </vt:variant>
      <vt:variant>
        <vt:i4>5</vt:i4>
      </vt:variant>
      <vt:variant>
        <vt:lpwstr/>
      </vt:variant>
      <vt:variant>
        <vt:lpwstr>_Toc257290553</vt:lpwstr>
      </vt:variant>
      <vt:variant>
        <vt:i4>1376313</vt:i4>
      </vt:variant>
      <vt:variant>
        <vt:i4>467</vt:i4>
      </vt:variant>
      <vt:variant>
        <vt:i4>0</vt:i4>
      </vt:variant>
      <vt:variant>
        <vt:i4>5</vt:i4>
      </vt:variant>
      <vt:variant>
        <vt:lpwstr/>
      </vt:variant>
      <vt:variant>
        <vt:lpwstr>_Toc257290552</vt:lpwstr>
      </vt:variant>
      <vt:variant>
        <vt:i4>1376313</vt:i4>
      </vt:variant>
      <vt:variant>
        <vt:i4>461</vt:i4>
      </vt:variant>
      <vt:variant>
        <vt:i4>0</vt:i4>
      </vt:variant>
      <vt:variant>
        <vt:i4>5</vt:i4>
      </vt:variant>
      <vt:variant>
        <vt:lpwstr/>
      </vt:variant>
      <vt:variant>
        <vt:lpwstr>_Toc257290551</vt:lpwstr>
      </vt:variant>
      <vt:variant>
        <vt:i4>1376313</vt:i4>
      </vt:variant>
      <vt:variant>
        <vt:i4>455</vt:i4>
      </vt:variant>
      <vt:variant>
        <vt:i4>0</vt:i4>
      </vt:variant>
      <vt:variant>
        <vt:i4>5</vt:i4>
      </vt:variant>
      <vt:variant>
        <vt:lpwstr/>
      </vt:variant>
      <vt:variant>
        <vt:lpwstr>_Toc257290550</vt:lpwstr>
      </vt:variant>
      <vt:variant>
        <vt:i4>1310777</vt:i4>
      </vt:variant>
      <vt:variant>
        <vt:i4>449</vt:i4>
      </vt:variant>
      <vt:variant>
        <vt:i4>0</vt:i4>
      </vt:variant>
      <vt:variant>
        <vt:i4>5</vt:i4>
      </vt:variant>
      <vt:variant>
        <vt:lpwstr/>
      </vt:variant>
      <vt:variant>
        <vt:lpwstr>_Toc257290549</vt:lpwstr>
      </vt:variant>
      <vt:variant>
        <vt:i4>1310777</vt:i4>
      </vt:variant>
      <vt:variant>
        <vt:i4>443</vt:i4>
      </vt:variant>
      <vt:variant>
        <vt:i4>0</vt:i4>
      </vt:variant>
      <vt:variant>
        <vt:i4>5</vt:i4>
      </vt:variant>
      <vt:variant>
        <vt:lpwstr/>
      </vt:variant>
      <vt:variant>
        <vt:lpwstr>_Toc257290548</vt:lpwstr>
      </vt:variant>
      <vt:variant>
        <vt:i4>1310777</vt:i4>
      </vt:variant>
      <vt:variant>
        <vt:i4>437</vt:i4>
      </vt:variant>
      <vt:variant>
        <vt:i4>0</vt:i4>
      </vt:variant>
      <vt:variant>
        <vt:i4>5</vt:i4>
      </vt:variant>
      <vt:variant>
        <vt:lpwstr/>
      </vt:variant>
      <vt:variant>
        <vt:lpwstr>_Toc257290547</vt:lpwstr>
      </vt:variant>
      <vt:variant>
        <vt:i4>1310777</vt:i4>
      </vt:variant>
      <vt:variant>
        <vt:i4>431</vt:i4>
      </vt:variant>
      <vt:variant>
        <vt:i4>0</vt:i4>
      </vt:variant>
      <vt:variant>
        <vt:i4>5</vt:i4>
      </vt:variant>
      <vt:variant>
        <vt:lpwstr/>
      </vt:variant>
      <vt:variant>
        <vt:lpwstr>_Toc257290546</vt:lpwstr>
      </vt:variant>
      <vt:variant>
        <vt:i4>1310777</vt:i4>
      </vt:variant>
      <vt:variant>
        <vt:i4>425</vt:i4>
      </vt:variant>
      <vt:variant>
        <vt:i4>0</vt:i4>
      </vt:variant>
      <vt:variant>
        <vt:i4>5</vt:i4>
      </vt:variant>
      <vt:variant>
        <vt:lpwstr/>
      </vt:variant>
      <vt:variant>
        <vt:lpwstr>_Toc257290545</vt:lpwstr>
      </vt:variant>
      <vt:variant>
        <vt:i4>1310777</vt:i4>
      </vt:variant>
      <vt:variant>
        <vt:i4>419</vt:i4>
      </vt:variant>
      <vt:variant>
        <vt:i4>0</vt:i4>
      </vt:variant>
      <vt:variant>
        <vt:i4>5</vt:i4>
      </vt:variant>
      <vt:variant>
        <vt:lpwstr/>
      </vt:variant>
      <vt:variant>
        <vt:lpwstr>_Toc257290544</vt:lpwstr>
      </vt:variant>
      <vt:variant>
        <vt:i4>1310777</vt:i4>
      </vt:variant>
      <vt:variant>
        <vt:i4>413</vt:i4>
      </vt:variant>
      <vt:variant>
        <vt:i4>0</vt:i4>
      </vt:variant>
      <vt:variant>
        <vt:i4>5</vt:i4>
      </vt:variant>
      <vt:variant>
        <vt:lpwstr/>
      </vt:variant>
      <vt:variant>
        <vt:lpwstr>_Toc257290543</vt:lpwstr>
      </vt:variant>
      <vt:variant>
        <vt:i4>1310777</vt:i4>
      </vt:variant>
      <vt:variant>
        <vt:i4>407</vt:i4>
      </vt:variant>
      <vt:variant>
        <vt:i4>0</vt:i4>
      </vt:variant>
      <vt:variant>
        <vt:i4>5</vt:i4>
      </vt:variant>
      <vt:variant>
        <vt:lpwstr/>
      </vt:variant>
      <vt:variant>
        <vt:lpwstr>_Toc257290542</vt:lpwstr>
      </vt:variant>
      <vt:variant>
        <vt:i4>1310777</vt:i4>
      </vt:variant>
      <vt:variant>
        <vt:i4>401</vt:i4>
      </vt:variant>
      <vt:variant>
        <vt:i4>0</vt:i4>
      </vt:variant>
      <vt:variant>
        <vt:i4>5</vt:i4>
      </vt:variant>
      <vt:variant>
        <vt:lpwstr/>
      </vt:variant>
      <vt:variant>
        <vt:lpwstr>_Toc257290541</vt:lpwstr>
      </vt:variant>
      <vt:variant>
        <vt:i4>1310777</vt:i4>
      </vt:variant>
      <vt:variant>
        <vt:i4>395</vt:i4>
      </vt:variant>
      <vt:variant>
        <vt:i4>0</vt:i4>
      </vt:variant>
      <vt:variant>
        <vt:i4>5</vt:i4>
      </vt:variant>
      <vt:variant>
        <vt:lpwstr/>
      </vt:variant>
      <vt:variant>
        <vt:lpwstr>_Toc257290540</vt:lpwstr>
      </vt:variant>
      <vt:variant>
        <vt:i4>1245241</vt:i4>
      </vt:variant>
      <vt:variant>
        <vt:i4>389</vt:i4>
      </vt:variant>
      <vt:variant>
        <vt:i4>0</vt:i4>
      </vt:variant>
      <vt:variant>
        <vt:i4>5</vt:i4>
      </vt:variant>
      <vt:variant>
        <vt:lpwstr/>
      </vt:variant>
      <vt:variant>
        <vt:lpwstr>_Toc257290539</vt:lpwstr>
      </vt:variant>
      <vt:variant>
        <vt:i4>1245241</vt:i4>
      </vt:variant>
      <vt:variant>
        <vt:i4>383</vt:i4>
      </vt:variant>
      <vt:variant>
        <vt:i4>0</vt:i4>
      </vt:variant>
      <vt:variant>
        <vt:i4>5</vt:i4>
      </vt:variant>
      <vt:variant>
        <vt:lpwstr/>
      </vt:variant>
      <vt:variant>
        <vt:lpwstr>_Toc257290538</vt:lpwstr>
      </vt:variant>
      <vt:variant>
        <vt:i4>1245241</vt:i4>
      </vt:variant>
      <vt:variant>
        <vt:i4>377</vt:i4>
      </vt:variant>
      <vt:variant>
        <vt:i4>0</vt:i4>
      </vt:variant>
      <vt:variant>
        <vt:i4>5</vt:i4>
      </vt:variant>
      <vt:variant>
        <vt:lpwstr/>
      </vt:variant>
      <vt:variant>
        <vt:lpwstr>_Toc257290537</vt:lpwstr>
      </vt:variant>
      <vt:variant>
        <vt:i4>1245241</vt:i4>
      </vt:variant>
      <vt:variant>
        <vt:i4>371</vt:i4>
      </vt:variant>
      <vt:variant>
        <vt:i4>0</vt:i4>
      </vt:variant>
      <vt:variant>
        <vt:i4>5</vt:i4>
      </vt:variant>
      <vt:variant>
        <vt:lpwstr/>
      </vt:variant>
      <vt:variant>
        <vt:lpwstr>_Toc257290536</vt:lpwstr>
      </vt:variant>
      <vt:variant>
        <vt:i4>1245241</vt:i4>
      </vt:variant>
      <vt:variant>
        <vt:i4>365</vt:i4>
      </vt:variant>
      <vt:variant>
        <vt:i4>0</vt:i4>
      </vt:variant>
      <vt:variant>
        <vt:i4>5</vt:i4>
      </vt:variant>
      <vt:variant>
        <vt:lpwstr/>
      </vt:variant>
      <vt:variant>
        <vt:lpwstr>_Toc257290535</vt:lpwstr>
      </vt:variant>
      <vt:variant>
        <vt:i4>1245241</vt:i4>
      </vt:variant>
      <vt:variant>
        <vt:i4>359</vt:i4>
      </vt:variant>
      <vt:variant>
        <vt:i4>0</vt:i4>
      </vt:variant>
      <vt:variant>
        <vt:i4>5</vt:i4>
      </vt:variant>
      <vt:variant>
        <vt:lpwstr/>
      </vt:variant>
      <vt:variant>
        <vt:lpwstr>_Toc257290534</vt:lpwstr>
      </vt:variant>
      <vt:variant>
        <vt:i4>1245241</vt:i4>
      </vt:variant>
      <vt:variant>
        <vt:i4>353</vt:i4>
      </vt:variant>
      <vt:variant>
        <vt:i4>0</vt:i4>
      </vt:variant>
      <vt:variant>
        <vt:i4>5</vt:i4>
      </vt:variant>
      <vt:variant>
        <vt:lpwstr/>
      </vt:variant>
      <vt:variant>
        <vt:lpwstr>_Toc257290533</vt:lpwstr>
      </vt:variant>
      <vt:variant>
        <vt:i4>1245241</vt:i4>
      </vt:variant>
      <vt:variant>
        <vt:i4>347</vt:i4>
      </vt:variant>
      <vt:variant>
        <vt:i4>0</vt:i4>
      </vt:variant>
      <vt:variant>
        <vt:i4>5</vt:i4>
      </vt:variant>
      <vt:variant>
        <vt:lpwstr/>
      </vt:variant>
      <vt:variant>
        <vt:lpwstr>_Toc257290532</vt:lpwstr>
      </vt:variant>
      <vt:variant>
        <vt:i4>1245241</vt:i4>
      </vt:variant>
      <vt:variant>
        <vt:i4>341</vt:i4>
      </vt:variant>
      <vt:variant>
        <vt:i4>0</vt:i4>
      </vt:variant>
      <vt:variant>
        <vt:i4>5</vt:i4>
      </vt:variant>
      <vt:variant>
        <vt:lpwstr/>
      </vt:variant>
      <vt:variant>
        <vt:lpwstr>_Toc257290531</vt:lpwstr>
      </vt:variant>
      <vt:variant>
        <vt:i4>1245241</vt:i4>
      </vt:variant>
      <vt:variant>
        <vt:i4>335</vt:i4>
      </vt:variant>
      <vt:variant>
        <vt:i4>0</vt:i4>
      </vt:variant>
      <vt:variant>
        <vt:i4>5</vt:i4>
      </vt:variant>
      <vt:variant>
        <vt:lpwstr/>
      </vt:variant>
      <vt:variant>
        <vt:lpwstr>_Toc257290530</vt:lpwstr>
      </vt:variant>
      <vt:variant>
        <vt:i4>1179705</vt:i4>
      </vt:variant>
      <vt:variant>
        <vt:i4>329</vt:i4>
      </vt:variant>
      <vt:variant>
        <vt:i4>0</vt:i4>
      </vt:variant>
      <vt:variant>
        <vt:i4>5</vt:i4>
      </vt:variant>
      <vt:variant>
        <vt:lpwstr/>
      </vt:variant>
      <vt:variant>
        <vt:lpwstr>_Toc257290529</vt:lpwstr>
      </vt:variant>
      <vt:variant>
        <vt:i4>1179705</vt:i4>
      </vt:variant>
      <vt:variant>
        <vt:i4>323</vt:i4>
      </vt:variant>
      <vt:variant>
        <vt:i4>0</vt:i4>
      </vt:variant>
      <vt:variant>
        <vt:i4>5</vt:i4>
      </vt:variant>
      <vt:variant>
        <vt:lpwstr/>
      </vt:variant>
      <vt:variant>
        <vt:lpwstr>_Toc257290528</vt:lpwstr>
      </vt:variant>
      <vt:variant>
        <vt:i4>1179705</vt:i4>
      </vt:variant>
      <vt:variant>
        <vt:i4>317</vt:i4>
      </vt:variant>
      <vt:variant>
        <vt:i4>0</vt:i4>
      </vt:variant>
      <vt:variant>
        <vt:i4>5</vt:i4>
      </vt:variant>
      <vt:variant>
        <vt:lpwstr/>
      </vt:variant>
      <vt:variant>
        <vt:lpwstr>_Toc257290527</vt:lpwstr>
      </vt:variant>
      <vt:variant>
        <vt:i4>1179705</vt:i4>
      </vt:variant>
      <vt:variant>
        <vt:i4>311</vt:i4>
      </vt:variant>
      <vt:variant>
        <vt:i4>0</vt:i4>
      </vt:variant>
      <vt:variant>
        <vt:i4>5</vt:i4>
      </vt:variant>
      <vt:variant>
        <vt:lpwstr/>
      </vt:variant>
      <vt:variant>
        <vt:lpwstr>_Toc257290526</vt:lpwstr>
      </vt:variant>
      <vt:variant>
        <vt:i4>1179705</vt:i4>
      </vt:variant>
      <vt:variant>
        <vt:i4>305</vt:i4>
      </vt:variant>
      <vt:variant>
        <vt:i4>0</vt:i4>
      </vt:variant>
      <vt:variant>
        <vt:i4>5</vt:i4>
      </vt:variant>
      <vt:variant>
        <vt:lpwstr/>
      </vt:variant>
      <vt:variant>
        <vt:lpwstr>_Toc257290525</vt:lpwstr>
      </vt:variant>
      <vt:variant>
        <vt:i4>1179705</vt:i4>
      </vt:variant>
      <vt:variant>
        <vt:i4>299</vt:i4>
      </vt:variant>
      <vt:variant>
        <vt:i4>0</vt:i4>
      </vt:variant>
      <vt:variant>
        <vt:i4>5</vt:i4>
      </vt:variant>
      <vt:variant>
        <vt:lpwstr/>
      </vt:variant>
      <vt:variant>
        <vt:lpwstr>_Toc257290524</vt:lpwstr>
      </vt:variant>
      <vt:variant>
        <vt:i4>1179705</vt:i4>
      </vt:variant>
      <vt:variant>
        <vt:i4>293</vt:i4>
      </vt:variant>
      <vt:variant>
        <vt:i4>0</vt:i4>
      </vt:variant>
      <vt:variant>
        <vt:i4>5</vt:i4>
      </vt:variant>
      <vt:variant>
        <vt:lpwstr/>
      </vt:variant>
      <vt:variant>
        <vt:lpwstr>_Toc257290523</vt:lpwstr>
      </vt:variant>
      <vt:variant>
        <vt:i4>1179705</vt:i4>
      </vt:variant>
      <vt:variant>
        <vt:i4>287</vt:i4>
      </vt:variant>
      <vt:variant>
        <vt:i4>0</vt:i4>
      </vt:variant>
      <vt:variant>
        <vt:i4>5</vt:i4>
      </vt:variant>
      <vt:variant>
        <vt:lpwstr/>
      </vt:variant>
      <vt:variant>
        <vt:lpwstr>_Toc257290522</vt:lpwstr>
      </vt:variant>
      <vt:variant>
        <vt:i4>1179705</vt:i4>
      </vt:variant>
      <vt:variant>
        <vt:i4>281</vt:i4>
      </vt:variant>
      <vt:variant>
        <vt:i4>0</vt:i4>
      </vt:variant>
      <vt:variant>
        <vt:i4>5</vt:i4>
      </vt:variant>
      <vt:variant>
        <vt:lpwstr/>
      </vt:variant>
      <vt:variant>
        <vt:lpwstr>_Toc257290521</vt:lpwstr>
      </vt:variant>
      <vt:variant>
        <vt:i4>1179705</vt:i4>
      </vt:variant>
      <vt:variant>
        <vt:i4>275</vt:i4>
      </vt:variant>
      <vt:variant>
        <vt:i4>0</vt:i4>
      </vt:variant>
      <vt:variant>
        <vt:i4>5</vt:i4>
      </vt:variant>
      <vt:variant>
        <vt:lpwstr/>
      </vt:variant>
      <vt:variant>
        <vt:lpwstr>_Toc257290520</vt:lpwstr>
      </vt:variant>
      <vt:variant>
        <vt:i4>1114169</vt:i4>
      </vt:variant>
      <vt:variant>
        <vt:i4>269</vt:i4>
      </vt:variant>
      <vt:variant>
        <vt:i4>0</vt:i4>
      </vt:variant>
      <vt:variant>
        <vt:i4>5</vt:i4>
      </vt:variant>
      <vt:variant>
        <vt:lpwstr/>
      </vt:variant>
      <vt:variant>
        <vt:lpwstr>_Toc257290519</vt:lpwstr>
      </vt:variant>
      <vt:variant>
        <vt:i4>1114169</vt:i4>
      </vt:variant>
      <vt:variant>
        <vt:i4>263</vt:i4>
      </vt:variant>
      <vt:variant>
        <vt:i4>0</vt:i4>
      </vt:variant>
      <vt:variant>
        <vt:i4>5</vt:i4>
      </vt:variant>
      <vt:variant>
        <vt:lpwstr/>
      </vt:variant>
      <vt:variant>
        <vt:lpwstr>_Toc257290518</vt:lpwstr>
      </vt:variant>
      <vt:variant>
        <vt:i4>1114169</vt:i4>
      </vt:variant>
      <vt:variant>
        <vt:i4>257</vt:i4>
      </vt:variant>
      <vt:variant>
        <vt:i4>0</vt:i4>
      </vt:variant>
      <vt:variant>
        <vt:i4>5</vt:i4>
      </vt:variant>
      <vt:variant>
        <vt:lpwstr/>
      </vt:variant>
      <vt:variant>
        <vt:lpwstr>_Toc257290517</vt:lpwstr>
      </vt:variant>
      <vt:variant>
        <vt:i4>1114169</vt:i4>
      </vt:variant>
      <vt:variant>
        <vt:i4>251</vt:i4>
      </vt:variant>
      <vt:variant>
        <vt:i4>0</vt:i4>
      </vt:variant>
      <vt:variant>
        <vt:i4>5</vt:i4>
      </vt:variant>
      <vt:variant>
        <vt:lpwstr/>
      </vt:variant>
      <vt:variant>
        <vt:lpwstr>_Toc257290516</vt:lpwstr>
      </vt:variant>
      <vt:variant>
        <vt:i4>1114169</vt:i4>
      </vt:variant>
      <vt:variant>
        <vt:i4>245</vt:i4>
      </vt:variant>
      <vt:variant>
        <vt:i4>0</vt:i4>
      </vt:variant>
      <vt:variant>
        <vt:i4>5</vt:i4>
      </vt:variant>
      <vt:variant>
        <vt:lpwstr/>
      </vt:variant>
      <vt:variant>
        <vt:lpwstr>_Toc257290515</vt:lpwstr>
      </vt:variant>
      <vt:variant>
        <vt:i4>1114169</vt:i4>
      </vt:variant>
      <vt:variant>
        <vt:i4>239</vt:i4>
      </vt:variant>
      <vt:variant>
        <vt:i4>0</vt:i4>
      </vt:variant>
      <vt:variant>
        <vt:i4>5</vt:i4>
      </vt:variant>
      <vt:variant>
        <vt:lpwstr/>
      </vt:variant>
      <vt:variant>
        <vt:lpwstr>_Toc257290514</vt:lpwstr>
      </vt:variant>
      <vt:variant>
        <vt:i4>1114169</vt:i4>
      </vt:variant>
      <vt:variant>
        <vt:i4>233</vt:i4>
      </vt:variant>
      <vt:variant>
        <vt:i4>0</vt:i4>
      </vt:variant>
      <vt:variant>
        <vt:i4>5</vt:i4>
      </vt:variant>
      <vt:variant>
        <vt:lpwstr/>
      </vt:variant>
      <vt:variant>
        <vt:lpwstr>_Toc257290513</vt:lpwstr>
      </vt:variant>
      <vt:variant>
        <vt:i4>1114169</vt:i4>
      </vt:variant>
      <vt:variant>
        <vt:i4>227</vt:i4>
      </vt:variant>
      <vt:variant>
        <vt:i4>0</vt:i4>
      </vt:variant>
      <vt:variant>
        <vt:i4>5</vt:i4>
      </vt:variant>
      <vt:variant>
        <vt:lpwstr/>
      </vt:variant>
      <vt:variant>
        <vt:lpwstr>_Toc257290512</vt:lpwstr>
      </vt:variant>
      <vt:variant>
        <vt:i4>1114169</vt:i4>
      </vt:variant>
      <vt:variant>
        <vt:i4>221</vt:i4>
      </vt:variant>
      <vt:variant>
        <vt:i4>0</vt:i4>
      </vt:variant>
      <vt:variant>
        <vt:i4>5</vt:i4>
      </vt:variant>
      <vt:variant>
        <vt:lpwstr/>
      </vt:variant>
      <vt:variant>
        <vt:lpwstr>_Toc257290511</vt:lpwstr>
      </vt:variant>
      <vt:variant>
        <vt:i4>1114169</vt:i4>
      </vt:variant>
      <vt:variant>
        <vt:i4>215</vt:i4>
      </vt:variant>
      <vt:variant>
        <vt:i4>0</vt:i4>
      </vt:variant>
      <vt:variant>
        <vt:i4>5</vt:i4>
      </vt:variant>
      <vt:variant>
        <vt:lpwstr/>
      </vt:variant>
      <vt:variant>
        <vt:lpwstr>_Toc257290510</vt:lpwstr>
      </vt:variant>
      <vt:variant>
        <vt:i4>1048633</vt:i4>
      </vt:variant>
      <vt:variant>
        <vt:i4>209</vt:i4>
      </vt:variant>
      <vt:variant>
        <vt:i4>0</vt:i4>
      </vt:variant>
      <vt:variant>
        <vt:i4>5</vt:i4>
      </vt:variant>
      <vt:variant>
        <vt:lpwstr/>
      </vt:variant>
      <vt:variant>
        <vt:lpwstr>_Toc257290509</vt:lpwstr>
      </vt:variant>
      <vt:variant>
        <vt:i4>1048633</vt:i4>
      </vt:variant>
      <vt:variant>
        <vt:i4>203</vt:i4>
      </vt:variant>
      <vt:variant>
        <vt:i4>0</vt:i4>
      </vt:variant>
      <vt:variant>
        <vt:i4>5</vt:i4>
      </vt:variant>
      <vt:variant>
        <vt:lpwstr/>
      </vt:variant>
      <vt:variant>
        <vt:lpwstr>_Toc257290508</vt:lpwstr>
      </vt:variant>
      <vt:variant>
        <vt:i4>1048633</vt:i4>
      </vt:variant>
      <vt:variant>
        <vt:i4>197</vt:i4>
      </vt:variant>
      <vt:variant>
        <vt:i4>0</vt:i4>
      </vt:variant>
      <vt:variant>
        <vt:i4>5</vt:i4>
      </vt:variant>
      <vt:variant>
        <vt:lpwstr/>
      </vt:variant>
      <vt:variant>
        <vt:lpwstr>_Toc257290507</vt:lpwstr>
      </vt:variant>
      <vt:variant>
        <vt:i4>1048633</vt:i4>
      </vt:variant>
      <vt:variant>
        <vt:i4>191</vt:i4>
      </vt:variant>
      <vt:variant>
        <vt:i4>0</vt:i4>
      </vt:variant>
      <vt:variant>
        <vt:i4>5</vt:i4>
      </vt:variant>
      <vt:variant>
        <vt:lpwstr/>
      </vt:variant>
      <vt:variant>
        <vt:lpwstr>_Toc257290506</vt:lpwstr>
      </vt:variant>
      <vt:variant>
        <vt:i4>1048633</vt:i4>
      </vt:variant>
      <vt:variant>
        <vt:i4>185</vt:i4>
      </vt:variant>
      <vt:variant>
        <vt:i4>0</vt:i4>
      </vt:variant>
      <vt:variant>
        <vt:i4>5</vt:i4>
      </vt:variant>
      <vt:variant>
        <vt:lpwstr/>
      </vt:variant>
      <vt:variant>
        <vt:lpwstr>_Toc257290505</vt:lpwstr>
      </vt:variant>
      <vt:variant>
        <vt:i4>1048633</vt:i4>
      </vt:variant>
      <vt:variant>
        <vt:i4>179</vt:i4>
      </vt:variant>
      <vt:variant>
        <vt:i4>0</vt:i4>
      </vt:variant>
      <vt:variant>
        <vt:i4>5</vt:i4>
      </vt:variant>
      <vt:variant>
        <vt:lpwstr/>
      </vt:variant>
      <vt:variant>
        <vt:lpwstr>_Toc257290504</vt:lpwstr>
      </vt:variant>
      <vt:variant>
        <vt:i4>1048633</vt:i4>
      </vt:variant>
      <vt:variant>
        <vt:i4>173</vt:i4>
      </vt:variant>
      <vt:variant>
        <vt:i4>0</vt:i4>
      </vt:variant>
      <vt:variant>
        <vt:i4>5</vt:i4>
      </vt:variant>
      <vt:variant>
        <vt:lpwstr/>
      </vt:variant>
      <vt:variant>
        <vt:lpwstr>_Toc257290503</vt:lpwstr>
      </vt:variant>
      <vt:variant>
        <vt:i4>1048633</vt:i4>
      </vt:variant>
      <vt:variant>
        <vt:i4>167</vt:i4>
      </vt:variant>
      <vt:variant>
        <vt:i4>0</vt:i4>
      </vt:variant>
      <vt:variant>
        <vt:i4>5</vt:i4>
      </vt:variant>
      <vt:variant>
        <vt:lpwstr/>
      </vt:variant>
      <vt:variant>
        <vt:lpwstr>_Toc257290502</vt:lpwstr>
      </vt:variant>
      <vt:variant>
        <vt:i4>1048633</vt:i4>
      </vt:variant>
      <vt:variant>
        <vt:i4>161</vt:i4>
      </vt:variant>
      <vt:variant>
        <vt:i4>0</vt:i4>
      </vt:variant>
      <vt:variant>
        <vt:i4>5</vt:i4>
      </vt:variant>
      <vt:variant>
        <vt:lpwstr/>
      </vt:variant>
      <vt:variant>
        <vt:lpwstr>_Toc257290501</vt:lpwstr>
      </vt:variant>
      <vt:variant>
        <vt:i4>1048633</vt:i4>
      </vt:variant>
      <vt:variant>
        <vt:i4>155</vt:i4>
      </vt:variant>
      <vt:variant>
        <vt:i4>0</vt:i4>
      </vt:variant>
      <vt:variant>
        <vt:i4>5</vt:i4>
      </vt:variant>
      <vt:variant>
        <vt:lpwstr/>
      </vt:variant>
      <vt:variant>
        <vt:lpwstr>_Toc257290500</vt:lpwstr>
      </vt:variant>
      <vt:variant>
        <vt:i4>1638456</vt:i4>
      </vt:variant>
      <vt:variant>
        <vt:i4>149</vt:i4>
      </vt:variant>
      <vt:variant>
        <vt:i4>0</vt:i4>
      </vt:variant>
      <vt:variant>
        <vt:i4>5</vt:i4>
      </vt:variant>
      <vt:variant>
        <vt:lpwstr/>
      </vt:variant>
      <vt:variant>
        <vt:lpwstr>_Toc257290499</vt:lpwstr>
      </vt:variant>
      <vt:variant>
        <vt:i4>1638456</vt:i4>
      </vt:variant>
      <vt:variant>
        <vt:i4>143</vt:i4>
      </vt:variant>
      <vt:variant>
        <vt:i4>0</vt:i4>
      </vt:variant>
      <vt:variant>
        <vt:i4>5</vt:i4>
      </vt:variant>
      <vt:variant>
        <vt:lpwstr/>
      </vt:variant>
      <vt:variant>
        <vt:lpwstr>_Toc257290498</vt:lpwstr>
      </vt:variant>
      <vt:variant>
        <vt:i4>1638456</vt:i4>
      </vt:variant>
      <vt:variant>
        <vt:i4>137</vt:i4>
      </vt:variant>
      <vt:variant>
        <vt:i4>0</vt:i4>
      </vt:variant>
      <vt:variant>
        <vt:i4>5</vt:i4>
      </vt:variant>
      <vt:variant>
        <vt:lpwstr/>
      </vt:variant>
      <vt:variant>
        <vt:lpwstr>_Toc257290497</vt:lpwstr>
      </vt:variant>
      <vt:variant>
        <vt:i4>1638456</vt:i4>
      </vt:variant>
      <vt:variant>
        <vt:i4>131</vt:i4>
      </vt:variant>
      <vt:variant>
        <vt:i4>0</vt:i4>
      </vt:variant>
      <vt:variant>
        <vt:i4>5</vt:i4>
      </vt:variant>
      <vt:variant>
        <vt:lpwstr/>
      </vt:variant>
      <vt:variant>
        <vt:lpwstr>_Toc257290496</vt:lpwstr>
      </vt:variant>
      <vt:variant>
        <vt:i4>1638456</vt:i4>
      </vt:variant>
      <vt:variant>
        <vt:i4>125</vt:i4>
      </vt:variant>
      <vt:variant>
        <vt:i4>0</vt:i4>
      </vt:variant>
      <vt:variant>
        <vt:i4>5</vt:i4>
      </vt:variant>
      <vt:variant>
        <vt:lpwstr/>
      </vt:variant>
      <vt:variant>
        <vt:lpwstr>_Toc257290495</vt:lpwstr>
      </vt:variant>
      <vt:variant>
        <vt:i4>1638456</vt:i4>
      </vt:variant>
      <vt:variant>
        <vt:i4>119</vt:i4>
      </vt:variant>
      <vt:variant>
        <vt:i4>0</vt:i4>
      </vt:variant>
      <vt:variant>
        <vt:i4>5</vt:i4>
      </vt:variant>
      <vt:variant>
        <vt:lpwstr/>
      </vt:variant>
      <vt:variant>
        <vt:lpwstr>_Toc257290494</vt:lpwstr>
      </vt:variant>
      <vt:variant>
        <vt:i4>1638456</vt:i4>
      </vt:variant>
      <vt:variant>
        <vt:i4>113</vt:i4>
      </vt:variant>
      <vt:variant>
        <vt:i4>0</vt:i4>
      </vt:variant>
      <vt:variant>
        <vt:i4>5</vt:i4>
      </vt:variant>
      <vt:variant>
        <vt:lpwstr/>
      </vt:variant>
      <vt:variant>
        <vt:lpwstr>_Toc257290493</vt:lpwstr>
      </vt:variant>
      <vt:variant>
        <vt:i4>1638456</vt:i4>
      </vt:variant>
      <vt:variant>
        <vt:i4>107</vt:i4>
      </vt:variant>
      <vt:variant>
        <vt:i4>0</vt:i4>
      </vt:variant>
      <vt:variant>
        <vt:i4>5</vt:i4>
      </vt:variant>
      <vt:variant>
        <vt:lpwstr/>
      </vt:variant>
      <vt:variant>
        <vt:lpwstr>_Toc257290492</vt:lpwstr>
      </vt:variant>
      <vt:variant>
        <vt:i4>1638456</vt:i4>
      </vt:variant>
      <vt:variant>
        <vt:i4>101</vt:i4>
      </vt:variant>
      <vt:variant>
        <vt:i4>0</vt:i4>
      </vt:variant>
      <vt:variant>
        <vt:i4>5</vt:i4>
      </vt:variant>
      <vt:variant>
        <vt:lpwstr/>
      </vt:variant>
      <vt:variant>
        <vt:lpwstr>_Toc257290491</vt:lpwstr>
      </vt:variant>
      <vt:variant>
        <vt:i4>1638456</vt:i4>
      </vt:variant>
      <vt:variant>
        <vt:i4>95</vt:i4>
      </vt:variant>
      <vt:variant>
        <vt:i4>0</vt:i4>
      </vt:variant>
      <vt:variant>
        <vt:i4>5</vt:i4>
      </vt:variant>
      <vt:variant>
        <vt:lpwstr/>
      </vt:variant>
      <vt:variant>
        <vt:lpwstr>_Toc257290490</vt:lpwstr>
      </vt:variant>
      <vt:variant>
        <vt:i4>1572920</vt:i4>
      </vt:variant>
      <vt:variant>
        <vt:i4>89</vt:i4>
      </vt:variant>
      <vt:variant>
        <vt:i4>0</vt:i4>
      </vt:variant>
      <vt:variant>
        <vt:i4>5</vt:i4>
      </vt:variant>
      <vt:variant>
        <vt:lpwstr/>
      </vt:variant>
      <vt:variant>
        <vt:lpwstr>_Toc257290489</vt:lpwstr>
      </vt:variant>
      <vt:variant>
        <vt:i4>1572920</vt:i4>
      </vt:variant>
      <vt:variant>
        <vt:i4>83</vt:i4>
      </vt:variant>
      <vt:variant>
        <vt:i4>0</vt:i4>
      </vt:variant>
      <vt:variant>
        <vt:i4>5</vt:i4>
      </vt:variant>
      <vt:variant>
        <vt:lpwstr/>
      </vt:variant>
      <vt:variant>
        <vt:lpwstr>_Toc257290488</vt:lpwstr>
      </vt:variant>
      <vt:variant>
        <vt:i4>1572920</vt:i4>
      </vt:variant>
      <vt:variant>
        <vt:i4>77</vt:i4>
      </vt:variant>
      <vt:variant>
        <vt:i4>0</vt:i4>
      </vt:variant>
      <vt:variant>
        <vt:i4>5</vt:i4>
      </vt:variant>
      <vt:variant>
        <vt:lpwstr/>
      </vt:variant>
      <vt:variant>
        <vt:lpwstr>_Toc257290487</vt:lpwstr>
      </vt:variant>
      <vt:variant>
        <vt:i4>1572920</vt:i4>
      </vt:variant>
      <vt:variant>
        <vt:i4>71</vt:i4>
      </vt:variant>
      <vt:variant>
        <vt:i4>0</vt:i4>
      </vt:variant>
      <vt:variant>
        <vt:i4>5</vt:i4>
      </vt:variant>
      <vt:variant>
        <vt:lpwstr/>
      </vt:variant>
      <vt:variant>
        <vt:lpwstr>_Toc257290486</vt:lpwstr>
      </vt:variant>
      <vt:variant>
        <vt:i4>1572920</vt:i4>
      </vt:variant>
      <vt:variant>
        <vt:i4>65</vt:i4>
      </vt:variant>
      <vt:variant>
        <vt:i4>0</vt:i4>
      </vt:variant>
      <vt:variant>
        <vt:i4>5</vt:i4>
      </vt:variant>
      <vt:variant>
        <vt:lpwstr/>
      </vt:variant>
      <vt:variant>
        <vt:lpwstr>_Toc257290485</vt:lpwstr>
      </vt:variant>
      <vt:variant>
        <vt:i4>1572920</vt:i4>
      </vt:variant>
      <vt:variant>
        <vt:i4>59</vt:i4>
      </vt:variant>
      <vt:variant>
        <vt:i4>0</vt:i4>
      </vt:variant>
      <vt:variant>
        <vt:i4>5</vt:i4>
      </vt:variant>
      <vt:variant>
        <vt:lpwstr/>
      </vt:variant>
      <vt:variant>
        <vt:lpwstr>_Toc257290484</vt:lpwstr>
      </vt:variant>
      <vt:variant>
        <vt:i4>1572920</vt:i4>
      </vt:variant>
      <vt:variant>
        <vt:i4>53</vt:i4>
      </vt:variant>
      <vt:variant>
        <vt:i4>0</vt:i4>
      </vt:variant>
      <vt:variant>
        <vt:i4>5</vt:i4>
      </vt:variant>
      <vt:variant>
        <vt:lpwstr/>
      </vt:variant>
      <vt:variant>
        <vt:lpwstr>_Toc257290483</vt:lpwstr>
      </vt:variant>
      <vt:variant>
        <vt:i4>1572920</vt:i4>
      </vt:variant>
      <vt:variant>
        <vt:i4>47</vt:i4>
      </vt:variant>
      <vt:variant>
        <vt:i4>0</vt:i4>
      </vt:variant>
      <vt:variant>
        <vt:i4>5</vt:i4>
      </vt:variant>
      <vt:variant>
        <vt:lpwstr/>
      </vt:variant>
      <vt:variant>
        <vt:lpwstr>_Toc257290482</vt:lpwstr>
      </vt:variant>
      <vt:variant>
        <vt:i4>1572920</vt:i4>
      </vt:variant>
      <vt:variant>
        <vt:i4>41</vt:i4>
      </vt:variant>
      <vt:variant>
        <vt:i4>0</vt:i4>
      </vt:variant>
      <vt:variant>
        <vt:i4>5</vt:i4>
      </vt:variant>
      <vt:variant>
        <vt:lpwstr/>
      </vt:variant>
      <vt:variant>
        <vt:lpwstr>_Toc257290481</vt:lpwstr>
      </vt:variant>
      <vt:variant>
        <vt:i4>1572920</vt:i4>
      </vt:variant>
      <vt:variant>
        <vt:i4>35</vt:i4>
      </vt:variant>
      <vt:variant>
        <vt:i4>0</vt:i4>
      </vt:variant>
      <vt:variant>
        <vt:i4>5</vt:i4>
      </vt:variant>
      <vt:variant>
        <vt:lpwstr/>
      </vt:variant>
      <vt:variant>
        <vt:lpwstr>_Toc257290480</vt:lpwstr>
      </vt:variant>
      <vt:variant>
        <vt:i4>1507384</vt:i4>
      </vt:variant>
      <vt:variant>
        <vt:i4>29</vt:i4>
      </vt:variant>
      <vt:variant>
        <vt:i4>0</vt:i4>
      </vt:variant>
      <vt:variant>
        <vt:i4>5</vt:i4>
      </vt:variant>
      <vt:variant>
        <vt:lpwstr/>
      </vt:variant>
      <vt:variant>
        <vt:lpwstr>_Toc257290479</vt:lpwstr>
      </vt:variant>
      <vt:variant>
        <vt:i4>1507384</vt:i4>
      </vt:variant>
      <vt:variant>
        <vt:i4>23</vt:i4>
      </vt:variant>
      <vt:variant>
        <vt:i4>0</vt:i4>
      </vt:variant>
      <vt:variant>
        <vt:i4>5</vt:i4>
      </vt:variant>
      <vt:variant>
        <vt:lpwstr/>
      </vt:variant>
      <vt:variant>
        <vt:lpwstr>_Toc257290478</vt:lpwstr>
      </vt:variant>
      <vt:variant>
        <vt:i4>1507384</vt:i4>
      </vt:variant>
      <vt:variant>
        <vt:i4>17</vt:i4>
      </vt:variant>
      <vt:variant>
        <vt:i4>0</vt:i4>
      </vt:variant>
      <vt:variant>
        <vt:i4>5</vt:i4>
      </vt:variant>
      <vt:variant>
        <vt:lpwstr/>
      </vt:variant>
      <vt:variant>
        <vt:lpwstr>_Toc257290477</vt:lpwstr>
      </vt:variant>
      <vt:variant>
        <vt:i4>1507384</vt:i4>
      </vt:variant>
      <vt:variant>
        <vt:i4>11</vt:i4>
      </vt:variant>
      <vt:variant>
        <vt:i4>0</vt:i4>
      </vt:variant>
      <vt:variant>
        <vt:i4>5</vt:i4>
      </vt:variant>
      <vt:variant>
        <vt:lpwstr/>
      </vt:variant>
      <vt:variant>
        <vt:lpwstr>_Toc257290476</vt:lpwstr>
      </vt:variant>
      <vt:variant>
        <vt:i4>1507384</vt:i4>
      </vt:variant>
      <vt:variant>
        <vt:i4>5</vt:i4>
      </vt:variant>
      <vt:variant>
        <vt:i4>0</vt:i4>
      </vt:variant>
      <vt:variant>
        <vt:i4>5</vt:i4>
      </vt:variant>
      <vt:variant>
        <vt:lpwstr/>
      </vt:variant>
      <vt:variant>
        <vt:lpwstr>_Toc257290475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TSDuck Foo Extension User's Guide</dc:title>
  <dc:subject/>
  <dc:creator>Foo</dc:creator>
  <cp:keywords/>
  <dc:description/>
  <cp:lastModifiedBy>LELEGARD Thierry</cp:lastModifiedBy>
  <cp:revision>145</cp:revision>
  <cp:lastPrinted>2019-09-04T12:04:00Z</cp:lastPrinted>
  <dcterms:created xsi:type="dcterms:W3CDTF">2019-06-23T20:20:00Z</dcterms:created>
  <dcterms:modified xsi:type="dcterms:W3CDTF">2019-09-04T12:05:00Z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3.19-1400</vt:lpwstr>
  </property>
  <property fmtid="{D5CDD505-2E9C-101B-9397-08002B2CF9AE}" pid="3" name="DateOfCopyright">
    <vt:lpwstr>2019</vt:lpwstr>
  </property>
  <property fmtid="{D5CDD505-2E9C-101B-9397-08002B2CF9AE}" pid="4" name="RevisionDate">
    <vt:lpwstr>August 2019</vt:lpwstr>
  </property>
</Properties>
</file>